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80"/>
      </w:tblGrid>
      <w:tr w:rsidR="00FE1E46" w:rsidRPr="00C4613B" w:rsidTr="00FE1E46">
        <w:trPr>
          <w:jc w:val="center"/>
        </w:trPr>
        <w:tc>
          <w:tcPr>
            <w:tcW w:w="9180" w:type="dxa"/>
          </w:tcPr>
          <w:p w:rsidR="00866A42" w:rsidRDefault="00866A42" w:rsidP="00866A42">
            <w:pPr>
              <w:pStyle w:val="Titel"/>
              <w:spacing w:before="600" w:after="960"/>
            </w:pPr>
            <w:bookmarkStart w:id="0" w:name="_GoBack"/>
            <w:bookmarkEnd w:id="0"/>
          </w:p>
          <w:p w:rsidR="00FE1E46" w:rsidRPr="00C4613B" w:rsidRDefault="00FE1E46" w:rsidP="00F51AF8">
            <w:pPr>
              <w:pStyle w:val="Titel"/>
              <w:spacing w:before="720"/>
            </w:pPr>
          </w:p>
        </w:tc>
      </w:tr>
      <w:tr w:rsidR="00F51AF8" w:rsidRPr="00C4613B" w:rsidTr="00FE1E46">
        <w:trPr>
          <w:jc w:val="center"/>
        </w:trPr>
        <w:tc>
          <w:tcPr>
            <w:tcW w:w="9180" w:type="dxa"/>
          </w:tcPr>
          <w:p w:rsidR="00F51AF8" w:rsidRDefault="001155E4" w:rsidP="001155E4">
            <w:pPr>
              <w:pStyle w:val="Titel"/>
            </w:pPr>
            <w:r>
              <w:t>Dez</w:t>
            </w:r>
            <w:r w:rsidR="00F51AF8" w:rsidRPr="008B1AF6">
              <w:t>entrale</w:t>
            </w:r>
            <w:r w:rsidR="00500EA2">
              <w:t>r</w:t>
            </w:r>
            <w:r w:rsidR="00F51AF8" w:rsidRPr="00C4613B">
              <w:t xml:space="preserve"> Abiturprüfung</w:t>
            </w:r>
            <w:r>
              <w:t>svorschlag</w:t>
            </w:r>
          </w:p>
        </w:tc>
      </w:tr>
      <w:tr w:rsidR="00FE1E46" w:rsidRPr="00C4613B" w:rsidTr="00FE1E46">
        <w:trPr>
          <w:jc w:val="center"/>
        </w:trPr>
        <w:tc>
          <w:tcPr>
            <w:tcW w:w="9180" w:type="dxa"/>
          </w:tcPr>
          <w:p w:rsidR="00FE1E46" w:rsidRPr="00C4613B" w:rsidRDefault="000D0D87" w:rsidP="000228FC">
            <w:pPr>
              <w:pStyle w:val="Titel"/>
            </w:pPr>
            <w:sdt>
              <w:sdtPr>
                <w:alias w:val="Terminart"/>
                <w:tag w:val="Terminart"/>
                <w:id w:val="-1354098936"/>
                <w:placeholder>
                  <w:docPart w:val="2CF1CA75B69F4E298A10A73A1F6503CA"/>
                </w:placeholder>
                <w:dataBinding w:xpath="/root[1]/Terminart[1]" w:storeItemID="{16AC4607-2EAE-45DC-B4A5-8FF283205D92}"/>
                <w:comboBox w:lastValue="V1">
                  <w:listItem w:displayText="Vorschlag 1" w:value="V1"/>
                  <w:listItem w:displayText="Vorschlag 2" w:value="V2"/>
                  <w:listItem w:displayText="Vorschlag 3" w:value="V3"/>
                  <w:listItem w:displayText="Haupttermin" w:value="HT"/>
                  <w:listItem w:displayText="Nachschreibtermin" w:value="NST"/>
                  <w:listItem w:displayText="Reservetermin" w:value="RST"/>
                </w:comboBox>
              </w:sdtPr>
              <w:sdtEndPr/>
              <w:sdtContent>
                <w:r>
                  <w:t>Vorschlag 1</w:t>
                </w:r>
              </w:sdtContent>
            </w:sdt>
          </w:p>
        </w:tc>
      </w:tr>
      <w:tr w:rsidR="00160DFA" w:rsidRPr="00C4613B" w:rsidTr="00092052">
        <w:trPr>
          <w:trHeight w:val="582"/>
          <w:jc w:val="center"/>
        </w:trPr>
        <w:tc>
          <w:tcPr>
            <w:tcW w:w="9180" w:type="dxa"/>
          </w:tcPr>
          <w:p w:rsidR="00160DFA" w:rsidRPr="00C4613B" w:rsidRDefault="000D0D87" w:rsidP="00160DFA">
            <w:pPr>
              <w:pStyle w:val="Titel"/>
              <w:tabs>
                <w:tab w:val="left" w:pos="0"/>
                <w:tab w:val="center" w:pos="4536"/>
              </w:tabs>
              <w:spacing w:before="120"/>
            </w:pPr>
            <w:sdt>
              <w:sdtPr>
                <w:alias w:val="Termin"/>
                <w:tag w:val="Termin"/>
                <w:id w:val="-1210023945"/>
                <w:placeholder>
                  <w:docPart w:val="9CAD02348D3749AAA9EA8C31FA763025"/>
                </w:placeholder>
                <w:dataBinding w:xpath="/root[1]/Termin[1]" w:storeItemID="{16AC4607-2EAE-45DC-B4A5-8FF283205D92}"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160DFA">
                  <w:t>Termin</w:t>
                </w:r>
              </w:sdtContent>
            </w:sdt>
          </w:p>
        </w:tc>
      </w:tr>
      <w:tr w:rsidR="00FE1E46" w:rsidRPr="00C4613B" w:rsidTr="00FE1E46">
        <w:trPr>
          <w:jc w:val="center"/>
        </w:trPr>
        <w:tc>
          <w:tcPr>
            <w:tcW w:w="9180" w:type="dxa"/>
          </w:tcPr>
          <w:p w:rsidR="00FE1E46" w:rsidRPr="00C4613B" w:rsidRDefault="00FE1E46" w:rsidP="00854F2A">
            <w:pPr>
              <w:pStyle w:val="Titel"/>
              <w:tabs>
                <w:tab w:val="left" w:pos="0"/>
                <w:tab w:val="center" w:pos="4536"/>
              </w:tabs>
            </w:pPr>
          </w:p>
        </w:tc>
      </w:tr>
      <w:tr w:rsidR="00FE1E46" w:rsidTr="00FE1E46">
        <w:trPr>
          <w:jc w:val="center"/>
        </w:trPr>
        <w:tc>
          <w:tcPr>
            <w:tcW w:w="9180" w:type="dxa"/>
          </w:tcPr>
          <w:p w:rsidR="00FE1E46" w:rsidRDefault="00FE1E46" w:rsidP="000228FC">
            <w:pPr>
              <w:pStyle w:val="Titel"/>
            </w:pPr>
          </w:p>
        </w:tc>
      </w:tr>
      <w:tr w:rsidR="008C56C8" w:rsidTr="00FE1E46">
        <w:trPr>
          <w:jc w:val="center"/>
        </w:trPr>
        <w:tc>
          <w:tcPr>
            <w:tcW w:w="9180" w:type="dxa"/>
          </w:tcPr>
          <w:p w:rsidR="008C56C8" w:rsidRDefault="008C56C8" w:rsidP="000228FC">
            <w:pPr>
              <w:pStyle w:val="Titel"/>
            </w:pPr>
          </w:p>
        </w:tc>
      </w:tr>
      <w:tr w:rsidR="00FE1E46" w:rsidTr="00FE1E46">
        <w:trPr>
          <w:jc w:val="center"/>
        </w:trPr>
        <w:tc>
          <w:tcPr>
            <w:tcW w:w="9180" w:type="dxa"/>
          </w:tcPr>
          <w:p w:rsidR="00FE1E46" w:rsidRDefault="00FE1E46" w:rsidP="000228FC">
            <w:pPr>
              <w:pStyle w:val="Titel"/>
            </w:pPr>
          </w:p>
        </w:tc>
      </w:tr>
      <w:tr w:rsidR="00FE1E46" w:rsidTr="00FE1E46">
        <w:trPr>
          <w:jc w:val="center"/>
        </w:trPr>
        <w:sdt>
          <w:sdtPr>
            <w:alias w:val="Kursart"/>
            <w:tag w:val="Kursart"/>
            <w:id w:val="-1581670609"/>
            <w:placeholder>
              <w:docPart w:val="7B23EB2EFBA84AE08CCFA677865505AD"/>
            </w:placeholder>
            <w:dataBinding w:xpath="/root[1]/Kursart[1]" w:storeItemID="{16AC4607-2EAE-45DC-B4A5-8FF283205D92}"/>
            <w:dropDownList w:lastValue="Grundkursfach">
              <w:listItem w:displayText="Grundkursfach" w:value="Grundkursfach"/>
              <w:listItem w:displayText="Profil bildendes Leistungskursfach" w:value="Profil bildendes Leistungskursfach"/>
              <w:listItem w:displayText="Weiteres Leistungskursfach" w:value="Weiteres Leistungskursfach"/>
              <w:listItem w:displayText="Profil bildendes/Weiteres Leistungskursfach" w:value="Profil bildendes/Weiteres Leistungskursfach"/>
            </w:dropDownList>
          </w:sdtPr>
          <w:sdtEndPr/>
          <w:sdtContent>
            <w:tc>
              <w:tcPr>
                <w:tcW w:w="9180" w:type="dxa"/>
              </w:tcPr>
              <w:p w:rsidR="00FE1E46" w:rsidRDefault="000E31DA" w:rsidP="000228FC">
                <w:pPr>
                  <w:pStyle w:val="Titel"/>
                </w:pPr>
                <w:r>
                  <w:t>Grundkursfach</w:t>
                </w:r>
              </w:p>
            </w:tc>
          </w:sdtContent>
        </w:sdt>
      </w:tr>
      <w:tr w:rsidR="00FE1E46" w:rsidRPr="00500EA2" w:rsidTr="00FE1E46">
        <w:trPr>
          <w:jc w:val="center"/>
        </w:trPr>
        <w:tc>
          <w:tcPr>
            <w:tcW w:w="9180" w:type="dxa"/>
          </w:tcPr>
          <w:p w:rsidR="00FE1E46" w:rsidRPr="00500EA2" w:rsidRDefault="00500EA2" w:rsidP="000228FC">
            <w:pPr>
              <w:pStyle w:val="TitelFachbereich"/>
              <w:rPr>
                <w:sz w:val="36"/>
                <w:szCs w:val="36"/>
              </w:rPr>
            </w:pPr>
            <w:r w:rsidRPr="00500EA2">
              <w:rPr>
                <w:sz w:val="36"/>
                <w:szCs w:val="36"/>
              </w:rPr>
              <w:t>Kunst</w:t>
            </w:r>
          </w:p>
          <w:p w:rsidR="00500EA2" w:rsidRPr="00500EA2" w:rsidRDefault="00500EA2" w:rsidP="000228FC">
            <w:pPr>
              <w:pStyle w:val="TitelFachbereich"/>
              <w:rPr>
                <w:sz w:val="36"/>
                <w:szCs w:val="36"/>
              </w:rPr>
            </w:pPr>
          </w:p>
        </w:tc>
      </w:tr>
      <w:tr w:rsidR="00FE1E46" w:rsidRPr="00C4613B" w:rsidTr="00FE1E46">
        <w:trPr>
          <w:jc w:val="center"/>
        </w:trPr>
        <w:tc>
          <w:tcPr>
            <w:tcW w:w="9180" w:type="dxa"/>
          </w:tcPr>
          <w:p w:rsidR="00FE1E46" w:rsidRPr="00C4613B" w:rsidRDefault="00FE1E46" w:rsidP="000228FC">
            <w:pPr>
              <w:pStyle w:val="TitelFachbereich"/>
            </w:pPr>
            <w:r>
              <w:t xml:space="preserve">Fachbereich </w:t>
            </w:r>
            <w:sdt>
              <w:sdtPr>
                <w:alias w:val="Fachbereich"/>
                <w:tag w:val="Fachbereich"/>
                <w:id w:val="-257134565"/>
                <w:placeholder>
                  <w:docPart w:val="25779D4DFCB44EA2B0806D6025AC9143"/>
                </w:placeholder>
                <w:dataBinding w:xpath="/root[1]/Fachbereich[1]" w:storeItemID="{16AC4607-2EAE-45DC-B4A5-8FF283205D92}"/>
                <w:dropDownList w:lastValue="Gestaltung">
                  <w:listItem w:displayText="Ernährung" w:value="Ernährung"/>
                  <w:listItem w:displayText="Gestaltung" w:value="Gestaltung"/>
                  <w:listItem w:displayText="Gesundheit und Soziales" w:value="Gesundheit und Soziales"/>
                  <w:listItem w:displayText="Informatik" w:value="Informatik"/>
                  <w:listItem w:displayText="Technik" w:value="Technik"/>
                  <w:listItem w:displayText="Wirtschaft und Verwaltung" w:value="Wirtschaft und Verwaltung"/>
                </w:dropDownList>
              </w:sdtPr>
              <w:sdtEndPr/>
              <w:sdtContent>
                <w:r w:rsidR="000E31DA">
                  <w:t>Gestaltung</w:t>
                </w:r>
              </w:sdtContent>
            </w:sdt>
          </w:p>
        </w:tc>
      </w:tr>
      <w:tr w:rsidR="00FE1E46" w:rsidRPr="00B71DDC" w:rsidTr="00FE1E46">
        <w:trPr>
          <w:jc w:val="center"/>
        </w:trPr>
        <w:tc>
          <w:tcPr>
            <w:tcW w:w="9180" w:type="dxa"/>
          </w:tcPr>
          <w:p w:rsidR="00FE1E46" w:rsidRPr="00315E1D" w:rsidRDefault="00FE1E46" w:rsidP="00315E1D">
            <w:pPr>
              <w:pStyle w:val="Titel"/>
            </w:pPr>
          </w:p>
        </w:tc>
      </w:tr>
      <w:tr w:rsidR="008C56C8" w:rsidRPr="00B71DDC" w:rsidTr="00FE1E46">
        <w:trPr>
          <w:jc w:val="center"/>
        </w:trPr>
        <w:tc>
          <w:tcPr>
            <w:tcW w:w="9180" w:type="dxa"/>
          </w:tcPr>
          <w:p w:rsidR="008C56C8" w:rsidRPr="00315E1D" w:rsidRDefault="008C56C8" w:rsidP="00315E1D">
            <w:pPr>
              <w:pStyle w:val="Titel"/>
            </w:pPr>
          </w:p>
        </w:tc>
      </w:tr>
      <w:tr w:rsidR="00FE1E46" w:rsidRPr="00B71DDC" w:rsidTr="00FE1E46">
        <w:trPr>
          <w:jc w:val="center"/>
        </w:trPr>
        <w:tc>
          <w:tcPr>
            <w:tcW w:w="9180" w:type="dxa"/>
          </w:tcPr>
          <w:p w:rsidR="00FE1E46" w:rsidRPr="00315E1D" w:rsidRDefault="00FE1E46" w:rsidP="00315E1D">
            <w:pPr>
              <w:pStyle w:val="Titel"/>
            </w:pPr>
          </w:p>
        </w:tc>
      </w:tr>
      <w:tr w:rsidR="00866A42" w:rsidRPr="00B71DDC" w:rsidTr="00FE1E46">
        <w:trPr>
          <w:jc w:val="center"/>
        </w:trPr>
        <w:tc>
          <w:tcPr>
            <w:tcW w:w="9180" w:type="dxa"/>
          </w:tcPr>
          <w:p w:rsidR="00866A42" w:rsidRPr="00315E1D" w:rsidRDefault="00866A42" w:rsidP="00315E1D">
            <w:pPr>
              <w:pStyle w:val="Titel"/>
            </w:pPr>
          </w:p>
        </w:tc>
      </w:tr>
      <w:tr w:rsidR="00FE1E46" w:rsidTr="00FE1E46">
        <w:trPr>
          <w:jc w:val="center"/>
        </w:trPr>
        <w:sdt>
          <w:sdtPr>
            <w:alias w:val="Unterlagen"/>
            <w:tag w:val="Unterlagen"/>
            <w:id w:val="95456693"/>
            <w:placeholder>
              <w:docPart w:val="E3701F4BF23544B9A163EC2E4E6468B8"/>
            </w:placeholder>
            <w:dropDownList>
              <w:listItem w:displayText="Unterlagen für die Schülerinnen und Schüler" w:value="Unterlagen für die Schülerinnen und Schüler"/>
              <w:listItem w:displayText="Unterlagen für die Lehrkraft" w:value="Unterlagen für die Lehrkraft"/>
            </w:dropDownList>
          </w:sdtPr>
          <w:sdtEndPr/>
          <w:sdtContent>
            <w:tc>
              <w:tcPr>
                <w:tcW w:w="9180" w:type="dxa"/>
              </w:tcPr>
              <w:p w:rsidR="00FE1E46" w:rsidRPr="008C56C8" w:rsidRDefault="00FE1E46" w:rsidP="000228FC">
                <w:pPr>
                  <w:pStyle w:val="TitelAdressat"/>
                  <w:rPr>
                    <w:u w:val="none"/>
                  </w:rPr>
                </w:pPr>
                <w:r w:rsidRPr="001F5F03">
                  <w:t>Unterlagen für die Schülerinnen und Schüler</w:t>
                </w:r>
              </w:p>
            </w:tc>
          </w:sdtContent>
        </w:sdt>
      </w:tr>
    </w:tbl>
    <w:p w:rsidR="001626AA" w:rsidRPr="00720BF3" w:rsidRDefault="001626AA" w:rsidP="00735C3F">
      <w:pPr>
        <w:spacing w:after="120"/>
        <w:rPr>
          <w:b/>
          <w:bCs/>
          <w:sz w:val="24"/>
        </w:rPr>
      </w:pPr>
      <w:r w:rsidRPr="00720BF3">
        <w:rPr>
          <w:b/>
          <w:bCs/>
          <w:sz w:val="24"/>
        </w:rPr>
        <w:br w:type="page"/>
      </w:r>
      <w:r w:rsidRPr="00720BF3">
        <w:rPr>
          <w:b/>
          <w:bCs/>
          <w:sz w:val="24"/>
        </w:rPr>
        <w:lastRenderedPageBreak/>
        <w:t>Aufgabe</w:t>
      </w:r>
    </w:p>
    <w:p w:rsidR="00902916" w:rsidRDefault="00902916" w:rsidP="00902916">
      <w:pPr>
        <w:spacing w:before="120" w:after="120"/>
        <w:rPr>
          <w:b/>
          <w:bCs/>
          <w:sz w:val="22"/>
          <w:szCs w:val="22"/>
        </w:rPr>
      </w:pPr>
      <w:r w:rsidRPr="00720BF3">
        <w:rPr>
          <w:b/>
          <w:bCs/>
          <w:sz w:val="22"/>
          <w:szCs w:val="22"/>
        </w:rPr>
        <w:t>Beschreibung der Ausgangssituation (ggf.)</w:t>
      </w:r>
    </w:p>
    <w:p w:rsidR="00492603" w:rsidRDefault="00492603" w:rsidP="00492603">
      <w:r>
        <w:t>(…)</w:t>
      </w:r>
    </w:p>
    <w:p w:rsidR="00492603" w:rsidRPr="00720BF3" w:rsidRDefault="00492603" w:rsidP="00492603"/>
    <w:tbl>
      <w:tblPr>
        <w:tblStyle w:val="Tabellenraster"/>
        <w:tblW w:w="4897" w:type="pct"/>
        <w:jc w:val="center"/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640"/>
        <w:gridCol w:w="7420"/>
        <w:gridCol w:w="958"/>
      </w:tblGrid>
      <w:tr w:rsidR="00902916" w:rsidRPr="003B035E" w:rsidTr="007D4010">
        <w:trPr>
          <w:trHeight w:val="422"/>
          <w:jc w:val="center"/>
        </w:trPr>
        <w:tc>
          <w:tcPr>
            <w:tcW w:w="631" w:type="dxa"/>
            <w:tcBorders>
              <w:top w:val="nil"/>
              <w:left w:val="nil"/>
            </w:tcBorders>
          </w:tcPr>
          <w:p w:rsidR="00902916" w:rsidRPr="003B035E" w:rsidRDefault="00902916" w:rsidP="000271FD">
            <w:pPr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7307" w:type="dxa"/>
          </w:tcPr>
          <w:p w:rsidR="00902916" w:rsidRPr="003B035E" w:rsidRDefault="00902916" w:rsidP="000271FD">
            <w:pPr>
              <w:spacing w:before="120" w:after="120"/>
              <w:rPr>
                <w:b/>
                <w:sz w:val="22"/>
                <w:szCs w:val="22"/>
              </w:rPr>
            </w:pPr>
            <w:r w:rsidRPr="003B035E">
              <w:rPr>
                <w:b/>
                <w:sz w:val="22"/>
                <w:szCs w:val="22"/>
              </w:rPr>
              <w:t>Aufgabenstellung</w:t>
            </w:r>
          </w:p>
        </w:tc>
        <w:tc>
          <w:tcPr>
            <w:tcW w:w="943" w:type="dxa"/>
          </w:tcPr>
          <w:p w:rsidR="00902916" w:rsidRPr="003B035E" w:rsidRDefault="00902916" w:rsidP="000271F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B035E">
              <w:rPr>
                <w:b/>
                <w:sz w:val="22"/>
                <w:szCs w:val="22"/>
              </w:rPr>
              <w:t>Punkte</w:t>
            </w:r>
          </w:p>
        </w:tc>
      </w:tr>
      <w:tr w:rsidR="00902916" w:rsidRPr="003B035E" w:rsidTr="007D4010">
        <w:trPr>
          <w:jc w:val="center"/>
        </w:trPr>
        <w:tc>
          <w:tcPr>
            <w:tcW w:w="631" w:type="dxa"/>
          </w:tcPr>
          <w:p w:rsidR="00902916" w:rsidRPr="003B035E" w:rsidRDefault="007610FB" w:rsidP="00CB08C7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07" w:type="dxa"/>
          </w:tcPr>
          <w:p w:rsidR="00902916" w:rsidRPr="003B035E" w:rsidRDefault="00D45F48" w:rsidP="000271FD">
            <w:pPr>
              <w:pStyle w:val="Schler-Aufgabenstellung"/>
              <w:rPr>
                <w:szCs w:val="22"/>
              </w:rPr>
            </w:pPr>
            <w:r>
              <w:rPr>
                <w:szCs w:val="22"/>
              </w:rPr>
              <w:t>Aufgabenstellung 1</w:t>
            </w:r>
          </w:p>
        </w:tc>
        <w:tc>
          <w:tcPr>
            <w:tcW w:w="943" w:type="dxa"/>
          </w:tcPr>
          <w:p w:rsidR="00902916" w:rsidRPr="00917544" w:rsidRDefault="00902916" w:rsidP="005C29E8">
            <w:pPr>
              <w:spacing w:before="120" w:after="120"/>
              <w:jc w:val="center"/>
              <w:rPr>
                <w:bCs/>
                <w:sz w:val="22"/>
              </w:rPr>
            </w:pPr>
          </w:p>
        </w:tc>
      </w:tr>
      <w:tr w:rsidR="00902916" w:rsidRPr="003B035E" w:rsidTr="007D4010">
        <w:trPr>
          <w:jc w:val="center"/>
        </w:trPr>
        <w:tc>
          <w:tcPr>
            <w:tcW w:w="631" w:type="dxa"/>
          </w:tcPr>
          <w:p w:rsidR="00902916" w:rsidRPr="003B035E" w:rsidRDefault="00D45F48" w:rsidP="00CB08C7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307" w:type="dxa"/>
          </w:tcPr>
          <w:p w:rsidR="00902916" w:rsidRPr="003B035E" w:rsidRDefault="00D45F48" w:rsidP="00D45F48">
            <w:pPr>
              <w:pStyle w:val="Schler-Aufgabenstellung"/>
              <w:rPr>
                <w:szCs w:val="22"/>
              </w:rPr>
            </w:pPr>
            <w:r>
              <w:rPr>
                <w:szCs w:val="22"/>
              </w:rPr>
              <w:t>Aufgabenstellung 2</w:t>
            </w:r>
          </w:p>
        </w:tc>
        <w:tc>
          <w:tcPr>
            <w:tcW w:w="943" w:type="dxa"/>
          </w:tcPr>
          <w:p w:rsidR="00902916" w:rsidRPr="00917544" w:rsidRDefault="00902916" w:rsidP="005C29E8">
            <w:pPr>
              <w:spacing w:before="120" w:after="120"/>
              <w:jc w:val="center"/>
              <w:rPr>
                <w:bCs/>
                <w:sz w:val="22"/>
              </w:rPr>
            </w:pPr>
          </w:p>
        </w:tc>
      </w:tr>
      <w:tr w:rsidR="00902916" w:rsidRPr="003B035E" w:rsidTr="007D4010">
        <w:trPr>
          <w:jc w:val="center"/>
        </w:trPr>
        <w:tc>
          <w:tcPr>
            <w:tcW w:w="631" w:type="dxa"/>
          </w:tcPr>
          <w:p w:rsidR="00902916" w:rsidRDefault="00902916" w:rsidP="000271FD">
            <w:pPr>
              <w:spacing w:before="120" w:after="120"/>
              <w:rPr>
                <w:b/>
                <w:sz w:val="22"/>
                <w:szCs w:val="22"/>
              </w:rPr>
            </w:pPr>
            <w:r w:rsidRPr="003B035E">
              <w:rPr>
                <w:b/>
                <w:sz w:val="22"/>
                <w:szCs w:val="22"/>
              </w:rPr>
              <w:t>(…)</w:t>
            </w:r>
          </w:p>
        </w:tc>
        <w:tc>
          <w:tcPr>
            <w:tcW w:w="7307" w:type="dxa"/>
          </w:tcPr>
          <w:p w:rsidR="00902916" w:rsidRPr="003B035E" w:rsidRDefault="00902916" w:rsidP="000271FD">
            <w:pPr>
              <w:pStyle w:val="Schler-Aufgabenstellung"/>
              <w:rPr>
                <w:szCs w:val="22"/>
              </w:rPr>
            </w:pPr>
            <w:r>
              <w:rPr>
                <w:szCs w:val="22"/>
              </w:rPr>
              <w:t>(…)</w:t>
            </w:r>
          </w:p>
        </w:tc>
        <w:tc>
          <w:tcPr>
            <w:tcW w:w="943" w:type="dxa"/>
          </w:tcPr>
          <w:p w:rsidR="00902916" w:rsidRPr="00917544" w:rsidRDefault="00902916" w:rsidP="005C29E8">
            <w:pPr>
              <w:spacing w:before="120" w:after="120"/>
              <w:jc w:val="center"/>
              <w:rPr>
                <w:bCs/>
                <w:sz w:val="22"/>
              </w:rPr>
            </w:pPr>
          </w:p>
        </w:tc>
      </w:tr>
    </w:tbl>
    <w:p w:rsidR="00902916" w:rsidRPr="00CE6039" w:rsidRDefault="00902916" w:rsidP="00735C3F">
      <w:pPr>
        <w:spacing w:before="240" w:after="120"/>
        <w:rPr>
          <w:b/>
          <w:bCs/>
          <w:sz w:val="22"/>
          <w:szCs w:val="24"/>
        </w:rPr>
      </w:pPr>
      <w:r w:rsidRPr="00CE6039">
        <w:rPr>
          <w:b/>
          <w:bCs/>
          <w:sz w:val="22"/>
          <w:szCs w:val="24"/>
        </w:rPr>
        <w:t>Material</w:t>
      </w:r>
      <w:r w:rsidR="002C0F5E">
        <w:rPr>
          <w:b/>
          <w:bCs/>
          <w:sz w:val="22"/>
          <w:szCs w:val="24"/>
        </w:rPr>
        <w:t xml:space="preserve"> zu Aufgabe</w:t>
      </w:r>
      <w:r w:rsidR="00CB08C7">
        <w:rPr>
          <w:b/>
          <w:bCs/>
          <w:sz w:val="22"/>
          <w:szCs w:val="24"/>
        </w:rPr>
        <w:t>n</w:t>
      </w:r>
      <w:r w:rsidR="002C0F5E">
        <w:rPr>
          <w:b/>
          <w:bCs/>
          <w:sz w:val="22"/>
          <w:szCs w:val="24"/>
        </w:rPr>
        <w:t xml:space="preserve"> 1</w:t>
      </w:r>
      <w:r w:rsidRPr="00CE6039">
        <w:rPr>
          <w:b/>
          <w:bCs/>
          <w:sz w:val="22"/>
          <w:szCs w:val="24"/>
        </w:rPr>
        <w:t xml:space="preserve"> (Text, Diagramme, Bilder etc.)</w:t>
      </w:r>
    </w:p>
    <w:p w:rsidR="00902916" w:rsidRDefault="00902916" w:rsidP="00902916">
      <w:pPr>
        <w:pStyle w:val="Schler-Text"/>
      </w:pPr>
      <w:r>
        <w:t>(…)</w:t>
      </w:r>
    </w:p>
    <w:p w:rsidR="00902916" w:rsidRPr="001E22C8" w:rsidRDefault="00902916" w:rsidP="00902916">
      <w:pPr>
        <w:spacing w:before="120" w:after="120"/>
        <w:rPr>
          <w:bCs/>
          <w:sz w:val="22"/>
        </w:rPr>
      </w:pPr>
    </w:p>
    <w:p w:rsidR="00281623" w:rsidRPr="00252D11" w:rsidRDefault="00281623" w:rsidP="00B720EB">
      <w:pPr>
        <w:spacing w:before="240" w:after="120"/>
        <w:rPr>
          <w:b/>
          <w:sz w:val="24"/>
          <w:szCs w:val="24"/>
        </w:rPr>
      </w:pPr>
      <w:r w:rsidRPr="00252D11">
        <w:rPr>
          <w:b/>
          <w:sz w:val="24"/>
          <w:szCs w:val="24"/>
        </w:rPr>
        <w:t>Materialgrundlage</w:t>
      </w:r>
    </w:p>
    <w:p w:rsidR="00305499" w:rsidRDefault="00305499" w:rsidP="009C4C06">
      <w:pPr>
        <w:pStyle w:val="Schler-Quelle"/>
      </w:pPr>
      <w:r w:rsidRPr="000C39AB">
        <w:t>(…)</w:t>
      </w:r>
    </w:p>
    <w:p w:rsidR="00281623" w:rsidRPr="00252D11" w:rsidRDefault="00281623" w:rsidP="00B720EB">
      <w:pPr>
        <w:spacing w:before="240" w:after="120"/>
        <w:rPr>
          <w:b/>
          <w:sz w:val="24"/>
          <w:szCs w:val="24"/>
        </w:rPr>
      </w:pPr>
      <w:r w:rsidRPr="00252D11">
        <w:rPr>
          <w:b/>
          <w:sz w:val="24"/>
          <w:szCs w:val="24"/>
        </w:rPr>
        <w:t>Zugelassene Hilfsmittel</w:t>
      </w:r>
    </w:p>
    <w:p w:rsidR="000E31DA" w:rsidRPr="0033350E" w:rsidRDefault="00F94BC5" w:rsidP="000E31DA">
      <w:pPr>
        <w:pStyle w:val="Lehrer-Aufzaehlung"/>
      </w:pPr>
      <w:r>
        <w:t>(…)</w:t>
      </w:r>
    </w:p>
    <w:p w:rsidR="00F94BC5" w:rsidRPr="0033350E" w:rsidRDefault="00F94BC5" w:rsidP="00F94BC5">
      <w:pPr>
        <w:pStyle w:val="Lehrer-Aufzaehlung"/>
      </w:pPr>
      <w:r>
        <w:t>(…)</w:t>
      </w:r>
    </w:p>
    <w:p w:rsidR="00F94BC5" w:rsidRPr="0033350E" w:rsidRDefault="00F94BC5" w:rsidP="00F94BC5">
      <w:pPr>
        <w:pStyle w:val="Lehrer-Aufzaehlung"/>
      </w:pPr>
      <w:r>
        <w:t>(…)</w:t>
      </w:r>
    </w:p>
    <w:p w:rsidR="00F94BC5" w:rsidRPr="0033350E" w:rsidRDefault="00F94BC5" w:rsidP="00F94BC5">
      <w:pPr>
        <w:pStyle w:val="Lehrer-Aufzaehlung"/>
      </w:pPr>
      <w:r>
        <w:t>(…)</w:t>
      </w:r>
    </w:p>
    <w:p w:rsidR="00F94BC5" w:rsidRPr="0033350E" w:rsidRDefault="00F94BC5" w:rsidP="00F94BC5">
      <w:pPr>
        <w:pStyle w:val="Lehrer-Aufzaehlung"/>
      </w:pPr>
      <w:r>
        <w:t>(…)</w:t>
      </w:r>
    </w:p>
    <w:p w:rsidR="000E31DA" w:rsidRPr="0033350E" w:rsidRDefault="00F94BC5" w:rsidP="00F94BC5">
      <w:pPr>
        <w:pStyle w:val="Lehrer-Aufzaehlung"/>
      </w:pPr>
      <w:r>
        <w:t>(…)</w:t>
      </w:r>
    </w:p>
    <w:p w:rsidR="00305499" w:rsidRPr="00F94BC5" w:rsidRDefault="00710C13" w:rsidP="009C4C06">
      <w:pPr>
        <w:pStyle w:val="Schler-Aufzhlung"/>
      </w:pPr>
      <w:r w:rsidRPr="00F94BC5">
        <w:t>Wörterbuch der deutschen Rechtschreibung</w:t>
      </w:r>
    </w:p>
    <w:p w:rsidR="00281623" w:rsidRPr="00252D11" w:rsidRDefault="00281623" w:rsidP="00B720EB">
      <w:pPr>
        <w:keepLines/>
        <w:spacing w:before="240" w:after="120"/>
        <w:rPr>
          <w:b/>
          <w:sz w:val="24"/>
          <w:szCs w:val="24"/>
        </w:rPr>
      </w:pPr>
      <w:r w:rsidRPr="00252D11">
        <w:rPr>
          <w:b/>
          <w:sz w:val="24"/>
          <w:szCs w:val="24"/>
        </w:rPr>
        <w:t>Punktevergabe und Arbeitszeit</w:t>
      </w:r>
    </w:p>
    <w:tbl>
      <w:tblPr>
        <w:tblStyle w:val="Tabellenraster"/>
        <w:tblW w:w="7994" w:type="dxa"/>
        <w:tblInd w:w="113" w:type="dxa"/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4620"/>
        <w:gridCol w:w="1687"/>
        <w:gridCol w:w="1687"/>
      </w:tblGrid>
      <w:tr w:rsidR="003C4C95" w:rsidRPr="00002B2E" w:rsidTr="003C4C95">
        <w:tc>
          <w:tcPr>
            <w:tcW w:w="4620" w:type="dxa"/>
          </w:tcPr>
          <w:p w:rsidR="003C4C95" w:rsidRPr="00002B2E" w:rsidRDefault="003C4C95" w:rsidP="00F94BC5">
            <w:pPr>
              <w:pStyle w:val="Schler-Aufgabenstellung"/>
            </w:pPr>
            <w:r>
              <w:t>Inhaltliche Leistung</w:t>
            </w:r>
          </w:p>
        </w:tc>
        <w:tc>
          <w:tcPr>
            <w:tcW w:w="1687" w:type="dxa"/>
          </w:tcPr>
          <w:p w:rsidR="003C4C95" w:rsidRPr="00002B2E" w:rsidRDefault="003C4C95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  <w:r w:rsidRPr="00002B2E">
              <w:rPr>
                <w:rFonts w:cs="Arial"/>
                <w:sz w:val="22"/>
                <w:szCs w:val="22"/>
              </w:rPr>
              <w:t xml:space="preserve"> Punkte</w:t>
            </w:r>
          </w:p>
        </w:tc>
        <w:tc>
          <w:tcPr>
            <w:tcW w:w="1687" w:type="dxa"/>
          </w:tcPr>
          <w:p w:rsidR="003C4C95" w:rsidRDefault="00500EA2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  <w:r w:rsidR="003C4C95">
              <w:rPr>
                <w:rFonts w:cs="Arial"/>
                <w:sz w:val="22"/>
                <w:szCs w:val="22"/>
              </w:rPr>
              <w:t xml:space="preserve"> Punkte</w:t>
            </w:r>
          </w:p>
        </w:tc>
      </w:tr>
      <w:tr w:rsidR="003C4C95" w:rsidRPr="00002B2E" w:rsidTr="003C4C95">
        <w:tc>
          <w:tcPr>
            <w:tcW w:w="4620" w:type="dxa"/>
          </w:tcPr>
          <w:p w:rsidR="003C4C95" w:rsidRPr="00F94BC5" w:rsidRDefault="003C4C95" w:rsidP="00F94BC5">
            <w:pPr>
              <w:pStyle w:val="Schler-Aufgabenstellung"/>
              <w:rPr>
                <w:i/>
              </w:rPr>
            </w:pPr>
            <w:r>
              <w:rPr>
                <w:i/>
              </w:rPr>
              <w:t>davon bildnerische Gestaltung</w:t>
            </w:r>
          </w:p>
        </w:tc>
        <w:tc>
          <w:tcPr>
            <w:tcW w:w="1687" w:type="dxa"/>
          </w:tcPr>
          <w:p w:rsidR="003C4C95" w:rsidRPr="00F94BC5" w:rsidRDefault="00500EA2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xx</w:t>
            </w:r>
            <w:r w:rsidR="003C4C95">
              <w:rPr>
                <w:rFonts w:cs="Arial"/>
                <w:i/>
                <w:sz w:val="22"/>
                <w:szCs w:val="22"/>
              </w:rPr>
              <w:t xml:space="preserve"> Punkte</w:t>
            </w:r>
          </w:p>
        </w:tc>
        <w:tc>
          <w:tcPr>
            <w:tcW w:w="1687" w:type="dxa"/>
          </w:tcPr>
          <w:p w:rsidR="003C4C95" w:rsidRDefault="003C4C95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3C4C95" w:rsidRPr="00002B2E" w:rsidTr="003C4C95">
        <w:tc>
          <w:tcPr>
            <w:tcW w:w="4620" w:type="dxa"/>
          </w:tcPr>
          <w:p w:rsidR="003C4C95" w:rsidRPr="00F94BC5" w:rsidRDefault="003C4C95" w:rsidP="00F94BC5">
            <w:pPr>
              <w:pStyle w:val="Schler-Aufgabenstellung"/>
              <w:rPr>
                <w:i/>
              </w:rPr>
            </w:pPr>
            <w:r>
              <w:rPr>
                <w:i/>
              </w:rPr>
              <w:t>davon schriftliche Erläuterung</w:t>
            </w:r>
          </w:p>
        </w:tc>
        <w:tc>
          <w:tcPr>
            <w:tcW w:w="1687" w:type="dxa"/>
          </w:tcPr>
          <w:p w:rsidR="003C4C95" w:rsidRPr="00F94BC5" w:rsidRDefault="00500EA2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xx</w:t>
            </w:r>
            <w:r w:rsidR="003C4C95">
              <w:rPr>
                <w:rFonts w:cs="Arial"/>
                <w:i/>
                <w:sz w:val="22"/>
                <w:szCs w:val="22"/>
              </w:rPr>
              <w:t xml:space="preserve"> Punkte</w:t>
            </w:r>
          </w:p>
        </w:tc>
        <w:tc>
          <w:tcPr>
            <w:tcW w:w="1687" w:type="dxa"/>
          </w:tcPr>
          <w:p w:rsidR="003C4C95" w:rsidRDefault="003C4C95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3C4C95" w:rsidRPr="00002B2E" w:rsidTr="003C4C95">
        <w:tc>
          <w:tcPr>
            <w:tcW w:w="4620" w:type="dxa"/>
          </w:tcPr>
          <w:p w:rsidR="003C4C95" w:rsidRPr="00002B2E" w:rsidRDefault="003C4C95" w:rsidP="00F94BC5">
            <w:pPr>
              <w:pStyle w:val="Schler-Aufgabenstellung"/>
            </w:pPr>
            <w:r w:rsidRPr="00002B2E">
              <w:t>Darstellungsleistung</w:t>
            </w:r>
          </w:p>
        </w:tc>
        <w:tc>
          <w:tcPr>
            <w:tcW w:w="1687" w:type="dxa"/>
          </w:tcPr>
          <w:p w:rsidR="003C4C95" w:rsidRPr="00002B2E" w:rsidRDefault="003C4C95" w:rsidP="00F94BC5">
            <w:pPr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3C4C95" w:rsidRDefault="00500EA2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  <w:r w:rsidR="003C4C95" w:rsidRPr="00002B2E">
              <w:rPr>
                <w:rFonts w:cs="Arial"/>
                <w:sz w:val="22"/>
                <w:szCs w:val="22"/>
              </w:rPr>
              <w:t xml:space="preserve"> Punkte</w:t>
            </w:r>
          </w:p>
        </w:tc>
      </w:tr>
      <w:tr w:rsidR="003C4C95" w:rsidRPr="00002B2E" w:rsidTr="003C4C95">
        <w:tc>
          <w:tcPr>
            <w:tcW w:w="4620" w:type="dxa"/>
            <w:tcBorders>
              <w:bottom w:val="single" w:sz="4" w:space="0" w:color="auto"/>
            </w:tcBorders>
          </w:tcPr>
          <w:p w:rsidR="003C4C95" w:rsidRPr="00002B2E" w:rsidRDefault="003C4C95" w:rsidP="00F94BC5">
            <w:pPr>
              <w:pStyle w:val="Schler-Aufgabenstellung"/>
            </w:pPr>
            <w:r w:rsidRPr="00002B2E">
              <w:t>Gesamtpunktzahl</w:t>
            </w: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3C4C95" w:rsidRPr="00002B2E" w:rsidRDefault="003C4C95" w:rsidP="00F94BC5">
            <w:pPr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:rsidR="003C4C95" w:rsidRDefault="00500EA2" w:rsidP="00F94BC5">
            <w:pPr>
              <w:keepLines/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  <w:r w:rsidR="003C4C95" w:rsidRPr="00002B2E">
              <w:rPr>
                <w:rFonts w:cs="Arial"/>
                <w:sz w:val="22"/>
                <w:szCs w:val="22"/>
              </w:rPr>
              <w:t xml:space="preserve"> Punkte</w:t>
            </w:r>
          </w:p>
        </w:tc>
      </w:tr>
      <w:tr w:rsidR="003C4C95" w:rsidRPr="00002B2E" w:rsidTr="003C4C95">
        <w:trPr>
          <w:trHeight w:hRule="exact" w:val="170"/>
        </w:trPr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C95" w:rsidRPr="00002B2E" w:rsidRDefault="003C4C95" w:rsidP="00F94BC5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C95" w:rsidRPr="00002B2E" w:rsidRDefault="003C4C95" w:rsidP="00F94BC5">
            <w:pPr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4C95" w:rsidRDefault="003C4C95" w:rsidP="00F94BC5">
            <w:pPr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 Punkte</w:t>
            </w:r>
          </w:p>
        </w:tc>
      </w:tr>
      <w:tr w:rsidR="003C4C95" w:rsidRPr="00002B2E" w:rsidTr="001E22C8"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3C4C95" w:rsidRPr="00002B2E" w:rsidRDefault="003C4C95" w:rsidP="00F94BC5">
            <w:pPr>
              <w:pStyle w:val="Schler-Aufgabenstellung"/>
            </w:pPr>
            <w:r w:rsidRPr="00002B2E">
              <w:t>Bearbeitungszeit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4C95" w:rsidRDefault="00500EA2" w:rsidP="00F94BC5">
            <w:pPr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xx</w:t>
            </w:r>
            <w:r w:rsidR="003C4C95">
              <w:rPr>
                <w:rFonts w:cs="Arial"/>
                <w:sz w:val="22"/>
                <w:szCs w:val="22"/>
              </w:rPr>
              <w:t xml:space="preserve"> Minuten</w:t>
            </w:r>
          </w:p>
        </w:tc>
      </w:tr>
      <w:tr w:rsidR="003C4C95" w:rsidRPr="00002B2E" w:rsidTr="001E22C8">
        <w:tc>
          <w:tcPr>
            <w:tcW w:w="4620" w:type="dxa"/>
            <w:tcBorders>
              <w:top w:val="single" w:sz="4" w:space="0" w:color="auto"/>
              <w:bottom w:val="single" w:sz="4" w:space="0" w:color="auto"/>
            </w:tcBorders>
          </w:tcPr>
          <w:p w:rsidR="003C4C95" w:rsidRPr="00002B2E" w:rsidRDefault="003C4C95" w:rsidP="00F94BC5">
            <w:pPr>
              <w:pStyle w:val="Schler-Aufgabenstellung"/>
            </w:pPr>
            <w:r>
              <w:t>Zusätzliche Auswahlzeit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4C95" w:rsidRPr="00002B2E" w:rsidRDefault="003C4C95" w:rsidP="00F94BC5">
            <w:pPr>
              <w:suppressAutoHyphens/>
              <w:spacing w:before="120" w:after="12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30 Minuten</w:t>
            </w:r>
          </w:p>
        </w:tc>
      </w:tr>
    </w:tbl>
    <w:p w:rsidR="00B324B2" w:rsidRDefault="00B324B2" w:rsidP="001626AA"/>
    <w:tbl>
      <w:tblPr>
        <w:tblW w:w="918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180"/>
      </w:tblGrid>
      <w:tr w:rsidR="00262E12" w:rsidRPr="00C4613B" w:rsidTr="00E740AF">
        <w:trPr>
          <w:jc w:val="center"/>
        </w:trPr>
        <w:tc>
          <w:tcPr>
            <w:tcW w:w="9180" w:type="dxa"/>
          </w:tcPr>
          <w:p w:rsidR="00262E12" w:rsidRPr="00C4613B" w:rsidRDefault="00262E12" w:rsidP="00E740AF">
            <w:pPr>
              <w:pStyle w:val="Titel"/>
              <w:spacing w:before="720"/>
            </w:pPr>
          </w:p>
        </w:tc>
      </w:tr>
      <w:tr w:rsidR="00AB492D" w:rsidRPr="00C4613B" w:rsidTr="00E740AF">
        <w:trPr>
          <w:jc w:val="center"/>
        </w:trPr>
        <w:tc>
          <w:tcPr>
            <w:tcW w:w="9180" w:type="dxa"/>
          </w:tcPr>
          <w:p w:rsidR="00AB492D" w:rsidRDefault="00AB492D" w:rsidP="00AB492D">
            <w:pPr>
              <w:pStyle w:val="Titel"/>
            </w:pPr>
            <w:r>
              <w:t>Dez</w:t>
            </w:r>
            <w:r w:rsidRPr="008B1AF6">
              <w:t>entrale</w:t>
            </w:r>
            <w:r w:rsidR="00500EA2">
              <w:t>r</w:t>
            </w:r>
            <w:r w:rsidRPr="00C4613B">
              <w:t xml:space="preserve"> Abiturprüfung</w:t>
            </w:r>
            <w:r>
              <w:t>svorschlag</w:t>
            </w:r>
          </w:p>
        </w:tc>
      </w:tr>
      <w:tr w:rsidR="00AB492D" w:rsidRPr="00C4613B" w:rsidTr="00E740AF">
        <w:trPr>
          <w:jc w:val="center"/>
        </w:trPr>
        <w:tc>
          <w:tcPr>
            <w:tcW w:w="9180" w:type="dxa"/>
          </w:tcPr>
          <w:p w:rsidR="00AB492D" w:rsidRPr="00C4613B" w:rsidRDefault="000D0D87" w:rsidP="00AB492D">
            <w:pPr>
              <w:pStyle w:val="Titel"/>
            </w:pPr>
            <w:sdt>
              <w:sdtPr>
                <w:alias w:val="Terminart"/>
                <w:tag w:val="Terminart"/>
                <w:id w:val="401027852"/>
                <w:placeholder>
                  <w:docPart w:val="DF36E8D96FCD47A6B544F2AC361590FB"/>
                </w:placeholder>
                <w:dataBinding w:xpath="/root[1]/Terminart[1]" w:storeItemID="{16AC4607-2EAE-45DC-B4A5-8FF283205D92}"/>
                <w:comboBox w:lastValue="V1">
                  <w:listItem w:displayText="Vorschlag 1" w:value="V1"/>
                  <w:listItem w:displayText="Vorschlag 2" w:value="V2"/>
                  <w:listItem w:displayText="Vorschlag 3" w:value="V3"/>
                  <w:listItem w:displayText="Haupttermin" w:value="HT"/>
                  <w:listItem w:displayText="Nachschreibtermin" w:value="NST"/>
                  <w:listItem w:displayText="Reservetermin" w:value="RST"/>
                </w:comboBox>
              </w:sdtPr>
              <w:sdtEndPr/>
              <w:sdtContent>
                <w:r>
                  <w:t>Vorschlag 1</w:t>
                </w:r>
              </w:sdtContent>
            </w:sdt>
          </w:p>
        </w:tc>
      </w:tr>
      <w:tr w:rsidR="00160DFA" w:rsidRPr="00C4613B" w:rsidTr="00092052">
        <w:trPr>
          <w:trHeight w:val="582"/>
          <w:jc w:val="center"/>
        </w:trPr>
        <w:tc>
          <w:tcPr>
            <w:tcW w:w="9180" w:type="dxa"/>
          </w:tcPr>
          <w:p w:rsidR="00160DFA" w:rsidRPr="00C4613B" w:rsidRDefault="000D0D87" w:rsidP="00160DFA">
            <w:pPr>
              <w:pStyle w:val="Titel"/>
              <w:tabs>
                <w:tab w:val="left" w:pos="0"/>
                <w:tab w:val="center" w:pos="4536"/>
              </w:tabs>
              <w:spacing w:before="120"/>
            </w:pPr>
            <w:sdt>
              <w:sdtPr>
                <w:alias w:val="Termin"/>
                <w:tag w:val="Termin"/>
                <w:id w:val="-38292688"/>
                <w:placeholder>
                  <w:docPart w:val="0579A9CF4C7B4801948AF6B7A87410AD"/>
                </w:placeholder>
                <w:dataBinding w:xpath="/root[1]/Termin[1]" w:storeItemID="{16AC4607-2EAE-45DC-B4A5-8FF283205D92}"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160DFA">
                  <w:t>Termin</w:t>
                </w:r>
              </w:sdtContent>
            </w:sdt>
          </w:p>
        </w:tc>
      </w:tr>
      <w:tr w:rsidR="00AB492D" w:rsidRPr="00C4613B" w:rsidTr="00E740AF">
        <w:trPr>
          <w:jc w:val="center"/>
        </w:trPr>
        <w:tc>
          <w:tcPr>
            <w:tcW w:w="9180" w:type="dxa"/>
          </w:tcPr>
          <w:p w:rsidR="00AB492D" w:rsidRPr="00C4613B" w:rsidRDefault="00AB492D" w:rsidP="00854F2A">
            <w:pPr>
              <w:pStyle w:val="Titel"/>
              <w:tabs>
                <w:tab w:val="left" w:pos="0"/>
                <w:tab w:val="center" w:pos="4536"/>
              </w:tabs>
            </w:pPr>
          </w:p>
        </w:tc>
      </w:tr>
      <w:tr w:rsidR="00262E12" w:rsidTr="00E740AF">
        <w:trPr>
          <w:jc w:val="center"/>
        </w:trPr>
        <w:tc>
          <w:tcPr>
            <w:tcW w:w="9180" w:type="dxa"/>
          </w:tcPr>
          <w:p w:rsidR="00262E12" w:rsidRDefault="00262E12" w:rsidP="00E740AF">
            <w:pPr>
              <w:pStyle w:val="Titel"/>
            </w:pPr>
          </w:p>
        </w:tc>
      </w:tr>
      <w:tr w:rsidR="00262E12" w:rsidTr="00E740AF">
        <w:trPr>
          <w:jc w:val="center"/>
        </w:trPr>
        <w:tc>
          <w:tcPr>
            <w:tcW w:w="9180" w:type="dxa"/>
          </w:tcPr>
          <w:p w:rsidR="00262E12" w:rsidRDefault="00262E12" w:rsidP="00E740AF">
            <w:pPr>
              <w:pStyle w:val="Titel"/>
            </w:pPr>
          </w:p>
        </w:tc>
      </w:tr>
      <w:tr w:rsidR="00262E12" w:rsidTr="00E740AF">
        <w:trPr>
          <w:jc w:val="center"/>
        </w:trPr>
        <w:tc>
          <w:tcPr>
            <w:tcW w:w="9180" w:type="dxa"/>
          </w:tcPr>
          <w:p w:rsidR="00262E12" w:rsidRDefault="00262E12" w:rsidP="00E740AF">
            <w:pPr>
              <w:pStyle w:val="Titel"/>
            </w:pPr>
          </w:p>
        </w:tc>
      </w:tr>
      <w:tr w:rsidR="00262E12" w:rsidTr="00E740AF">
        <w:trPr>
          <w:jc w:val="center"/>
        </w:trPr>
        <w:sdt>
          <w:sdtPr>
            <w:alias w:val="Kursart"/>
            <w:tag w:val="Kursart"/>
            <w:id w:val="-1847009580"/>
            <w:placeholder>
              <w:docPart w:val="5E35F75D3274443895E1CD78D92A5417"/>
            </w:placeholder>
            <w:dataBinding w:xpath="/root[1]/Kursart[1]" w:storeItemID="{16AC4607-2EAE-45DC-B4A5-8FF283205D92}"/>
            <w:dropDownList w:lastValue="Grundkursfach">
              <w:listItem w:displayText="Grundkursfach" w:value="Grundkursfach"/>
              <w:listItem w:displayText="Profil bildendes Leistungskursfach" w:value="Profil bildendes Leistungskursfach"/>
              <w:listItem w:displayText="Weiteres Leistungskursfach" w:value="Weiteres Leistungskursfach"/>
              <w:listItem w:displayText="Profil bildendes/Weiteres Leistungskursfach" w:value="Profil bildendes/Weiteres Leistungskursfach"/>
            </w:dropDownList>
          </w:sdtPr>
          <w:sdtEndPr/>
          <w:sdtContent>
            <w:tc>
              <w:tcPr>
                <w:tcW w:w="9180" w:type="dxa"/>
              </w:tcPr>
              <w:p w:rsidR="00262E12" w:rsidRDefault="000E31DA" w:rsidP="00E740AF">
                <w:pPr>
                  <w:pStyle w:val="Titel"/>
                </w:pPr>
                <w:r>
                  <w:t>Grundkursfach</w:t>
                </w:r>
              </w:p>
            </w:tc>
          </w:sdtContent>
        </w:sdt>
      </w:tr>
      <w:tr w:rsidR="00262E12" w:rsidTr="00E740AF">
        <w:trPr>
          <w:jc w:val="center"/>
        </w:trPr>
        <w:tc>
          <w:tcPr>
            <w:tcW w:w="9180" w:type="dxa"/>
          </w:tcPr>
          <w:p w:rsidR="00262E12" w:rsidRDefault="00500EA2" w:rsidP="00315E1D">
            <w:pPr>
              <w:pStyle w:val="Titel"/>
            </w:pPr>
            <w:r>
              <w:t>Kunst</w:t>
            </w:r>
          </w:p>
          <w:p w:rsidR="00500EA2" w:rsidRPr="00500EA2" w:rsidRDefault="00500EA2" w:rsidP="00500EA2"/>
        </w:tc>
      </w:tr>
      <w:tr w:rsidR="00262E12" w:rsidRPr="00C4613B" w:rsidTr="00E740AF">
        <w:trPr>
          <w:jc w:val="center"/>
        </w:trPr>
        <w:tc>
          <w:tcPr>
            <w:tcW w:w="9180" w:type="dxa"/>
          </w:tcPr>
          <w:p w:rsidR="00262E12" w:rsidRPr="00C4613B" w:rsidRDefault="00262E12" w:rsidP="00E740AF">
            <w:pPr>
              <w:pStyle w:val="TitelFachbereich"/>
            </w:pPr>
            <w:r>
              <w:t xml:space="preserve">Fachbereich </w:t>
            </w:r>
            <w:sdt>
              <w:sdtPr>
                <w:alias w:val="Fachbereich"/>
                <w:tag w:val="Fachbereich"/>
                <w:id w:val="507801540"/>
                <w:placeholder>
                  <w:docPart w:val="C590EA66FAEC4660B4FD174763BF484B"/>
                </w:placeholder>
                <w:dataBinding w:xpath="/root[1]/Fachbereich[1]" w:storeItemID="{16AC4607-2EAE-45DC-B4A5-8FF283205D92}"/>
                <w:dropDownList w:lastValue="Gestaltung">
                  <w:listItem w:displayText="Ernährung" w:value="Ernährung"/>
                  <w:listItem w:displayText="Gestaltung" w:value="Gestaltung"/>
                  <w:listItem w:displayText="Gesundheit und Soziales" w:value="Gesundheit und Soziales"/>
                  <w:listItem w:displayText="Informatik" w:value="Informatik"/>
                  <w:listItem w:displayText="Technik" w:value="Technik"/>
                  <w:listItem w:displayText="Wirtschaft und Verwaltung" w:value="Wirtschaft und Verwaltung"/>
                </w:dropDownList>
              </w:sdtPr>
              <w:sdtEndPr/>
              <w:sdtContent>
                <w:r w:rsidR="000E31DA">
                  <w:t>Gestaltung</w:t>
                </w:r>
              </w:sdtContent>
            </w:sdt>
          </w:p>
        </w:tc>
      </w:tr>
      <w:tr w:rsidR="00262E12" w:rsidRPr="00B71DDC" w:rsidTr="00E740AF">
        <w:trPr>
          <w:jc w:val="center"/>
        </w:trPr>
        <w:tc>
          <w:tcPr>
            <w:tcW w:w="9180" w:type="dxa"/>
          </w:tcPr>
          <w:p w:rsidR="00262E12" w:rsidRPr="00B71DDC" w:rsidRDefault="00262E12" w:rsidP="00315E1D">
            <w:pPr>
              <w:pStyle w:val="Titel"/>
              <w:rPr>
                <w:sz w:val="28"/>
                <w:szCs w:val="28"/>
              </w:rPr>
            </w:pPr>
          </w:p>
        </w:tc>
      </w:tr>
      <w:tr w:rsidR="00262E12" w:rsidRPr="00B71DDC" w:rsidTr="00E740AF">
        <w:trPr>
          <w:jc w:val="center"/>
        </w:trPr>
        <w:tc>
          <w:tcPr>
            <w:tcW w:w="9180" w:type="dxa"/>
          </w:tcPr>
          <w:p w:rsidR="00262E12" w:rsidRPr="00B71DDC" w:rsidRDefault="00262E12" w:rsidP="00315E1D">
            <w:pPr>
              <w:pStyle w:val="Titel"/>
              <w:rPr>
                <w:sz w:val="28"/>
                <w:szCs w:val="28"/>
              </w:rPr>
            </w:pPr>
          </w:p>
        </w:tc>
      </w:tr>
      <w:tr w:rsidR="00262E12" w:rsidRPr="00B71DDC" w:rsidTr="00E740AF">
        <w:trPr>
          <w:jc w:val="center"/>
        </w:trPr>
        <w:tc>
          <w:tcPr>
            <w:tcW w:w="9180" w:type="dxa"/>
          </w:tcPr>
          <w:p w:rsidR="00262E12" w:rsidRPr="00B71DDC" w:rsidRDefault="00262E12" w:rsidP="00E740AF">
            <w:pPr>
              <w:pStyle w:val="Titelzeile3"/>
              <w:rPr>
                <w:sz w:val="28"/>
                <w:szCs w:val="28"/>
              </w:rPr>
            </w:pPr>
          </w:p>
        </w:tc>
      </w:tr>
      <w:tr w:rsidR="00262E12" w:rsidRPr="00B71DDC" w:rsidTr="00E740AF">
        <w:trPr>
          <w:jc w:val="center"/>
        </w:trPr>
        <w:tc>
          <w:tcPr>
            <w:tcW w:w="9180" w:type="dxa"/>
          </w:tcPr>
          <w:p w:rsidR="00262E12" w:rsidRPr="00B71DDC" w:rsidRDefault="00262E12" w:rsidP="00E740AF">
            <w:pPr>
              <w:pStyle w:val="Titelzeile3"/>
              <w:rPr>
                <w:sz w:val="28"/>
                <w:szCs w:val="28"/>
              </w:rPr>
            </w:pPr>
          </w:p>
        </w:tc>
      </w:tr>
      <w:tr w:rsidR="00262E12" w:rsidTr="00E740AF">
        <w:trPr>
          <w:jc w:val="center"/>
        </w:trPr>
        <w:sdt>
          <w:sdtPr>
            <w:alias w:val="Unterlagen"/>
            <w:tag w:val="Unterlagen"/>
            <w:id w:val="42951497"/>
            <w:placeholder>
              <w:docPart w:val="CC647101C0674F71B2A50B061317C615"/>
            </w:placeholder>
            <w:dropDownList>
              <w:listItem w:displayText="Unterlagen für die Schülerinnen und Schüler" w:value="Unterlagen für die Schülerinnen und Schüler"/>
              <w:listItem w:displayText="Unterlagen für die Lehrkraft" w:value="Unterlagen für die Lehrkraft"/>
            </w:dropDownList>
          </w:sdtPr>
          <w:sdtEndPr/>
          <w:sdtContent>
            <w:tc>
              <w:tcPr>
                <w:tcW w:w="9180" w:type="dxa"/>
              </w:tcPr>
              <w:p w:rsidR="00262E12" w:rsidRPr="008C56C8" w:rsidRDefault="00262E12" w:rsidP="00E740AF">
                <w:pPr>
                  <w:pStyle w:val="TitelAdressat"/>
                  <w:rPr>
                    <w:u w:val="none"/>
                  </w:rPr>
                </w:pPr>
                <w:r w:rsidRPr="001F5F03">
                  <w:t>Unterlagen für die Lehrkraft</w:t>
                </w:r>
              </w:p>
            </w:tc>
          </w:sdtContent>
        </w:sdt>
      </w:tr>
    </w:tbl>
    <w:p w:rsidR="00281623" w:rsidRDefault="00281623" w:rsidP="00262E12"/>
    <w:p w:rsidR="005E006C" w:rsidRDefault="005E006C" w:rsidP="0082126F">
      <w:pPr>
        <w:pStyle w:val="berschrift1"/>
        <w:pageBreakBefore/>
        <w:numPr>
          <w:ilvl w:val="0"/>
          <w:numId w:val="1"/>
        </w:numPr>
        <w:spacing w:after="240"/>
        <w:ind w:left="703" w:hanging="703"/>
        <w:rPr>
          <w:szCs w:val="24"/>
        </w:rPr>
      </w:pPr>
      <w:r w:rsidRPr="006907FB">
        <w:rPr>
          <w:szCs w:val="24"/>
        </w:rPr>
        <w:lastRenderedPageBreak/>
        <w:t xml:space="preserve">Aufgabenstellung </w:t>
      </w:r>
      <w:r w:rsidRPr="006907FB">
        <w:rPr>
          <w:b w:val="0"/>
          <w:sz w:val="20"/>
          <w:szCs w:val="20"/>
        </w:rPr>
        <w:t>(vgl. Unterlagen für die Schülerinnen und Schüler)</w:t>
      </w:r>
    </w:p>
    <w:p w:rsidR="005E006C" w:rsidRDefault="005E006C" w:rsidP="00F00946">
      <w:pPr>
        <w:pStyle w:val="berschrift1"/>
        <w:numPr>
          <w:ilvl w:val="0"/>
          <w:numId w:val="1"/>
        </w:numPr>
        <w:spacing w:before="240" w:after="240"/>
        <w:ind w:left="703" w:hanging="703"/>
        <w:rPr>
          <w:szCs w:val="24"/>
        </w:rPr>
      </w:pPr>
      <w:r w:rsidRPr="006907FB">
        <w:rPr>
          <w:szCs w:val="24"/>
        </w:rPr>
        <w:t xml:space="preserve">Materialgrundlage </w:t>
      </w:r>
      <w:r w:rsidRPr="006907FB">
        <w:rPr>
          <w:b w:val="0"/>
          <w:sz w:val="20"/>
          <w:szCs w:val="20"/>
        </w:rPr>
        <w:t>(vgl. Unterlagen für die Schülerinnen und Schüler)</w:t>
      </w:r>
    </w:p>
    <w:p w:rsidR="005E006C" w:rsidRDefault="005E006C" w:rsidP="00F00946">
      <w:pPr>
        <w:pStyle w:val="berschrift1"/>
        <w:numPr>
          <w:ilvl w:val="0"/>
          <w:numId w:val="1"/>
        </w:numPr>
        <w:spacing w:before="240" w:after="240"/>
        <w:ind w:left="703" w:hanging="703"/>
        <w:rPr>
          <w:szCs w:val="24"/>
        </w:rPr>
      </w:pPr>
      <w:r w:rsidRPr="006907FB">
        <w:rPr>
          <w:szCs w:val="24"/>
        </w:rPr>
        <w:t xml:space="preserve">Zugelassene Hilfsmittel </w:t>
      </w:r>
      <w:r w:rsidRPr="006907FB">
        <w:rPr>
          <w:b w:val="0"/>
          <w:sz w:val="20"/>
          <w:szCs w:val="20"/>
        </w:rPr>
        <w:t>(vgl. Unterlagen für die Schülerinnen und Schüler)</w:t>
      </w:r>
    </w:p>
    <w:p w:rsidR="001626AA" w:rsidRPr="006907FB" w:rsidRDefault="00281623" w:rsidP="00F00946">
      <w:pPr>
        <w:pStyle w:val="berschrift1"/>
        <w:numPr>
          <w:ilvl w:val="0"/>
          <w:numId w:val="1"/>
        </w:numPr>
        <w:spacing w:before="240" w:after="240"/>
        <w:ind w:left="703" w:hanging="703"/>
        <w:rPr>
          <w:szCs w:val="24"/>
        </w:rPr>
      </w:pPr>
      <w:r w:rsidRPr="006907FB">
        <w:rPr>
          <w:szCs w:val="24"/>
        </w:rPr>
        <w:t>Arbeitszeit und Punktevergabe</w:t>
      </w:r>
      <w:r w:rsidR="006907FB" w:rsidRPr="006907FB">
        <w:rPr>
          <w:szCs w:val="24"/>
        </w:rPr>
        <w:t xml:space="preserve"> </w:t>
      </w:r>
      <w:r w:rsidR="006907FB" w:rsidRPr="006907FB">
        <w:rPr>
          <w:b w:val="0"/>
          <w:sz w:val="20"/>
          <w:szCs w:val="20"/>
        </w:rPr>
        <w:t>(vgl. Unterlagen für die Schülerinnen und Schüler)</w:t>
      </w:r>
    </w:p>
    <w:p w:rsidR="005E006C" w:rsidRDefault="005E006C" w:rsidP="0036176C">
      <w:pPr>
        <w:pStyle w:val="berschrift1"/>
        <w:numPr>
          <w:ilvl w:val="0"/>
          <w:numId w:val="1"/>
        </w:numPr>
        <w:spacing w:before="240" w:after="240"/>
        <w:ind w:left="703" w:hanging="703"/>
        <w:rPr>
          <w:szCs w:val="24"/>
        </w:rPr>
      </w:pPr>
      <w:r>
        <w:rPr>
          <w:szCs w:val="24"/>
        </w:rPr>
        <w:t>Hinweise für die Aufgabenauswahl durch die Lehrkraft/den Prüfling</w:t>
      </w:r>
    </w:p>
    <w:p w:rsidR="005E006C" w:rsidRPr="005E006C" w:rsidRDefault="003232AC" w:rsidP="00744404">
      <w:pPr>
        <w:pStyle w:val="Lehrer-Anforderung"/>
      </w:pPr>
      <w:r>
        <w:t xml:space="preserve">Die Schülerinnen und Schüler erhalten jeweils eine Aufgabe der Aufgabenart I (dezentral gestellt) und eine zentral gestellte Aufgabe (Aufgabenart II oder III) zur Auswahl, </w:t>
      </w:r>
      <w:r w:rsidR="006E0F6F">
        <w:t>von denen sie eine bearbeiten.</w:t>
      </w:r>
    </w:p>
    <w:p w:rsidR="005E006C" w:rsidRPr="005E006C" w:rsidRDefault="006907FB" w:rsidP="00F00946">
      <w:pPr>
        <w:pStyle w:val="berschrift1"/>
        <w:numPr>
          <w:ilvl w:val="0"/>
          <w:numId w:val="1"/>
        </w:numPr>
        <w:spacing w:before="240" w:after="240"/>
        <w:ind w:left="703" w:hanging="703"/>
        <w:rPr>
          <w:szCs w:val="24"/>
        </w:rPr>
      </w:pPr>
      <w:r w:rsidRPr="006907FB">
        <w:rPr>
          <w:szCs w:val="24"/>
        </w:rPr>
        <w:t>Aufgabenart</w:t>
      </w:r>
      <w:r w:rsidR="005E006C" w:rsidRPr="005E006C">
        <w:t xml:space="preserve"> </w:t>
      </w:r>
    </w:p>
    <w:p w:rsidR="006907FB" w:rsidRPr="00252D11" w:rsidRDefault="008132A7" w:rsidP="00744404">
      <w:pPr>
        <w:pStyle w:val="Lehrer-Anforderung"/>
        <w:rPr>
          <w:b/>
        </w:rPr>
      </w:pPr>
      <w:r>
        <w:t>Aufgabenart I: Bildnerische Gestaltung mit schriftlicher Erörterung</w:t>
      </w:r>
    </w:p>
    <w:p w:rsidR="00F00946" w:rsidRDefault="006907FB" w:rsidP="00F00946">
      <w:pPr>
        <w:pStyle w:val="berschrift1"/>
        <w:numPr>
          <w:ilvl w:val="0"/>
          <w:numId w:val="1"/>
        </w:numPr>
        <w:spacing w:before="240" w:after="240"/>
        <w:ind w:left="703" w:hanging="703"/>
      </w:pPr>
      <w:r w:rsidRPr="006907FB">
        <w:t>B</w:t>
      </w:r>
      <w:r w:rsidR="00BC23A2">
        <w:t xml:space="preserve">ezüge zu den Abiturvorgaben </w:t>
      </w:r>
      <w:r w:rsidR="00500EA2">
        <w:t>20__</w:t>
      </w:r>
    </w:p>
    <w:p w:rsidR="006F480F" w:rsidRDefault="006F480F" w:rsidP="006F480F">
      <w:pPr>
        <w:pStyle w:val="berschrift2"/>
        <w:tabs>
          <w:tab w:val="num" w:pos="0"/>
        </w:tabs>
        <w:ind w:left="709" w:hanging="709"/>
      </w:pPr>
      <w:r>
        <w:t xml:space="preserve">Jahrgangsstufenübergreifende </w:t>
      </w:r>
      <w:r w:rsidRPr="00676922">
        <w:t>Bezüge</w:t>
      </w:r>
    </w:p>
    <w:p w:rsidR="006F480F" w:rsidRPr="00457E18" w:rsidRDefault="006F480F" w:rsidP="006F480F">
      <w:pPr>
        <w:pStyle w:val="Textkrper"/>
        <w:tabs>
          <w:tab w:val="num" w:pos="0"/>
        </w:tabs>
        <w:ind w:left="709" w:hanging="709"/>
        <w:rPr>
          <w:b/>
        </w:rPr>
      </w:pPr>
      <w:r w:rsidRPr="00457E18">
        <w:rPr>
          <w:b/>
        </w:rPr>
        <w:t xml:space="preserve">12.1 bis 13.2 </w:t>
      </w:r>
    </w:p>
    <w:p w:rsidR="006F480F" w:rsidRDefault="006F480F" w:rsidP="006F480F">
      <w:pPr>
        <w:pStyle w:val="SpiegelstrVorNach"/>
        <w:tabs>
          <w:tab w:val="clear" w:pos="720"/>
          <w:tab w:val="num" w:pos="0"/>
        </w:tabs>
        <w:ind w:left="709" w:hanging="709"/>
      </w:pPr>
      <w:r>
        <w:t>(…)</w:t>
      </w:r>
    </w:p>
    <w:p w:rsidR="006F480F" w:rsidRPr="006F480F" w:rsidRDefault="006F480F" w:rsidP="006F480F">
      <w:pPr>
        <w:pStyle w:val="SpiegelstrVorNach"/>
        <w:tabs>
          <w:tab w:val="clear" w:pos="720"/>
          <w:tab w:val="num" w:pos="0"/>
        </w:tabs>
        <w:ind w:left="709" w:hanging="709"/>
      </w:pPr>
      <w:r>
        <w:t>(…)</w:t>
      </w:r>
    </w:p>
    <w:p w:rsidR="006F480F" w:rsidRDefault="006F480F" w:rsidP="006F480F">
      <w:pPr>
        <w:pStyle w:val="berschrift2"/>
        <w:tabs>
          <w:tab w:val="num" w:pos="0"/>
        </w:tabs>
        <w:ind w:left="709" w:hanging="709"/>
      </w:pPr>
      <w:r w:rsidRPr="00C34EE7">
        <w:t>Jahrgangsstufenspezifische Bezüge</w:t>
      </w:r>
    </w:p>
    <w:p w:rsidR="006F480F" w:rsidRPr="00457E18" w:rsidRDefault="006F480F" w:rsidP="006F480F">
      <w:pPr>
        <w:pStyle w:val="Textkrper"/>
        <w:tabs>
          <w:tab w:val="num" w:pos="0"/>
        </w:tabs>
        <w:ind w:left="709" w:hanging="709"/>
        <w:rPr>
          <w:b/>
        </w:rPr>
      </w:pPr>
      <w:r w:rsidRPr="00457E18">
        <w:rPr>
          <w:b/>
        </w:rPr>
        <w:t>12.</w:t>
      </w:r>
      <w:r w:rsidR="00292BB7">
        <w:rPr>
          <w:b/>
        </w:rPr>
        <w:t>x</w:t>
      </w:r>
    </w:p>
    <w:p w:rsidR="006F480F" w:rsidRPr="00E861B4" w:rsidRDefault="006F480F" w:rsidP="006F480F">
      <w:pPr>
        <w:pStyle w:val="SpiegelstrVorNach"/>
        <w:tabs>
          <w:tab w:val="clear" w:pos="720"/>
          <w:tab w:val="num" w:pos="0"/>
        </w:tabs>
        <w:ind w:left="709" w:hanging="709"/>
      </w:pPr>
      <w:r>
        <w:t>(…)</w:t>
      </w:r>
    </w:p>
    <w:p w:rsidR="006F480F" w:rsidRDefault="006F480F" w:rsidP="006F480F">
      <w:pPr>
        <w:pStyle w:val="SpiegelstrVorNach"/>
        <w:tabs>
          <w:tab w:val="clear" w:pos="720"/>
          <w:tab w:val="num" w:pos="0"/>
        </w:tabs>
        <w:ind w:left="709" w:hanging="709"/>
      </w:pPr>
      <w:r>
        <w:t>(…)</w:t>
      </w:r>
    </w:p>
    <w:p w:rsidR="00292BB7" w:rsidRPr="00457E18" w:rsidRDefault="00292BB7" w:rsidP="00292BB7">
      <w:pPr>
        <w:pStyle w:val="Textkrper"/>
        <w:tabs>
          <w:tab w:val="num" w:pos="0"/>
        </w:tabs>
        <w:ind w:left="709" w:hanging="709"/>
        <w:rPr>
          <w:b/>
        </w:rPr>
      </w:pPr>
      <w:r w:rsidRPr="00457E18">
        <w:rPr>
          <w:b/>
        </w:rPr>
        <w:t>1</w:t>
      </w:r>
      <w:r>
        <w:rPr>
          <w:b/>
        </w:rPr>
        <w:t>3</w:t>
      </w:r>
      <w:r w:rsidRPr="00457E18">
        <w:rPr>
          <w:b/>
        </w:rPr>
        <w:t>.</w:t>
      </w:r>
      <w:r>
        <w:rPr>
          <w:b/>
        </w:rPr>
        <w:t>x</w:t>
      </w:r>
    </w:p>
    <w:p w:rsidR="00292BB7" w:rsidRPr="00E861B4" w:rsidRDefault="00292BB7" w:rsidP="00292BB7">
      <w:pPr>
        <w:pStyle w:val="SpiegelstrVorNach"/>
        <w:tabs>
          <w:tab w:val="clear" w:pos="720"/>
          <w:tab w:val="num" w:pos="0"/>
        </w:tabs>
        <w:ind w:left="709" w:hanging="709"/>
      </w:pPr>
      <w:r>
        <w:t>(…)</w:t>
      </w:r>
    </w:p>
    <w:p w:rsidR="00292BB7" w:rsidRDefault="00292BB7" w:rsidP="00292BB7">
      <w:pPr>
        <w:pStyle w:val="SpiegelstrVorNach"/>
        <w:tabs>
          <w:tab w:val="clear" w:pos="720"/>
          <w:tab w:val="num" w:pos="0"/>
        </w:tabs>
        <w:ind w:left="709" w:hanging="709"/>
      </w:pPr>
      <w:r>
        <w:t>(…)</w:t>
      </w:r>
    </w:p>
    <w:p w:rsidR="00B461E1" w:rsidRDefault="00B461E1">
      <w:pPr>
        <w:spacing w:line="240" w:lineRule="auto"/>
        <w:rPr>
          <w:rFonts w:cs="Arial"/>
          <w:b/>
          <w:bCs/>
          <w:kern w:val="32"/>
          <w:sz w:val="24"/>
          <w:szCs w:val="32"/>
        </w:rPr>
      </w:pPr>
      <w:r>
        <w:br w:type="page"/>
      </w:r>
    </w:p>
    <w:p w:rsidR="001626AA" w:rsidRDefault="00B461E1" w:rsidP="00B461E1">
      <w:pPr>
        <w:pStyle w:val="berschrift1"/>
      </w:pPr>
      <w:r>
        <w:t>8</w:t>
      </w:r>
      <w:r>
        <w:tab/>
      </w:r>
      <w:r w:rsidR="001626AA" w:rsidRPr="004C3125">
        <w:t>Vorgaben</w:t>
      </w:r>
      <w:r w:rsidR="001626AA" w:rsidRPr="004C3125">
        <w:rPr>
          <w:spacing w:val="1"/>
        </w:rPr>
        <w:t xml:space="preserve"> </w:t>
      </w:r>
      <w:r w:rsidR="001626AA" w:rsidRPr="004C3125">
        <w:t>für</w:t>
      </w:r>
      <w:r w:rsidR="001626AA" w:rsidRPr="004C3125">
        <w:rPr>
          <w:spacing w:val="1"/>
        </w:rPr>
        <w:t xml:space="preserve"> </w:t>
      </w:r>
      <w:r w:rsidR="001626AA" w:rsidRPr="004C3125">
        <w:t>die</w:t>
      </w:r>
      <w:r w:rsidR="001626AA" w:rsidRPr="005E006C">
        <w:t xml:space="preserve"> </w:t>
      </w:r>
      <w:r w:rsidR="001626AA" w:rsidRPr="00B461E1">
        <w:t>Bewertung</w:t>
      </w:r>
      <w:r w:rsidR="001626AA" w:rsidRPr="005E006C">
        <w:t xml:space="preserve"> </w:t>
      </w:r>
      <w:r w:rsidR="001626AA" w:rsidRPr="004C3125">
        <w:t>der</w:t>
      </w:r>
      <w:r w:rsidR="001626AA" w:rsidRPr="005E006C">
        <w:t xml:space="preserve"> </w:t>
      </w:r>
      <w:r w:rsidR="001626AA" w:rsidRPr="004C3125">
        <w:t>Schülerleistungen</w:t>
      </w:r>
    </w:p>
    <w:p w:rsidR="00AB16A6" w:rsidRDefault="00AB16A6" w:rsidP="008261C7">
      <w:pPr>
        <w:pStyle w:val="berschrift2"/>
        <w:keepLines/>
        <w:tabs>
          <w:tab w:val="left" w:pos="812"/>
        </w:tabs>
      </w:pPr>
      <w:r>
        <w:t>a)</w:t>
      </w:r>
      <w:r w:rsidR="00986FF6">
        <w:tab/>
        <w:t>I</w:t>
      </w:r>
      <w:r w:rsidRPr="004C3125">
        <w:t>nhaltliche</w:t>
      </w:r>
      <w:r w:rsidRPr="004C3125">
        <w:rPr>
          <w:spacing w:val="2"/>
        </w:rPr>
        <w:t xml:space="preserve"> </w:t>
      </w:r>
      <w:r w:rsidRPr="004C3125">
        <w:t>Leistung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63"/>
        <w:gridCol w:w="15"/>
        <w:gridCol w:w="7470"/>
        <w:gridCol w:w="776"/>
      </w:tblGrid>
      <w:tr w:rsidR="00986FF6" w:rsidRPr="00986FF6" w:rsidTr="00E57E3A">
        <w:trPr>
          <w:trHeight w:val="603"/>
          <w:tblHeader/>
          <w:jc w:val="center"/>
        </w:trPr>
        <w:tc>
          <w:tcPr>
            <w:tcW w:w="79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86FF6" w:rsidRPr="00986FF6" w:rsidRDefault="00986FF6" w:rsidP="00986FF6">
            <w:pPr>
              <w:keepNext/>
              <w:keepLines/>
              <w:spacing w:before="120" w:after="120"/>
            </w:pPr>
          </w:p>
        </w:tc>
        <w:tc>
          <w:tcPr>
            <w:tcW w:w="7631" w:type="dxa"/>
            <w:tcBorders>
              <w:bottom w:val="single" w:sz="4" w:space="0" w:color="auto"/>
            </w:tcBorders>
            <w:vAlign w:val="center"/>
          </w:tcPr>
          <w:p w:rsidR="00986FF6" w:rsidRPr="00986FF6" w:rsidRDefault="00986FF6" w:rsidP="00986FF6">
            <w:pPr>
              <w:keepNext/>
              <w:keepLines/>
              <w:spacing w:before="120" w:after="120"/>
              <w:rPr>
                <w:b/>
                <w:sz w:val="22"/>
                <w:szCs w:val="22"/>
              </w:rPr>
            </w:pPr>
            <w:r w:rsidRPr="00986FF6">
              <w:rPr>
                <w:b/>
                <w:sz w:val="22"/>
                <w:szCs w:val="22"/>
              </w:rPr>
              <w:t>Anforderungen (Kriterielle Beschreibung der Prüflingsleistung)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vAlign w:val="center"/>
          </w:tcPr>
          <w:p w:rsidR="00986FF6" w:rsidRPr="00986FF6" w:rsidRDefault="00986FF6" w:rsidP="008736F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8"/>
                <w:szCs w:val="8"/>
              </w:rPr>
            </w:pPr>
            <w:r w:rsidRPr="0082126F">
              <w:rPr>
                <w:rFonts w:cs="Arial"/>
                <w:b/>
                <w:bCs/>
                <w:sz w:val="14"/>
                <w:szCs w:val="14"/>
              </w:rPr>
              <w:t>Punkte maximal</w:t>
            </w:r>
            <w:r w:rsidR="0082126F">
              <w:rPr>
                <w:rFonts w:cs="Arial"/>
                <w:b/>
                <w:bCs/>
                <w:sz w:val="14"/>
                <w:szCs w:val="14"/>
              </w:rPr>
              <w:br/>
            </w:r>
            <w:r w:rsidRPr="0082126F">
              <w:rPr>
                <w:b/>
                <w:sz w:val="14"/>
                <w:szCs w:val="14"/>
              </w:rPr>
              <w:t>(AFB)</w:t>
            </w:r>
          </w:p>
        </w:tc>
      </w:tr>
      <w:tr w:rsidR="00986FF6" w:rsidRPr="00986FF6" w:rsidTr="00E57E3A">
        <w:trPr>
          <w:trHeight w:val="340"/>
          <w:jc w:val="center"/>
        </w:trPr>
        <w:tc>
          <w:tcPr>
            <w:tcW w:w="791" w:type="dxa"/>
            <w:gridSpan w:val="2"/>
            <w:tcBorders>
              <w:bottom w:val="single" w:sz="4" w:space="0" w:color="auto"/>
            </w:tcBorders>
          </w:tcPr>
          <w:p w:rsidR="00986FF6" w:rsidRPr="00986FF6" w:rsidRDefault="00AB492D" w:rsidP="00986FF6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631" w:type="dxa"/>
            <w:tcBorders>
              <w:bottom w:val="single" w:sz="4" w:space="0" w:color="auto"/>
              <w:right w:val="single" w:sz="4" w:space="0" w:color="auto"/>
            </w:tcBorders>
          </w:tcPr>
          <w:p w:rsidR="00986FF6" w:rsidRPr="00B43EE8" w:rsidRDefault="008132A7" w:rsidP="00B43EE8">
            <w:pPr>
              <w:pStyle w:val="StandardTabelle"/>
              <w:rPr>
                <w:b/>
                <w:bCs/>
              </w:rPr>
            </w:pPr>
            <w:r>
              <w:rPr>
                <w:b/>
                <w:bCs/>
              </w:rPr>
              <w:t>Aufgabenstellung Aufgabe 1</w:t>
            </w:r>
          </w:p>
        </w:tc>
        <w:tc>
          <w:tcPr>
            <w:tcW w:w="790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6FF6" w:rsidRPr="00986FF6" w:rsidRDefault="00986FF6" w:rsidP="00986FF6">
            <w:pPr>
              <w:spacing w:before="120" w:after="120"/>
              <w:jc w:val="center"/>
            </w:pPr>
          </w:p>
        </w:tc>
      </w:tr>
      <w:tr w:rsidR="00986FF6" w:rsidRPr="00986FF6" w:rsidTr="00E57E3A">
        <w:trPr>
          <w:trHeight w:val="340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6FF6" w:rsidRPr="00986FF6" w:rsidRDefault="00986FF6" w:rsidP="00986FF6">
            <w:pPr>
              <w:spacing w:before="120" w:after="120"/>
              <w:rPr>
                <w:b/>
              </w:rPr>
            </w:pPr>
          </w:p>
        </w:tc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986FF6" w:rsidRPr="00986FF6" w:rsidRDefault="00986FF6" w:rsidP="00B43EE8">
            <w:pPr>
              <w:pStyle w:val="Lehrer-Anforderung"/>
              <w:rPr>
                <w:b/>
              </w:rPr>
            </w:pPr>
            <w:r w:rsidRPr="00986FF6">
              <w:t>Der Prüfling …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6FF6" w:rsidRPr="00986FF6" w:rsidRDefault="00986FF6" w:rsidP="00986FF6">
            <w:pPr>
              <w:spacing w:before="120" w:after="120"/>
              <w:jc w:val="center"/>
            </w:pPr>
          </w:p>
        </w:tc>
      </w:tr>
      <w:tr w:rsidR="00986FF6" w:rsidRPr="00986FF6" w:rsidTr="00E57E3A">
        <w:trPr>
          <w:trHeight w:val="340"/>
          <w:jc w:val="center"/>
        </w:trPr>
        <w:tc>
          <w:tcPr>
            <w:tcW w:w="791" w:type="dxa"/>
            <w:gridSpan w:val="2"/>
            <w:tcBorders>
              <w:top w:val="single" w:sz="4" w:space="0" w:color="auto"/>
            </w:tcBorders>
          </w:tcPr>
          <w:p w:rsidR="00986FF6" w:rsidRPr="0082126F" w:rsidRDefault="00986FF6" w:rsidP="00AB492D">
            <w:pPr>
              <w:spacing w:before="120" w:after="120"/>
            </w:pPr>
            <w:r w:rsidRPr="0082126F">
              <w:t>1.1</w:t>
            </w:r>
          </w:p>
        </w:tc>
        <w:tc>
          <w:tcPr>
            <w:tcW w:w="7631" w:type="dxa"/>
            <w:tcBorders>
              <w:top w:val="single" w:sz="4" w:space="0" w:color="auto"/>
            </w:tcBorders>
          </w:tcPr>
          <w:p w:rsidR="00986FF6" w:rsidRPr="00986FF6" w:rsidRDefault="00986FF6" w:rsidP="00B43EE8">
            <w:pPr>
              <w:pStyle w:val="Lehrer-Anforderung"/>
            </w:pPr>
            <w:r w:rsidRPr="00986FF6">
              <w:t>berechnet/stellt dar/beschreibt/entwirft/</w:t>
            </w:r>
            <w:r w:rsidR="002C0F5E">
              <w:t xml:space="preserve"> </w:t>
            </w:r>
            <w:r w:rsidRPr="00986FF6">
              <w:t>…</w:t>
            </w:r>
          </w:p>
        </w:tc>
        <w:tc>
          <w:tcPr>
            <w:tcW w:w="790" w:type="dxa"/>
            <w:tcBorders>
              <w:top w:val="single" w:sz="4" w:space="0" w:color="auto"/>
            </w:tcBorders>
          </w:tcPr>
          <w:p w:rsidR="00986FF6" w:rsidRPr="00986FF6" w:rsidRDefault="00986FF6" w:rsidP="00986FF6">
            <w:pPr>
              <w:spacing w:before="120" w:after="120"/>
              <w:jc w:val="center"/>
            </w:pPr>
          </w:p>
        </w:tc>
      </w:tr>
      <w:tr w:rsidR="00986FF6" w:rsidRPr="00986FF6" w:rsidTr="00E57E3A">
        <w:trPr>
          <w:trHeight w:val="340"/>
          <w:jc w:val="center"/>
        </w:trPr>
        <w:tc>
          <w:tcPr>
            <w:tcW w:w="791" w:type="dxa"/>
            <w:gridSpan w:val="2"/>
          </w:tcPr>
          <w:p w:rsidR="00986FF6" w:rsidRPr="0082126F" w:rsidRDefault="00AB492D" w:rsidP="00986FF6">
            <w:pPr>
              <w:spacing w:before="120" w:after="120"/>
            </w:pPr>
            <w:r>
              <w:t>1.</w:t>
            </w:r>
            <w:r w:rsidR="00986FF6" w:rsidRPr="0082126F">
              <w:t>2</w:t>
            </w:r>
          </w:p>
        </w:tc>
        <w:tc>
          <w:tcPr>
            <w:tcW w:w="7631" w:type="dxa"/>
          </w:tcPr>
          <w:p w:rsidR="00986FF6" w:rsidRPr="00986FF6" w:rsidRDefault="00986FF6" w:rsidP="00B43EE8">
            <w:pPr>
              <w:pStyle w:val="Lehrer-Anforderung"/>
            </w:pPr>
            <w:r w:rsidRPr="00986FF6">
              <w:t>(…)</w:t>
            </w:r>
          </w:p>
        </w:tc>
        <w:tc>
          <w:tcPr>
            <w:tcW w:w="790" w:type="dxa"/>
          </w:tcPr>
          <w:p w:rsidR="00986FF6" w:rsidRPr="00986FF6" w:rsidRDefault="00986FF6" w:rsidP="00986FF6">
            <w:pPr>
              <w:spacing w:before="120" w:after="120"/>
              <w:jc w:val="center"/>
            </w:pPr>
          </w:p>
        </w:tc>
      </w:tr>
      <w:tr w:rsidR="00986FF6" w:rsidRPr="00986FF6" w:rsidTr="00E57E3A">
        <w:trPr>
          <w:trHeight w:val="340"/>
          <w:jc w:val="center"/>
        </w:trPr>
        <w:tc>
          <w:tcPr>
            <w:tcW w:w="791" w:type="dxa"/>
            <w:gridSpan w:val="2"/>
            <w:tcBorders>
              <w:bottom w:val="single" w:sz="4" w:space="0" w:color="auto"/>
            </w:tcBorders>
          </w:tcPr>
          <w:p w:rsidR="00986FF6" w:rsidRPr="0082126F" w:rsidRDefault="00986FF6" w:rsidP="00986FF6">
            <w:pPr>
              <w:spacing w:before="120" w:after="120"/>
            </w:pPr>
            <w:r w:rsidRPr="0082126F">
              <w:t>(…)</w:t>
            </w:r>
          </w:p>
        </w:tc>
        <w:tc>
          <w:tcPr>
            <w:tcW w:w="7631" w:type="dxa"/>
            <w:tcBorders>
              <w:bottom w:val="single" w:sz="4" w:space="0" w:color="auto"/>
            </w:tcBorders>
          </w:tcPr>
          <w:p w:rsidR="00986FF6" w:rsidRPr="00986FF6" w:rsidRDefault="00986FF6" w:rsidP="00B43EE8">
            <w:pPr>
              <w:pStyle w:val="Lehrer-Anforderung"/>
            </w:pPr>
            <w:r w:rsidRPr="00986FF6">
              <w:t>(…)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986FF6" w:rsidRPr="00986FF6" w:rsidRDefault="00986FF6" w:rsidP="00986FF6">
            <w:pPr>
              <w:spacing w:before="120" w:after="120"/>
              <w:jc w:val="center"/>
            </w:pPr>
          </w:p>
        </w:tc>
      </w:tr>
      <w:tr w:rsidR="00442FAA" w:rsidRPr="00986FF6" w:rsidTr="00E57E3A">
        <w:trPr>
          <w:trHeight w:val="340"/>
          <w:jc w:val="center"/>
        </w:trPr>
        <w:tc>
          <w:tcPr>
            <w:tcW w:w="791" w:type="dxa"/>
            <w:gridSpan w:val="2"/>
            <w:tcBorders>
              <w:bottom w:val="single" w:sz="4" w:space="0" w:color="auto"/>
            </w:tcBorders>
          </w:tcPr>
          <w:p w:rsidR="00442FAA" w:rsidRPr="0082126F" w:rsidRDefault="00442FAA" w:rsidP="00986FF6">
            <w:pPr>
              <w:spacing w:before="120" w:after="120"/>
            </w:pPr>
          </w:p>
        </w:tc>
        <w:tc>
          <w:tcPr>
            <w:tcW w:w="7631" w:type="dxa"/>
            <w:tcBorders>
              <w:bottom w:val="single" w:sz="4" w:space="0" w:color="auto"/>
            </w:tcBorders>
          </w:tcPr>
          <w:p w:rsidR="00442FAA" w:rsidRPr="00986FF6" w:rsidRDefault="00442FAA" w:rsidP="00C45523">
            <w:pPr>
              <w:pStyle w:val="Lehrer-Anforderung"/>
            </w:pPr>
            <w:r w:rsidRPr="00442FAA">
              <w:rPr>
                <w:rFonts w:cs="Arial"/>
                <w:bCs/>
                <w:i/>
                <w:iCs/>
                <w:color w:val="FF0000"/>
              </w:rPr>
              <w:t>(ggf</w:t>
            </w:r>
            <w:r>
              <w:rPr>
                <w:rFonts w:cs="Arial"/>
                <w:bCs/>
                <w:i/>
                <w:iCs/>
                <w:color w:val="FF0000"/>
              </w:rPr>
              <w:t>.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 xml:space="preserve"> </w:t>
            </w:r>
            <w:r w:rsidR="00C45523">
              <w:rPr>
                <w:rFonts w:cs="Arial"/>
                <w:bCs/>
                <w:i/>
                <w:iCs/>
                <w:color w:val="FF0000"/>
              </w:rPr>
              <w:t>e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>infügen:)</w:t>
            </w:r>
            <w:r>
              <w:rPr>
                <w:rFonts w:cs="Arial"/>
                <w:bCs/>
                <w:i/>
                <w:iCs/>
              </w:rPr>
              <w:t xml:space="preserve"> </w:t>
            </w:r>
            <w:r w:rsidRPr="00E32375">
              <w:rPr>
                <w:rFonts w:cs="Arial"/>
                <w:bCs/>
                <w:i/>
                <w:iCs/>
              </w:rPr>
              <w:t>Weitere aufgabenbezogene Ergebnisse sind bis zur Höhe von maximal 4 Punkten gesondert zu bewerten. Diese Bewertung ist kurz zu kommentier</w:t>
            </w:r>
            <w:r>
              <w:rPr>
                <w:rFonts w:cs="Arial"/>
                <w:bCs/>
                <w:i/>
                <w:iCs/>
              </w:rPr>
              <w:t>en. Die Gesamtpunkzahl für die</w:t>
            </w:r>
            <w:r w:rsidRPr="00E32375">
              <w:rPr>
                <w:rFonts w:cs="Arial"/>
                <w:bCs/>
                <w:i/>
                <w:iCs/>
              </w:rPr>
              <w:t xml:space="preserve"> Teilaufgabe</w:t>
            </w:r>
            <w:r>
              <w:rPr>
                <w:rFonts w:cs="Arial"/>
                <w:bCs/>
                <w:i/>
                <w:iCs/>
              </w:rPr>
              <w:t xml:space="preserve"> 1.1</w:t>
            </w:r>
            <w:r w:rsidRPr="00E32375">
              <w:rPr>
                <w:rFonts w:cs="Arial"/>
                <w:bCs/>
                <w:i/>
                <w:iCs/>
              </w:rPr>
              <w:t xml:space="preserve"> darf in diesem Fall nicht überschritten werden.</w:t>
            </w:r>
          </w:p>
        </w:tc>
        <w:tc>
          <w:tcPr>
            <w:tcW w:w="790" w:type="dxa"/>
            <w:tcBorders>
              <w:bottom w:val="single" w:sz="4" w:space="0" w:color="auto"/>
            </w:tcBorders>
          </w:tcPr>
          <w:p w:rsidR="00442FAA" w:rsidRPr="00986FF6" w:rsidRDefault="00442FAA" w:rsidP="00986FF6">
            <w:pPr>
              <w:spacing w:before="120" w:after="120"/>
              <w:jc w:val="center"/>
            </w:pPr>
          </w:p>
        </w:tc>
      </w:tr>
      <w:tr w:rsidR="00986FF6" w:rsidRPr="00986FF6" w:rsidTr="00E57E3A">
        <w:trPr>
          <w:trHeight w:val="340"/>
          <w:jc w:val="center"/>
        </w:trPr>
        <w:tc>
          <w:tcPr>
            <w:tcW w:w="776" w:type="dxa"/>
            <w:tcBorders>
              <w:left w:val="nil"/>
              <w:bottom w:val="nil"/>
              <w:right w:val="nil"/>
            </w:tcBorders>
          </w:tcPr>
          <w:p w:rsidR="00986FF6" w:rsidRPr="00986FF6" w:rsidRDefault="00986FF6" w:rsidP="00986FF6">
            <w:pPr>
              <w:spacing w:before="120" w:after="120"/>
            </w:pPr>
          </w:p>
        </w:tc>
        <w:tc>
          <w:tcPr>
            <w:tcW w:w="7646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986FF6" w:rsidRPr="00986FF6" w:rsidRDefault="00986FF6" w:rsidP="00986FF6">
            <w:pPr>
              <w:keepNext/>
              <w:tabs>
                <w:tab w:val="left" w:pos="1418"/>
              </w:tabs>
              <w:spacing w:before="120" w:after="120" w:line="240" w:lineRule="auto"/>
              <w:jc w:val="right"/>
              <w:outlineLvl w:val="3"/>
              <w:rPr>
                <w:rFonts w:eastAsia="SimSun"/>
                <w:b/>
                <w:bCs/>
                <w:lang w:eastAsia="zh-CN"/>
              </w:rPr>
            </w:pPr>
            <w:r w:rsidRPr="00986FF6">
              <w:rPr>
                <w:rFonts w:eastAsia="SimSun"/>
                <w:b/>
                <w:bCs/>
                <w:lang w:eastAsia="zh-CN"/>
              </w:rPr>
              <w:t xml:space="preserve">Summe Aufgabe </w:t>
            </w:r>
            <w:r w:rsidR="00CA42E4">
              <w:rPr>
                <w:rFonts w:eastAsia="SimSun"/>
                <w:b/>
                <w:bCs/>
                <w:lang w:eastAsia="zh-CN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FF6" w:rsidRPr="00986FF6" w:rsidRDefault="00986FF6" w:rsidP="008736FA">
            <w:pPr>
              <w:keepNext/>
              <w:tabs>
                <w:tab w:val="left" w:pos="1418"/>
              </w:tabs>
              <w:spacing w:before="120" w:after="120" w:line="240" w:lineRule="auto"/>
              <w:jc w:val="center"/>
              <w:outlineLvl w:val="3"/>
              <w:rPr>
                <w:rFonts w:eastAsia="SimSun"/>
                <w:b/>
                <w:bCs/>
                <w:lang w:eastAsia="zh-CN"/>
              </w:rPr>
            </w:pPr>
          </w:p>
        </w:tc>
      </w:tr>
    </w:tbl>
    <w:p w:rsidR="008132A7" w:rsidRDefault="008132A7" w:rsidP="00986FF6"/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"/>
        <w:gridCol w:w="15"/>
        <w:gridCol w:w="7469"/>
        <w:gridCol w:w="778"/>
      </w:tblGrid>
      <w:tr w:rsidR="00986FF6" w:rsidRPr="00986FF6" w:rsidTr="00DA5C3E">
        <w:trPr>
          <w:trHeight w:val="603"/>
          <w:tblHeader/>
          <w:jc w:val="center"/>
        </w:trPr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86FF6" w:rsidRPr="00986FF6" w:rsidRDefault="00986FF6" w:rsidP="00E740AF">
            <w:pPr>
              <w:keepNext/>
              <w:keepLines/>
              <w:spacing w:before="120" w:after="120"/>
            </w:pPr>
          </w:p>
        </w:tc>
        <w:tc>
          <w:tcPr>
            <w:tcW w:w="7469" w:type="dxa"/>
            <w:tcBorders>
              <w:bottom w:val="single" w:sz="4" w:space="0" w:color="auto"/>
            </w:tcBorders>
            <w:vAlign w:val="center"/>
          </w:tcPr>
          <w:p w:rsidR="00986FF6" w:rsidRPr="00986FF6" w:rsidRDefault="00986FF6" w:rsidP="00E740AF">
            <w:pPr>
              <w:keepNext/>
              <w:keepLines/>
              <w:spacing w:before="120" w:after="120"/>
              <w:rPr>
                <w:b/>
                <w:sz w:val="22"/>
                <w:szCs w:val="22"/>
              </w:rPr>
            </w:pPr>
            <w:r w:rsidRPr="00986FF6">
              <w:rPr>
                <w:b/>
                <w:sz w:val="22"/>
                <w:szCs w:val="22"/>
              </w:rPr>
              <w:t>Anforderungen (Kriterielle Beschreibung der Prüflingsleistung)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:rsidR="00986FF6" w:rsidRPr="00986FF6" w:rsidRDefault="00986FF6" w:rsidP="008736FA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8"/>
                <w:szCs w:val="8"/>
              </w:rPr>
            </w:pPr>
            <w:r w:rsidRPr="0082126F">
              <w:rPr>
                <w:rFonts w:cs="Arial"/>
                <w:b/>
                <w:bCs/>
                <w:sz w:val="14"/>
                <w:szCs w:val="14"/>
              </w:rPr>
              <w:t>Punkte maximal</w:t>
            </w:r>
            <w:r w:rsidR="0082126F">
              <w:rPr>
                <w:rFonts w:cs="Arial"/>
                <w:b/>
                <w:bCs/>
                <w:sz w:val="14"/>
                <w:szCs w:val="14"/>
              </w:rPr>
              <w:br/>
            </w:r>
            <w:r w:rsidRPr="0082126F">
              <w:rPr>
                <w:b/>
                <w:sz w:val="14"/>
                <w:szCs w:val="14"/>
              </w:rPr>
              <w:t>(AFB)</w:t>
            </w:r>
          </w:p>
        </w:tc>
      </w:tr>
      <w:tr w:rsidR="00986FF6" w:rsidRPr="00986FF6" w:rsidTr="00DA5C3E">
        <w:trPr>
          <w:trHeight w:val="340"/>
          <w:jc w:val="center"/>
        </w:trPr>
        <w:tc>
          <w:tcPr>
            <w:tcW w:w="781" w:type="dxa"/>
            <w:gridSpan w:val="2"/>
            <w:tcBorders>
              <w:bottom w:val="single" w:sz="4" w:space="0" w:color="auto"/>
            </w:tcBorders>
          </w:tcPr>
          <w:p w:rsidR="00986FF6" w:rsidRPr="00986FF6" w:rsidRDefault="00986FF6" w:rsidP="00E740AF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469" w:type="dxa"/>
            <w:tcBorders>
              <w:bottom w:val="single" w:sz="4" w:space="0" w:color="auto"/>
              <w:right w:val="single" w:sz="4" w:space="0" w:color="auto"/>
            </w:tcBorders>
          </w:tcPr>
          <w:p w:rsidR="00986FF6" w:rsidRPr="00986FF6" w:rsidRDefault="00986FF6" w:rsidP="008132A7">
            <w:pPr>
              <w:spacing w:before="120" w:after="120"/>
              <w:rPr>
                <w:b/>
              </w:rPr>
            </w:pPr>
            <w:r w:rsidRPr="00986FF6">
              <w:rPr>
                <w:b/>
              </w:rPr>
              <w:t xml:space="preserve">Aufgabenstellung Aufgabe </w:t>
            </w:r>
            <w:r w:rsidR="00254992">
              <w:rPr>
                <w:b/>
              </w:rPr>
              <w:t>2</w:t>
            </w:r>
          </w:p>
        </w:tc>
        <w:tc>
          <w:tcPr>
            <w:tcW w:w="778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986FF6" w:rsidRPr="00986FF6" w:rsidRDefault="00986FF6" w:rsidP="00E740AF">
            <w:pPr>
              <w:spacing w:before="120" w:after="120"/>
              <w:jc w:val="center"/>
            </w:pPr>
          </w:p>
        </w:tc>
      </w:tr>
      <w:tr w:rsidR="00986FF6" w:rsidRPr="00986FF6" w:rsidTr="00DA5C3E">
        <w:trPr>
          <w:trHeight w:val="340"/>
          <w:jc w:val="center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6FF6" w:rsidRPr="00986FF6" w:rsidRDefault="00986FF6" w:rsidP="00E740AF">
            <w:pPr>
              <w:spacing w:before="120" w:after="120"/>
              <w:rPr>
                <w:b/>
              </w:rPr>
            </w:pPr>
          </w:p>
        </w:tc>
        <w:tc>
          <w:tcPr>
            <w:tcW w:w="7469" w:type="dxa"/>
            <w:tcBorders>
              <w:top w:val="single" w:sz="4" w:space="0" w:color="auto"/>
              <w:bottom w:val="single" w:sz="4" w:space="0" w:color="auto"/>
            </w:tcBorders>
          </w:tcPr>
          <w:p w:rsidR="00986FF6" w:rsidRPr="00986FF6" w:rsidRDefault="00986FF6" w:rsidP="00B539C4">
            <w:pPr>
              <w:pStyle w:val="Lehrer-Anforderung"/>
              <w:rPr>
                <w:b/>
              </w:rPr>
            </w:pPr>
            <w:r w:rsidRPr="00986FF6">
              <w:t>Der Prüfling …</w:t>
            </w: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6FF6" w:rsidRPr="00986FF6" w:rsidRDefault="00986FF6" w:rsidP="00E740AF">
            <w:pPr>
              <w:spacing w:before="120" w:after="120"/>
              <w:jc w:val="center"/>
            </w:pPr>
          </w:p>
        </w:tc>
      </w:tr>
      <w:tr w:rsidR="00986FF6" w:rsidRPr="00986FF6" w:rsidTr="00DA5C3E">
        <w:trPr>
          <w:trHeight w:val="340"/>
          <w:jc w:val="center"/>
        </w:trPr>
        <w:tc>
          <w:tcPr>
            <w:tcW w:w="781" w:type="dxa"/>
            <w:gridSpan w:val="2"/>
            <w:tcBorders>
              <w:top w:val="single" w:sz="4" w:space="0" w:color="auto"/>
            </w:tcBorders>
          </w:tcPr>
          <w:p w:rsidR="00986FF6" w:rsidRPr="0082126F" w:rsidRDefault="008132A7" w:rsidP="008132A7">
            <w:pPr>
              <w:spacing w:before="120" w:after="120"/>
            </w:pPr>
            <w:r>
              <w:t>2.1</w:t>
            </w:r>
          </w:p>
        </w:tc>
        <w:tc>
          <w:tcPr>
            <w:tcW w:w="7469" w:type="dxa"/>
            <w:tcBorders>
              <w:top w:val="single" w:sz="4" w:space="0" w:color="auto"/>
            </w:tcBorders>
          </w:tcPr>
          <w:p w:rsidR="00986FF6" w:rsidRPr="00986FF6" w:rsidRDefault="00986FF6" w:rsidP="00B539C4">
            <w:pPr>
              <w:pStyle w:val="Lehrer-Anforderung"/>
            </w:pPr>
            <w:r w:rsidRPr="00986FF6">
              <w:t>berechnet/stellt dar/beschreibt/entwirft/</w:t>
            </w:r>
            <w:r w:rsidR="002C0F5E">
              <w:t xml:space="preserve"> </w:t>
            </w:r>
            <w:r w:rsidRPr="00986FF6">
              <w:t>…</w:t>
            </w:r>
          </w:p>
        </w:tc>
        <w:tc>
          <w:tcPr>
            <w:tcW w:w="778" w:type="dxa"/>
            <w:tcBorders>
              <w:top w:val="single" w:sz="4" w:space="0" w:color="auto"/>
            </w:tcBorders>
          </w:tcPr>
          <w:p w:rsidR="00986FF6" w:rsidRPr="00986FF6" w:rsidRDefault="00986FF6" w:rsidP="00E740AF">
            <w:pPr>
              <w:spacing w:before="120" w:after="120"/>
              <w:jc w:val="center"/>
            </w:pPr>
          </w:p>
        </w:tc>
      </w:tr>
      <w:tr w:rsidR="00986FF6" w:rsidRPr="00986FF6" w:rsidTr="00DA5C3E">
        <w:trPr>
          <w:trHeight w:val="340"/>
          <w:jc w:val="center"/>
        </w:trPr>
        <w:tc>
          <w:tcPr>
            <w:tcW w:w="781" w:type="dxa"/>
            <w:gridSpan w:val="2"/>
          </w:tcPr>
          <w:p w:rsidR="00986FF6" w:rsidRPr="0082126F" w:rsidRDefault="008132A7" w:rsidP="008132A7">
            <w:pPr>
              <w:spacing w:before="120" w:after="120"/>
            </w:pPr>
            <w:r>
              <w:t>2.2</w:t>
            </w:r>
          </w:p>
        </w:tc>
        <w:tc>
          <w:tcPr>
            <w:tcW w:w="7469" w:type="dxa"/>
          </w:tcPr>
          <w:p w:rsidR="00986FF6" w:rsidRPr="00986FF6" w:rsidRDefault="00986FF6" w:rsidP="00B539C4">
            <w:pPr>
              <w:pStyle w:val="Lehrer-Anforderung"/>
            </w:pPr>
            <w:r w:rsidRPr="00986FF6">
              <w:t>(…)</w:t>
            </w:r>
          </w:p>
        </w:tc>
        <w:tc>
          <w:tcPr>
            <w:tcW w:w="778" w:type="dxa"/>
          </w:tcPr>
          <w:p w:rsidR="00986FF6" w:rsidRPr="00986FF6" w:rsidRDefault="00986FF6" w:rsidP="00E740AF">
            <w:pPr>
              <w:spacing w:before="120" w:after="120"/>
              <w:jc w:val="center"/>
            </w:pPr>
          </w:p>
        </w:tc>
      </w:tr>
      <w:tr w:rsidR="00986FF6" w:rsidRPr="00986FF6" w:rsidTr="00DA5C3E">
        <w:trPr>
          <w:trHeight w:val="340"/>
          <w:jc w:val="center"/>
        </w:trPr>
        <w:tc>
          <w:tcPr>
            <w:tcW w:w="781" w:type="dxa"/>
            <w:gridSpan w:val="2"/>
            <w:tcBorders>
              <w:bottom w:val="single" w:sz="4" w:space="0" w:color="auto"/>
            </w:tcBorders>
          </w:tcPr>
          <w:p w:rsidR="00986FF6" w:rsidRPr="0082126F" w:rsidRDefault="00986FF6" w:rsidP="00E740AF">
            <w:pPr>
              <w:spacing w:before="120" w:after="120"/>
            </w:pPr>
            <w:r w:rsidRPr="0082126F">
              <w:t>(…)</w:t>
            </w:r>
          </w:p>
        </w:tc>
        <w:tc>
          <w:tcPr>
            <w:tcW w:w="7469" w:type="dxa"/>
            <w:tcBorders>
              <w:bottom w:val="single" w:sz="4" w:space="0" w:color="auto"/>
            </w:tcBorders>
          </w:tcPr>
          <w:p w:rsidR="00986FF6" w:rsidRPr="00986FF6" w:rsidRDefault="00986FF6" w:rsidP="00B539C4">
            <w:pPr>
              <w:pStyle w:val="Lehrer-Anforderung"/>
            </w:pPr>
            <w:r w:rsidRPr="00986FF6">
              <w:t>(…)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86FF6" w:rsidRPr="00986FF6" w:rsidRDefault="00986FF6" w:rsidP="00E740AF">
            <w:pPr>
              <w:spacing w:before="120" w:after="120"/>
              <w:jc w:val="center"/>
            </w:pPr>
          </w:p>
        </w:tc>
      </w:tr>
      <w:tr w:rsidR="008132A7" w:rsidRPr="00986FF6" w:rsidTr="00DA5C3E">
        <w:trPr>
          <w:trHeight w:val="340"/>
          <w:jc w:val="center"/>
        </w:trPr>
        <w:tc>
          <w:tcPr>
            <w:tcW w:w="781" w:type="dxa"/>
            <w:gridSpan w:val="2"/>
            <w:tcBorders>
              <w:bottom w:val="single" w:sz="4" w:space="0" w:color="auto"/>
            </w:tcBorders>
          </w:tcPr>
          <w:p w:rsidR="008132A7" w:rsidRPr="0082126F" w:rsidRDefault="008132A7" w:rsidP="00E740AF">
            <w:pPr>
              <w:spacing w:before="120" w:after="120"/>
            </w:pPr>
          </w:p>
        </w:tc>
        <w:tc>
          <w:tcPr>
            <w:tcW w:w="7469" w:type="dxa"/>
            <w:tcBorders>
              <w:bottom w:val="single" w:sz="4" w:space="0" w:color="auto"/>
            </w:tcBorders>
          </w:tcPr>
          <w:p w:rsidR="008132A7" w:rsidRPr="00986FF6" w:rsidRDefault="008132A7" w:rsidP="005331C1">
            <w:pPr>
              <w:pStyle w:val="Lehrer-Anforderung"/>
            </w:pPr>
            <w:r w:rsidRPr="00442FAA">
              <w:rPr>
                <w:rFonts w:cs="Arial"/>
                <w:bCs/>
                <w:i/>
                <w:iCs/>
                <w:color w:val="FF0000"/>
              </w:rPr>
              <w:t>(ggf</w:t>
            </w:r>
            <w:r w:rsidR="00442FAA">
              <w:rPr>
                <w:rFonts w:cs="Arial"/>
                <w:bCs/>
                <w:i/>
                <w:iCs/>
                <w:color w:val="FF0000"/>
              </w:rPr>
              <w:t>.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 xml:space="preserve"> </w:t>
            </w:r>
            <w:r w:rsidR="005331C1">
              <w:rPr>
                <w:rFonts w:cs="Arial"/>
                <w:bCs/>
                <w:i/>
                <w:iCs/>
                <w:color w:val="FF0000"/>
              </w:rPr>
              <w:t>e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>infügen:)</w:t>
            </w:r>
            <w:r>
              <w:rPr>
                <w:rFonts w:cs="Arial"/>
                <w:bCs/>
                <w:i/>
                <w:iCs/>
              </w:rPr>
              <w:t xml:space="preserve"> </w:t>
            </w:r>
            <w:r w:rsidRPr="00E32375">
              <w:rPr>
                <w:rFonts w:cs="Arial"/>
                <w:bCs/>
                <w:i/>
                <w:iCs/>
              </w:rPr>
              <w:t>Weitere aufgabenbezogene Ergebnisse sind bis zur Höhe von maximal 4 Punkten gesondert zu bewerten. Diese Bewertung ist kurz zu kommentier</w:t>
            </w:r>
            <w:r>
              <w:rPr>
                <w:rFonts w:cs="Arial"/>
                <w:bCs/>
                <w:i/>
                <w:iCs/>
              </w:rPr>
              <w:t>en. Die Gesamtpunkzahl für die</w:t>
            </w:r>
            <w:r w:rsidRPr="00E32375">
              <w:rPr>
                <w:rFonts w:cs="Arial"/>
                <w:bCs/>
                <w:i/>
                <w:iCs/>
              </w:rPr>
              <w:t xml:space="preserve"> Teilaufgabe</w:t>
            </w:r>
            <w:r>
              <w:rPr>
                <w:rFonts w:cs="Arial"/>
                <w:bCs/>
                <w:i/>
                <w:iCs/>
              </w:rPr>
              <w:t xml:space="preserve"> 1.1</w:t>
            </w:r>
            <w:r w:rsidRPr="00E32375">
              <w:rPr>
                <w:rFonts w:cs="Arial"/>
                <w:bCs/>
                <w:i/>
                <w:iCs/>
              </w:rPr>
              <w:t xml:space="preserve"> darf in diesem Fall nicht überschritten werden.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8132A7" w:rsidRPr="00986FF6" w:rsidRDefault="008132A7" w:rsidP="00E740AF">
            <w:pPr>
              <w:spacing w:before="120" w:after="120"/>
              <w:jc w:val="center"/>
            </w:pPr>
          </w:p>
        </w:tc>
      </w:tr>
      <w:tr w:rsidR="00986FF6" w:rsidRPr="00986FF6" w:rsidTr="00DA5C3E">
        <w:trPr>
          <w:trHeight w:val="340"/>
          <w:jc w:val="center"/>
        </w:trPr>
        <w:tc>
          <w:tcPr>
            <w:tcW w:w="766" w:type="dxa"/>
            <w:tcBorders>
              <w:left w:val="nil"/>
              <w:bottom w:val="nil"/>
              <w:right w:val="nil"/>
            </w:tcBorders>
          </w:tcPr>
          <w:p w:rsidR="00986FF6" w:rsidRPr="00986FF6" w:rsidRDefault="00986FF6" w:rsidP="00E740AF">
            <w:pPr>
              <w:spacing w:before="120" w:after="120"/>
            </w:pPr>
          </w:p>
        </w:tc>
        <w:tc>
          <w:tcPr>
            <w:tcW w:w="7484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986FF6" w:rsidRPr="00986FF6" w:rsidRDefault="00986FF6" w:rsidP="00E740AF">
            <w:pPr>
              <w:keepNext/>
              <w:tabs>
                <w:tab w:val="left" w:pos="1418"/>
              </w:tabs>
              <w:spacing w:before="120" w:after="120" w:line="240" w:lineRule="auto"/>
              <w:jc w:val="right"/>
              <w:outlineLvl w:val="3"/>
              <w:rPr>
                <w:rFonts w:eastAsia="SimSun"/>
                <w:b/>
                <w:bCs/>
                <w:lang w:eastAsia="zh-CN"/>
              </w:rPr>
            </w:pPr>
            <w:r w:rsidRPr="00986FF6">
              <w:rPr>
                <w:rFonts w:eastAsia="SimSun"/>
                <w:b/>
                <w:bCs/>
                <w:lang w:eastAsia="zh-CN"/>
              </w:rPr>
              <w:t xml:space="preserve">Summe Aufgabe </w:t>
            </w:r>
            <w:r>
              <w:rPr>
                <w:rFonts w:eastAsia="SimSun"/>
                <w:b/>
                <w:bCs/>
                <w:lang w:eastAsia="zh-CN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FF6" w:rsidRPr="00986FF6" w:rsidRDefault="00986FF6" w:rsidP="008736FA">
            <w:pPr>
              <w:keepNext/>
              <w:tabs>
                <w:tab w:val="left" w:pos="1418"/>
              </w:tabs>
              <w:spacing w:before="120" w:after="120" w:line="240" w:lineRule="auto"/>
              <w:jc w:val="center"/>
              <w:outlineLvl w:val="3"/>
              <w:rPr>
                <w:rFonts w:eastAsia="SimSun"/>
                <w:b/>
                <w:bCs/>
                <w:lang w:eastAsia="zh-CN"/>
              </w:rPr>
            </w:pPr>
          </w:p>
        </w:tc>
      </w:tr>
    </w:tbl>
    <w:p w:rsidR="00986FF6" w:rsidRDefault="00986FF6" w:rsidP="007A4AAA"/>
    <w:p w:rsidR="005D6D3B" w:rsidRDefault="005D6D3B" w:rsidP="007A4AAA"/>
    <w:p w:rsidR="00DA5C3E" w:rsidRDefault="00DA5C3E">
      <w:pPr>
        <w:spacing w:line="240" w:lineRule="auto"/>
      </w:pPr>
      <w:r>
        <w:br w:type="page"/>
      </w:r>
    </w:p>
    <w:p w:rsidR="007460E1" w:rsidRDefault="007460E1" w:rsidP="007A4AAA"/>
    <w:tbl>
      <w:tblPr>
        <w:tblW w:w="49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65"/>
        <w:gridCol w:w="15"/>
        <w:gridCol w:w="7467"/>
        <w:gridCol w:w="779"/>
      </w:tblGrid>
      <w:tr w:rsidR="00CA42E4" w:rsidRPr="00986FF6" w:rsidTr="00CA42E4">
        <w:trPr>
          <w:trHeight w:val="603"/>
          <w:tblHeader/>
          <w:jc w:val="center"/>
        </w:trPr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CA42E4" w:rsidRPr="00986FF6" w:rsidRDefault="00CA42E4" w:rsidP="001E22C8">
            <w:pPr>
              <w:keepNext/>
              <w:keepLines/>
              <w:spacing w:before="120" w:after="120"/>
            </w:pPr>
          </w:p>
        </w:tc>
        <w:tc>
          <w:tcPr>
            <w:tcW w:w="7352" w:type="dxa"/>
            <w:tcBorders>
              <w:bottom w:val="single" w:sz="4" w:space="0" w:color="auto"/>
            </w:tcBorders>
            <w:vAlign w:val="center"/>
          </w:tcPr>
          <w:p w:rsidR="00CA42E4" w:rsidRPr="00986FF6" w:rsidRDefault="00CA42E4" w:rsidP="001E22C8">
            <w:pPr>
              <w:keepNext/>
              <w:keepLines/>
              <w:spacing w:before="120" w:after="120"/>
              <w:rPr>
                <w:b/>
                <w:sz w:val="22"/>
                <w:szCs w:val="22"/>
              </w:rPr>
            </w:pPr>
            <w:r w:rsidRPr="00986FF6">
              <w:rPr>
                <w:b/>
                <w:sz w:val="22"/>
                <w:szCs w:val="22"/>
              </w:rPr>
              <w:t>Anforderungen (</w:t>
            </w:r>
            <w:proofErr w:type="spellStart"/>
            <w:r w:rsidRPr="00986FF6">
              <w:rPr>
                <w:b/>
                <w:sz w:val="22"/>
                <w:szCs w:val="22"/>
              </w:rPr>
              <w:t>Kriterielle</w:t>
            </w:r>
            <w:proofErr w:type="spellEnd"/>
            <w:r w:rsidRPr="00986FF6">
              <w:rPr>
                <w:b/>
                <w:sz w:val="22"/>
                <w:szCs w:val="22"/>
              </w:rPr>
              <w:t xml:space="preserve"> Beschreibung der Prüflingsleistung)</w:t>
            </w:r>
          </w:p>
        </w:tc>
        <w:tc>
          <w:tcPr>
            <w:tcW w:w="767" w:type="dxa"/>
            <w:tcBorders>
              <w:bottom w:val="single" w:sz="4" w:space="0" w:color="auto"/>
            </w:tcBorders>
            <w:vAlign w:val="center"/>
          </w:tcPr>
          <w:p w:rsidR="00CA42E4" w:rsidRPr="00986FF6" w:rsidRDefault="00CA42E4" w:rsidP="001E22C8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8"/>
                <w:szCs w:val="8"/>
              </w:rPr>
            </w:pPr>
            <w:r w:rsidRPr="0082126F">
              <w:rPr>
                <w:rFonts w:cs="Arial"/>
                <w:b/>
                <w:bCs/>
                <w:sz w:val="14"/>
                <w:szCs w:val="14"/>
              </w:rPr>
              <w:t>Punkte maximal</w:t>
            </w:r>
            <w:r>
              <w:rPr>
                <w:rFonts w:cs="Arial"/>
                <w:b/>
                <w:bCs/>
                <w:sz w:val="14"/>
                <w:szCs w:val="14"/>
              </w:rPr>
              <w:br/>
            </w:r>
            <w:r w:rsidRPr="0082126F">
              <w:rPr>
                <w:b/>
                <w:sz w:val="14"/>
                <w:szCs w:val="14"/>
              </w:rPr>
              <w:t>(AFB)</w:t>
            </w:r>
          </w:p>
        </w:tc>
      </w:tr>
      <w:tr w:rsidR="00CA42E4" w:rsidRPr="00986FF6" w:rsidTr="00CA42E4">
        <w:trPr>
          <w:trHeight w:val="340"/>
          <w:jc w:val="center"/>
        </w:trPr>
        <w:tc>
          <w:tcPr>
            <w:tcW w:w="768" w:type="dxa"/>
            <w:gridSpan w:val="2"/>
            <w:tcBorders>
              <w:bottom w:val="single" w:sz="4" w:space="0" w:color="auto"/>
            </w:tcBorders>
          </w:tcPr>
          <w:p w:rsidR="00CA42E4" w:rsidRPr="00986FF6" w:rsidRDefault="00CA42E4" w:rsidP="001E22C8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352" w:type="dxa"/>
            <w:tcBorders>
              <w:bottom w:val="single" w:sz="4" w:space="0" w:color="auto"/>
              <w:right w:val="single" w:sz="4" w:space="0" w:color="auto"/>
            </w:tcBorders>
          </w:tcPr>
          <w:p w:rsidR="00CA42E4" w:rsidRPr="00B43EE8" w:rsidRDefault="00CA42E4" w:rsidP="001E22C8">
            <w:pPr>
              <w:pStyle w:val="StandardTabelle"/>
              <w:rPr>
                <w:b/>
                <w:bCs/>
              </w:rPr>
            </w:pPr>
            <w:r>
              <w:rPr>
                <w:b/>
                <w:bCs/>
              </w:rPr>
              <w:t>Aufgabenstellung Aufgabe 1</w:t>
            </w:r>
          </w:p>
        </w:tc>
        <w:tc>
          <w:tcPr>
            <w:tcW w:w="767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:rsidR="00CA42E4" w:rsidRPr="00986FF6" w:rsidRDefault="00CA42E4" w:rsidP="001E22C8">
            <w:pPr>
              <w:spacing w:before="120" w:after="120"/>
              <w:jc w:val="center"/>
            </w:pPr>
          </w:p>
        </w:tc>
      </w:tr>
      <w:tr w:rsidR="00CA42E4" w:rsidRPr="00986FF6" w:rsidTr="00CA42E4">
        <w:trPr>
          <w:trHeight w:val="340"/>
          <w:jc w:val="center"/>
        </w:trPr>
        <w:tc>
          <w:tcPr>
            <w:tcW w:w="7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42E4" w:rsidRPr="00986FF6" w:rsidRDefault="00CA42E4" w:rsidP="001E22C8">
            <w:pPr>
              <w:spacing w:before="120" w:after="120"/>
              <w:rPr>
                <w:b/>
              </w:rPr>
            </w:pPr>
          </w:p>
        </w:tc>
        <w:tc>
          <w:tcPr>
            <w:tcW w:w="7352" w:type="dxa"/>
            <w:tcBorders>
              <w:top w:val="single" w:sz="4" w:space="0" w:color="auto"/>
              <w:bottom w:val="single" w:sz="4" w:space="0" w:color="auto"/>
            </w:tcBorders>
          </w:tcPr>
          <w:p w:rsidR="00CA42E4" w:rsidRPr="00986FF6" w:rsidRDefault="00CA42E4" w:rsidP="001E22C8">
            <w:pPr>
              <w:pStyle w:val="Lehrer-Anforderung"/>
              <w:rPr>
                <w:b/>
              </w:rPr>
            </w:pPr>
            <w:r w:rsidRPr="00986FF6">
              <w:t>Der Prüfling …</w:t>
            </w:r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A42E4" w:rsidRPr="00986FF6" w:rsidRDefault="00CA42E4" w:rsidP="001E22C8">
            <w:pPr>
              <w:spacing w:before="120" w:after="120"/>
              <w:jc w:val="center"/>
            </w:pPr>
          </w:p>
        </w:tc>
      </w:tr>
      <w:tr w:rsidR="00CA42E4" w:rsidRPr="00986FF6" w:rsidTr="00CA42E4">
        <w:trPr>
          <w:trHeight w:val="340"/>
          <w:jc w:val="center"/>
        </w:trPr>
        <w:tc>
          <w:tcPr>
            <w:tcW w:w="768" w:type="dxa"/>
            <w:gridSpan w:val="2"/>
            <w:tcBorders>
              <w:top w:val="single" w:sz="4" w:space="0" w:color="auto"/>
            </w:tcBorders>
          </w:tcPr>
          <w:p w:rsidR="00CA42E4" w:rsidRPr="0082126F" w:rsidRDefault="00CA42E4" w:rsidP="001E22C8">
            <w:pPr>
              <w:spacing w:before="120" w:after="120"/>
            </w:pPr>
            <w:r>
              <w:t>3</w:t>
            </w:r>
            <w:r w:rsidRPr="0082126F">
              <w:t>.1</w:t>
            </w:r>
          </w:p>
        </w:tc>
        <w:tc>
          <w:tcPr>
            <w:tcW w:w="7352" w:type="dxa"/>
            <w:tcBorders>
              <w:top w:val="single" w:sz="4" w:space="0" w:color="auto"/>
            </w:tcBorders>
          </w:tcPr>
          <w:p w:rsidR="00CA42E4" w:rsidRPr="00986FF6" w:rsidRDefault="00CA42E4" w:rsidP="001E22C8">
            <w:pPr>
              <w:pStyle w:val="Lehrer-Anforderung"/>
            </w:pPr>
            <w:r w:rsidRPr="00986FF6">
              <w:t>berechnet/stellt dar/beschreibt/entwirft/</w:t>
            </w:r>
            <w:r>
              <w:t xml:space="preserve"> </w:t>
            </w:r>
            <w:r w:rsidRPr="00986FF6">
              <w:t>…</w:t>
            </w:r>
          </w:p>
        </w:tc>
        <w:tc>
          <w:tcPr>
            <w:tcW w:w="767" w:type="dxa"/>
            <w:tcBorders>
              <w:top w:val="single" w:sz="4" w:space="0" w:color="auto"/>
            </w:tcBorders>
          </w:tcPr>
          <w:p w:rsidR="00CA42E4" w:rsidRPr="00986FF6" w:rsidRDefault="00CA42E4" w:rsidP="001E22C8">
            <w:pPr>
              <w:spacing w:before="120" w:after="120"/>
              <w:jc w:val="center"/>
            </w:pPr>
          </w:p>
        </w:tc>
      </w:tr>
      <w:tr w:rsidR="00CA42E4" w:rsidRPr="00986FF6" w:rsidTr="00CA42E4">
        <w:trPr>
          <w:trHeight w:val="340"/>
          <w:jc w:val="center"/>
        </w:trPr>
        <w:tc>
          <w:tcPr>
            <w:tcW w:w="768" w:type="dxa"/>
            <w:gridSpan w:val="2"/>
          </w:tcPr>
          <w:p w:rsidR="00CA42E4" w:rsidRPr="0082126F" w:rsidRDefault="00CA42E4" w:rsidP="001E22C8">
            <w:pPr>
              <w:spacing w:before="120" w:after="120"/>
            </w:pPr>
            <w:r>
              <w:t>3.</w:t>
            </w:r>
            <w:r w:rsidRPr="0082126F">
              <w:t>2</w:t>
            </w:r>
          </w:p>
        </w:tc>
        <w:tc>
          <w:tcPr>
            <w:tcW w:w="7352" w:type="dxa"/>
          </w:tcPr>
          <w:p w:rsidR="00CA42E4" w:rsidRPr="00986FF6" w:rsidRDefault="00CA42E4" w:rsidP="001E22C8">
            <w:pPr>
              <w:pStyle w:val="Lehrer-Anforderung"/>
            </w:pPr>
            <w:r w:rsidRPr="00986FF6">
              <w:t>(…)</w:t>
            </w:r>
          </w:p>
        </w:tc>
        <w:tc>
          <w:tcPr>
            <w:tcW w:w="767" w:type="dxa"/>
          </w:tcPr>
          <w:p w:rsidR="00CA42E4" w:rsidRPr="00986FF6" w:rsidRDefault="00CA42E4" w:rsidP="001E22C8">
            <w:pPr>
              <w:spacing w:before="120" w:after="120"/>
              <w:jc w:val="center"/>
            </w:pPr>
          </w:p>
        </w:tc>
      </w:tr>
      <w:tr w:rsidR="00CA42E4" w:rsidRPr="00986FF6" w:rsidTr="00CA42E4">
        <w:trPr>
          <w:trHeight w:val="340"/>
          <w:jc w:val="center"/>
        </w:trPr>
        <w:tc>
          <w:tcPr>
            <w:tcW w:w="768" w:type="dxa"/>
            <w:gridSpan w:val="2"/>
            <w:tcBorders>
              <w:bottom w:val="single" w:sz="4" w:space="0" w:color="auto"/>
            </w:tcBorders>
          </w:tcPr>
          <w:p w:rsidR="00CA42E4" w:rsidRPr="0082126F" w:rsidRDefault="00CA42E4" w:rsidP="001E22C8">
            <w:pPr>
              <w:spacing w:before="120" w:after="120"/>
            </w:pPr>
            <w:r w:rsidRPr="0082126F">
              <w:t>(…)</w:t>
            </w:r>
          </w:p>
        </w:tc>
        <w:tc>
          <w:tcPr>
            <w:tcW w:w="7352" w:type="dxa"/>
            <w:tcBorders>
              <w:bottom w:val="single" w:sz="4" w:space="0" w:color="auto"/>
            </w:tcBorders>
          </w:tcPr>
          <w:p w:rsidR="00CA42E4" w:rsidRPr="00986FF6" w:rsidRDefault="00CA42E4" w:rsidP="001E22C8">
            <w:pPr>
              <w:pStyle w:val="Lehrer-Anforderung"/>
            </w:pPr>
            <w:r w:rsidRPr="00986FF6">
              <w:t>(…)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CA42E4" w:rsidRPr="00986FF6" w:rsidRDefault="00CA42E4" w:rsidP="001E22C8">
            <w:pPr>
              <w:spacing w:before="120" w:after="120"/>
              <w:jc w:val="center"/>
            </w:pPr>
          </w:p>
        </w:tc>
      </w:tr>
      <w:tr w:rsidR="00442FAA" w:rsidRPr="00986FF6" w:rsidTr="00CA42E4">
        <w:trPr>
          <w:trHeight w:val="340"/>
          <w:jc w:val="center"/>
        </w:trPr>
        <w:tc>
          <w:tcPr>
            <w:tcW w:w="768" w:type="dxa"/>
            <w:gridSpan w:val="2"/>
            <w:tcBorders>
              <w:bottom w:val="single" w:sz="4" w:space="0" w:color="auto"/>
            </w:tcBorders>
          </w:tcPr>
          <w:p w:rsidR="00442FAA" w:rsidRPr="0082126F" w:rsidRDefault="00442FAA" w:rsidP="001E22C8">
            <w:pPr>
              <w:spacing w:before="120" w:after="120"/>
            </w:pPr>
          </w:p>
        </w:tc>
        <w:tc>
          <w:tcPr>
            <w:tcW w:w="7352" w:type="dxa"/>
            <w:tcBorders>
              <w:bottom w:val="single" w:sz="4" w:space="0" w:color="auto"/>
            </w:tcBorders>
          </w:tcPr>
          <w:p w:rsidR="00442FAA" w:rsidRPr="00986FF6" w:rsidRDefault="00442FAA" w:rsidP="00265A78">
            <w:pPr>
              <w:pStyle w:val="Lehrer-Anforderung"/>
            </w:pPr>
            <w:r w:rsidRPr="00442FAA">
              <w:rPr>
                <w:rFonts w:cs="Arial"/>
                <w:bCs/>
                <w:i/>
                <w:iCs/>
                <w:color w:val="FF0000"/>
              </w:rPr>
              <w:t>(ggf</w:t>
            </w:r>
            <w:r>
              <w:rPr>
                <w:rFonts w:cs="Arial"/>
                <w:bCs/>
                <w:i/>
                <w:iCs/>
                <w:color w:val="FF0000"/>
              </w:rPr>
              <w:t>.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 xml:space="preserve"> </w:t>
            </w:r>
            <w:r w:rsidR="00265A78">
              <w:rPr>
                <w:rFonts w:cs="Arial"/>
                <w:bCs/>
                <w:i/>
                <w:iCs/>
                <w:color w:val="FF0000"/>
              </w:rPr>
              <w:t>e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>infügen:)</w:t>
            </w:r>
            <w:r>
              <w:rPr>
                <w:rFonts w:cs="Arial"/>
                <w:bCs/>
                <w:i/>
                <w:iCs/>
              </w:rPr>
              <w:t xml:space="preserve"> </w:t>
            </w:r>
            <w:r w:rsidRPr="00E32375">
              <w:rPr>
                <w:rFonts w:cs="Arial"/>
                <w:bCs/>
                <w:i/>
                <w:iCs/>
              </w:rPr>
              <w:t>Weitere aufgabenbezogene Ergebnisse sind bis zur Höhe von maximal 4 Punkten gesondert zu bewerten. Diese Bewertung ist kurz zu kommentier</w:t>
            </w:r>
            <w:r>
              <w:rPr>
                <w:rFonts w:cs="Arial"/>
                <w:bCs/>
                <w:i/>
                <w:iCs/>
              </w:rPr>
              <w:t>en. Die Gesamtpunkzahl für die</w:t>
            </w:r>
            <w:r w:rsidRPr="00E32375">
              <w:rPr>
                <w:rFonts w:cs="Arial"/>
                <w:bCs/>
                <w:i/>
                <w:iCs/>
              </w:rPr>
              <w:t xml:space="preserve"> Teilaufgabe</w:t>
            </w:r>
            <w:r>
              <w:rPr>
                <w:rFonts w:cs="Arial"/>
                <w:bCs/>
                <w:i/>
                <w:iCs/>
              </w:rPr>
              <w:t xml:space="preserve"> 1.1</w:t>
            </w:r>
            <w:r w:rsidRPr="00E32375">
              <w:rPr>
                <w:rFonts w:cs="Arial"/>
                <w:bCs/>
                <w:i/>
                <w:iCs/>
              </w:rPr>
              <w:t xml:space="preserve"> darf in diesem Fall nicht überschritten werden.</w:t>
            </w:r>
          </w:p>
        </w:tc>
        <w:tc>
          <w:tcPr>
            <w:tcW w:w="767" w:type="dxa"/>
            <w:tcBorders>
              <w:bottom w:val="single" w:sz="4" w:space="0" w:color="auto"/>
            </w:tcBorders>
          </w:tcPr>
          <w:p w:rsidR="00442FAA" w:rsidRPr="00986FF6" w:rsidRDefault="00442FAA" w:rsidP="001E22C8">
            <w:pPr>
              <w:spacing w:before="120" w:after="120"/>
              <w:jc w:val="center"/>
            </w:pPr>
          </w:p>
        </w:tc>
      </w:tr>
      <w:tr w:rsidR="00CA42E4" w:rsidRPr="00986FF6" w:rsidTr="00CA42E4">
        <w:trPr>
          <w:trHeight w:val="340"/>
          <w:jc w:val="center"/>
        </w:trPr>
        <w:tc>
          <w:tcPr>
            <w:tcW w:w="753" w:type="dxa"/>
            <w:tcBorders>
              <w:left w:val="nil"/>
              <w:bottom w:val="nil"/>
              <w:right w:val="nil"/>
            </w:tcBorders>
          </w:tcPr>
          <w:p w:rsidR="00CA42E4" w:rsidRPr="00986FF6" w:rsidRDefault="00CA42E4" w:rsidP="001E22C8">
            <w:pPr>
              <w:spacing w:before="120" w:after="120"/>
            </w:pPr>
          </w:p>
        </w:tc>
        <w:tc>
          <w:tcPr>
            <w:tcW w:w="7367" w:type="dxa"/>
            <w:gridSpan w:val="2"/>
            <w:tcBorders>
              <w:left w:val="nil"/>
              <w:bottom w:val="nil"/>
              <w:right w:val="single" w:sz="4" w:space="0" w:color="auto"/>
            </w:tcBorders>
          </w:tcPr>
          <w:p w:rsidR="00CA42E4" w:rsidRPr="00986FF6" w:rsidRDefault="00CA42E4" w:rsidP="001E22C8">
            <w:pPr>
              <w:keepNext/>
              <w:tabs>
                <w:tab w:val="left" w:pos="1418"/>
              </w:tabs>
              <w:spacing w:before="120" w:after="120" w:line="240" w:lineRule="auto"/>
              <w:jc w:val="right"/>
              <w:outlineLvl w:val="3"/>
              <w:rPr>
                <w:rFonts w:eastAsia="SimSun"/>
                <w:b/>
                <w:bCs/>
                <w:lang w:eastAsia="zh-CN"/>
              </w:rPr>
            </w:pPr>
            <w:r w:rsidRPr="00986FF6">
              <w:rPr>
                <w:rFonts w:eastAsia="SimSun"/>
                <w:b/>
                <w:bCs/>
                <w:lang w:eastAsia="zh-CN"/>
              </w:rPr>
              <w:t xml:space="preserve">Summe Aufgabe </w:t>
            </w:r>
            <w:r>
              <w:rPr>
                <w:rFonts w:eastAsia="SimSun"/>
                <w:b/>
                <w:bCs/>
                <w:lang w:eastAsia="zh-CN"/>
              </w:rPr>
              <w:t>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2E4" w:rsidRPr="00986FF6" w:rsidRDefault="00CA42E4" w:rsidP="00DF0F9B">
            <w:pPr>
              <w:keepNext/>
              <w:tabs>
                <w:tab w:val="left" w:pos="1418"/>
              </w:tabs>
              <w:spacing w:before="120" w:after="120" w:line="240" w:lineRule="auto"/>
              <w:jc w:val="center"/>
              <w:outlineLvl w:val="3"/>
              <w:rPr>
                <w:rFonts w:eastAsia="SimSun"/>
                <w:b/>
                <w:bCs/>
                <w:lang w:eastAsia="zh-CN"/>
              </w:rPr>
            </w:pPr>
          </w:p>
        </w:tc>
      </w:tr>
    </w:tbl>
    <w:p w:rsidR="00986FF6" w:rsidRDefault="00986FF6" w:rsidP="00986FF6"/>
    <w:p w:rsidR="00986FF6" w:rsidRDefault="00986FF6" w:rsidP="007A4AAA"/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1247"/>
        <w:gridCol w:w="1247"/>
        <w:gridCol w:w="1247"/>
        <w:gridCol w:w="1246"/>
        <w:gridCol w:w="1247"/>
        <w:gridCol w:w="1247"/>
        <w:gridCol w:w="779"/>
      </w:tblGrid>
      <w:tr w:rsidR="00086868" w:rsidTr="00075B90">
        <w:trPr>
          <w:trHeight w:val="340"/>
          <w:jc w:val="center"/>
        </w:trPr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868" w:rsidRPr="00380958" w:rsidRDefault="00086868" w:rsidP="00470033"/>
        </w:tc>
        <w:tc>
          <w:tcPr>
            <w:tcW w:w="7360" w:type="dxa"/>
            <w:gridSpan w:val="6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086868" w:rsidRPr="00380958" w:rsidRDefault="00086868" w:rsidP="00470033">
            <w:pPr>
              <w:pStyle w:val="Tabellenberschrif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Summe (inhaltliche Leistung</w:t>
            </w:r>
            <w:r w:rsidR="005C34F1">
              <w:rPr>
                <w:sz w:val="20"/>
                <w:szCs w:val="20"/>
              </w:rPr>
              <w:t xml:space="preserve"> und Darstellungsleistung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6868" w:rsidRDefault="00086868" w:rsidP="004B2923">
            <w:pPr>
              <w:pStyle w:val="Tabellenberschrift"/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6C5E73" w:rsidTr="00075B90">
        <w:trPr>
          <w:trHeight w:val="340"/>
          <w:jc w:val="center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6C5E73" w:rsidRPr="00380958" w:rsidRDefault="006C5E73" w:rsidP="00470033"/>
        </w:tc>
        <w:tc>
          <w:tcPr>
            <w:tcW w:w="3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C5E73" w:rsidRPr="00380958" w:rsidRDefault="006C5E73" w:rsidP="00470033"/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73" w:rsidRDefault="006C5E73" w:rsidP="006C5E73">
            <w:pPr>
              <w:pStyle w:val="Tabellenberschrif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AFB I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73" w:rsidRDefault="006C5E73" w:rsidP="006C5E73">
            <w:pPr>
              <w:pStyle w:val="Tabellenberschrift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73" w:rsidRDefault="006C5E73" w:rsidP="006C5E73">
            <w:pPr>
              <w:pStyle w:val="Tabellenberschrif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AFB II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73" w:rsidRDefault="006C5E73" w:rsidP="006C5E73">
            <w:pPr>
              <w:pStyle w:val="Tabellenberschrift"/>
              <w:rPr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E73" w:rsidRDefault="006C5E73" w:rsidP="00470033">
            <w:pPr>
              <w:pStyle w:val="Tabellenberschrif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AFB III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5E73" w:rsidRDefault="006C5E73" w:rsidP="00470033">
            <w:pPr>
              <w:pStyle w:val="Tabellenberschrift"/>
              <w:jc w:val="right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5E73" w:rsidRDefault="006C5E73" w:rsidP="004B2923">
            <w:pPr>
              <w:pStyle w:val="Tabellenberschrift"/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5D6D3B" w:rsidRDefault="005D6D3B" w:rsidP="007A4AAA"/>
    <w:p w:rsidR="003E593D" w:rsidRDefault="003E593D" w:rsidP="007A4AAA"/>
    <w:p w:rsidR="003E593D" w:rsidRDefault="003E593D" w:rsidP="007A4AAA"/>
    <w:p w:rsidR="009B630D" w:rsidRDefault="009B630D">
      <w:pPr>
        <w:spacing w:line="240" w:lineRule="auto"/>
      </w:pPr>
      <w:r>
        <w:br w:type="page"/>
      </w:r>
    </w:p>
    <w:p w:rsidR="001626AA" w:rsidRDefault="00BE7C7D" w:rsidP="008261C7">
      <w:pPr>
        <w:keepLines/>
        <w:tabs>
          <w:tab w:val="left" w:pos="798"/>
        </w:tabs>
        <w:spacing w:before="120" w:after="120"/>
        <w:rPr>
          <w:b/>
        </w:rPr>
      </w:pPr>
      <w:r>
        <w:rPr>
          <w:b/>
        </w:rPr>
        <w:t>b)</w:t>
      </w:r>
      <w:r w:rsidR="001626AA" w:rsidRPr="00380958">
        <w:rPr>
          <w:b/>
        </w:rPr>
        <w:tab/>
        <w:t xml:space="preserve">Darstellungsleistung </w:t>
      </w:r>
      <w:r w:rsidR="00A578E5">
        <w:rPr>
          <w:b/>
        </w:rPr>
        <w:t>–</w:t>
      </w:r>
      <w:r w:rsidR="001626AA" w:rsidRPr="00380958">
        <w:rPr>
          <w:b/>
        </w:rPr>
        <w:t xml:space="preserve"> aufgabenübergreifend</w:t>
      </w:r>
    </w:p>
    <w:tbl>
      <w:tblPr>
        <w:tblW w:w="48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7486"/>
        <w:gridCol w:w="778"/>
      </w:tblGrid>
      <w:tr w:rsidR="00033F2B" w:rsidTr="00FF72A1">
        <w:trPr>
          <w:trHeight w:val="340"/>
          <w:tblHeader/>
          <w:jc w:val="center"/>
        </w:trPr>
        <w:tc>
          <w:tcPr>
            <w:tcW w:w="750" w:type="dxa"/>
            <w:tcBorders>
              <w:top w:val="nil"/>
              <w:left w:val="nil"/>
            </w:tcBorders>
            <w:vAlign w:val="center"/>
          </w:tcPr>
          <w:p w:rsidR="00033F2B" w:rsidRPr="00C24F0B" w:rsidRDefault="00033F2B" w:rsidP="00AB16A6">
            <w:pPr>
              <w:pStyle w:val="Tabellenberschrift"/>
              <w:keepLines/>
              <w:rPr>
                <w:iCs/>
                <w:sz w:val="20"/>
                <w:szCs w:val="20"/>
              </w:rPr>
            </w:pPr>
          </w:p>
        </w:tc>
        <w:tc>
          <w:tcPr>
            <w:tcW w:w="7367" w:type="dxa"/>
            <w:vAlign w:val="center"/>
          </w:tcPr>
          <w:p w:rsidR="00033F2B" w:rsidRPr="006E505D" w:rsidRDefault="00033F2B" w:rsidP="002C0F5E">
            <w:pPr>
              <w:pStyle w:val="StandardTabelle"/>
              <w:keepLines/>
              <w:rPr>
                <w:b/>
                <w:sz w:val="22"/>
                <w:szCs w:val="22"/>
              </w:rPr>
            </w:pPr>
            <w:r w:rsidRPr="006E505D">
              <w:rPr>
                <w:b/>
                <w:sz w:val="22"/>
                <w:szCs w:val="22"/>
              </w:rPr>
              <w:t>Anforderungen</w:t>
            </w: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:rsidR="00C24F0B" w:rsidRPr="008736FA" w:rsidRDefault="009C4C06" w:rsidP="008736FA">
            <w:pPr>
              <w:keepLines/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8736FA">
              <w:rPr>
                <w:rFonts w:cs="Arial"/>
                <w:b/>
                <w:bCs/>
                <w:sz w:val="14"/>
                <w:szCs w:val="14"/>
              </w:rPr>
              <w:t>Punkte</w:t>
            </w:r>
            <w:r w:rsidR="008736FA" w:rsidRPr="008736FA">
              <w:rPr>
                <w:rFonts w:cs="Arial"/>
                <w:b/>
                <w:bCs/>
                <w:sz w:val="14"/>
                <w:szCs w:val="14"/>
              </w:rPr>
              <w:br/>
            </w:r>
            <w:r w:rsidRPr="008736FA">
              <w:rPr>
                <w:rFonts w:cs="Arial"/>
                <w:b/>
                <w:bCs/>
                <w:sz w:val="14"/>
                <w:szCs w:val="14"/>
              </w:rPr>
              <w:t>max</w:t>
            </w:r>
            <w:r w:rsidR="008736FA" w:rsidRPr="008736FA">
              <w:rPr>
                <w:rFonts w:cs="Arial"/>
                <w:b/>
                <w:bCs/>
                <w:sz w:val="14"/>
                <w:szCs w:val="14"/>
              </w:rPr>
              <w:t>imal</w:t>
            </w:r>
          </w:p>
        </w:tc>
      </w:tr>
      <w:tr w:rsidR="00387A8F" w:rsidTr="00FF72A1">
        <w:trPr>
          <w:trHeight w:val="340"/>
          <w:tblHeader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87A8F" w:rsidRDefault="00387A8F" w:rsidP="002C0F5E">
            <w:pPr>
              <w:pStyle w:val="Tabellenberschrift"/>
              <w:keepLines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7367" w:type="dxa"/>
            <w:tcBorders>
              <w:top w:val="single" w:sz="4" w:space="0" w:color="auto"/>
            </w:tcBorders>
          </w:tcPr>
          <w:p w:rsidR="00387A8F" w:rsidRDefault="00387A8F" w:rsidP="00387A8F">
            <w:pPr>
              <w:pStyle w:val="Lehrer-Anforderung"/>
            </w:pPr>
            <w:r>
              <w:t xml:space="preserve">Der Prüfling </w:t>
            </w:r>
            <w:r w:rsidRPr="00986FF6">
              <w:t>…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387A8F" w:rsidRPr="000E31DA" w:rsidRDefault="00387A8F" w:rsidP="002C0F5E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0E31DA" w:rsidTr="00FF72A1">
        <w:trPr>
          <w:trHeight w:val="340"/>
          <w:tblHeader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31DA" w:rsidRPr="00C24F0B" w:rsidRDefault="000E31DA" w:rsidP="002C0F5E">
            <w:pPr>
              <w:pStyle w:val="Tabellenberschrift"/>
              <w:keepLines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7367" w:type="dxa"/>
            <w:tcBorders>
              <w:top w:val="single" w:sz="4" w:space="0" w:color="auto"/>
            </w:tcBorders>
          </w:tcPr>
          <w:p w:rsidR="000E31DA" w:rsidRPr="00A22F43" w:rsidRDefault="000E31DA" w:rsidP="000E31DA">
            <w:pPr>
              <w:pStyle w:val="Lehrer-Anforderung"/>
            </w:pPr>
            <w:r>
              <w:t>entwickelt in seinem Text insgesamt eine schlüssige Gedankenführung.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0E31DA" w:rsidRPr="000E31DA" w:rsidRDefault="000E31DA" w:rsidP="002C0F5E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0E31DA" w:rsidRPr="00F4325D" w:rsidTr="00FF72A1">
        <w:trPr>
          <w:trHeight w:val="340"/>
          <w:jc w:val="center"/>
        </w:trPr>
        <w:tc>
          <w:tcPr>
            <w:tcW w:w="750" w:type="dxa"/>
            <w:vAlign w:val="center"/>
          </w:tcPr>
          <w:p w:rsidR="000E31DA" w:rsidRPr="00B32EC0" w:rsidRDefault="000E31DA" w:rsidP="002C0F5E">
            <w:pPr>
              <w:pStyle w:val="StandardTabelle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367" w:type="dxa"/>
          </w:tcPr>
          <w:p w:rsidR="000E31DA" w:rsidRPr="00F4325D" w:rsidRDefault="000E31DA" w:rsidP="000E31DA">
            <w:pPr>
              <w:pStyle w:val="Lehrer-Anforderung"/>
            </w:pPr>
            <w:r w:rsidRPr="00C80276">
              <w:t>stellt Inhalte bzw. Ergebnisse formal korrekt, anschaulich und gut lesbar dar.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0E31DA" w:rsidRPr="00E8547C" w:rsidRDefault="000E31DA" w:rsidP="002C0F5E">
            <w:pPr>
              <w:tabs>
                <w:tab w:val="left" w:pos="1418"/>
              </w:tabs>
              <w:spacing w:before="120" w:after="120"/>
              <w:jc w:val="center"/>
              <w:outlineLvl w:val="3"/>
              <w:rPr>
                <w:rFonts w:eastAsia="SimSun" w:cs="Arial"/>
                <w:bCs/>
                <w:lang w:eastAsia="zh-CN"/>
              </w:rPr>
            </w:pPr>
          </w:p>
        </w:tc>
      </w:tr>
      <w:tr w:rsidR="000E31DA" w:rsidRPr="00F4325D" w:rsidTr="00FF72A1">
        <w:trPr>
          <w:trHeight w:val="340"/>
          <w:jc w:val="center"/>
        </w:trPr>
        <w:tc>
          <w:tcPr>
            <w:tcW w:w="750" w:type="dxa"/>
            <w:vAlign w:val="center"/>
          </w:tcPr>
          <w:p w:rsidR="000E31DA" w:rsidRPr="00B32EC0" w:rsidRDefault="000E31DA" w:rsidP="002C0F5E">
            <w:pPr>
              <w:pStyle w:val="StandardTabelle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367" w:type="dxa"/>
          </w:tcPr>
          <w:p w:rsidR="000E31DA" w:rsidRPr="00F4325D" w:rsidRDefault="00FF72A1" w:rsidP="000E31DA">
            <w:pPr>
              <w:pStyle w:val="Lehrer-Anforderung"/>
            </w:pPr>
            <w:r w:rsidRPr="0039196F">
              <w:t>ist stilistisch</w:t>
            </w:r>
            <w:r>
              <w:t xml:space="preserve"> sicher</w:t>
            </w:r>
            <w:r w:rsidRPr="0039196F">
              <w:t xml:space="preserve"> und </w:t>
            </w:r>
            <w:r>
              <w:t>in der Wortwahl sachlich und präzise</w:t>
            </w:r>
            <w:r w:rsidRPr="0039196F">
              <w:t>.</w:t>
            </w:r>
          </w:p>
        </w:tc>
        <w:tc>
          <w:tcPr>
            <w:tcW w:w="766" w:type="dxa"/>
            <w:vAlign w:val="center"/>
          </w:tcPr>
          <w:p w:rsidR="000E31DA" w:rsidRPr="00E8547C" w:rsidRDefault="000E31DA" w:rsidP="002C0F5E">
            <w:pPr>
              <w:tabs>
                <w:tab w:val="left" w:pos="1418"/>
              </w:tabs>
              <w:spacing w:before="120" w:after="120"/>
              <w:jc w:val="center"/>
              <w:outlineLvl w:val="3"/>
              <w:rPr>
                <w:rFonts w:eastAsia="SimSun" w:cs="Arial"/>
                <w:bCs/>
                <w:lang w:eastAsia="zh-CN"/>
              </w:rPr>
            </w:pPr>
          </w:p>
        </w:tc>
      </w:tr>
      <w:tr w:rsidR="000E31DA" w:rsidRPr="00B37A84" w:rsidTr="00FF72A1">
        <w:trPr>
          <w:trHeight w:val="340"/>
          <w:jc w:val="center"/>
        </w:trPr>
        <w:tc>
          <w:tcPr>
            <w:tcW w:w="750" w:type="dxa"/>
            <w:tcBorders>
              <w:left w:val="nil"/>
              <w:bottom w:val="nil"/>
              <w:right w:val="nil"/>
            </w:tcBorders>
            <w:vAlign w:val="center"/>
          </w:tcPr>
          <w:p w:rsidR="000E31DA" w:rsidRPr="00F4325D" w:rsidRDefault="000E31DA" w:rsidP="000228FC">
            <w:pPr>
              <w:pStyle w:val="StandardTabelle"/>
              <w:jc w:val="center"/>
              <w:rPr>
                <w:b/>
              </w:rPr>
            </w:pPr>
          </w:p>
        </w:tc>
        <w:tc>
          <w:tcPr>
            <w:tcW w:w="7367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0E31DA" w:rsidRPr="00F4325D" w:rsidRDefault="000E31DA" w:rsidP="002C0F5E">
            <w:pPr>
              <w:pStyle w:val="StandardTabelle"/>
              <w:jc w:val="right"/>
              <w:rPr>
                <w:b/>
              </w:rPr>
            </w:pPr>
            <w:r w:rsidRPr="00F4325D">
              <w:rPr>
                <w:b/>
              </w:rPr>
              <w:t>Summe Darstellungsleistung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31DA" w:rsidRPr="00F4325D" w:rsidRDefault="000E31DA" w:rsidP="006164D7">
            <w:pPr>
              <w:pStyle w:val="StandardTabelle"/>
              <w:jc w:val="center"/>
              <w:rPr>
                <w:b/>
              </w:rPr>
            </w:pPr>
          </w:p>
        </w:tc>
      </w:tr>
    </w:tbl>
    <w:p w:rsidR="00B73814" w:rsidRDefault="00B73814"/>
    <w:tbl>
      <w:tblPr>
        <w:tblW w:w="48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9"/>
        <w:gridCol w:w="7451"/>
        <w:gridCol w:w="777"/>
      </w:tblGrid>
      <w:tr w:rsidR="00A578E5" w:rsidRPr="00B37A84" w:rsidTr="00B720EB">
        <w:trPr>
          <w:trHeight w:val="340"/>
          <w:jc w:val="center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78E5" w:rsidRPr="00F4325D" w:rsidRDefault="00A578E5" w:rsidP="00DA743E">
            <w:pPr>
              <w:pStyle w:val="StandardTabelle"/>
              <w:jc w:val="center"/>
              <w:rPr>
                <w:b/>
              </w:rPr>
            </w:pPr>
          </w:p>
        </w:tc>
        <w:tc>
          <w:tcPr>
            <w:tcW w:w="745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578E5" w:rsidRPr="00F4325D" w:rsidRDefault="00A578E5" w:rsidP="00DA743E">
            <w:pPr>
              <w:pStyle w:val="StandardTabelle"/>
              <w:jc w:val="right"/>
              <w:rPr>
                <w:b/>
              </w:rPr>
            </w:pPr>
            <w:r>
              <w:rPr>
                <w:b/>
              </w:rPr>
              <w:t>Summe (inhaltliche Leistung und Darstellungsleistung)</w:t>
            </w:r>
          </w:p>
        </w:tc>
        <w:tc>
          <w:tcPr>
            <w:tcW w:w="7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8E5" w:rsidRDefault="00A578E5" w:rsidP="00AC44B7">
            <w:pPr>
              <w:pStyle w:val="StandardTabelle"/>
              <w:jc w:val="center"/>
              <w:rPr>
                <w:b/>
              </w:rPr>
            </w:pPr>
          </w:p>
        </w:tc>
      </w:tr>
    </w:tbl>
    <w:p w:rsidR="00A578E5" w:rsidRDefault="00A578E5" w:rsidP="00AB16A6"/>
    <w:p w:rsidR="003F26C1" w:rsidRDefault="003F26C1" w:rsidP="004E594E">
      <w:pPr>
        <w:pStyle w:val="berschrift1"/>
        <w:pageBreakBefore/>
        <w:spacing w:before="120" w:after="240"/>
      </w:pPr>
      <w:r>
        <w:t>9</w:t>
      </w:r>
      <w:r w:rsidRPr="00380958">
        <w:tab/>
        <w:t xml:space="preserve">Bewertungsbogen zur </w:t>
      </w:r>
      <w:r>
        <w:t xml:space="preserve">Abiturprüfung im Fach </w:t>
      </w:r>
      <w:sdt>
        <w:sdtPr>
          <w:alias w:val="Fach"/>
          <w:tag w:val="Fach"/>
          <w:id w:val="2129201608"/>
          <w:placeholder>
            <w:docPart w:val="86A97B9BBF354E85ABC913E20E5D1A35"/>
          </w:placeholder>
          <w:dataBinding w:xpath="/root[1]/Fach[1]" w:storeItemID="{16AC4607-2EAE-45DC-B4A5-8FF283205D92}"/>
          <w:dropDownList w:lastValue="Kunst">
            <w:listItem w:displayText="Bautechnik" w:value="Bautechnik"/>
            <w:listItem w:displayText="Betriebswirtschaftslehre" w:value="Betriebswirtschaftslehre"/>
            <w:listItem w:displayText="Biologie" w:value="Biologie"/>
            <w:listItem w:displayText="Chemie" w:value="Chemie"/>
            <w:listItem w:displayText="Chemietechnik" w:value="Chemietechnik"/>
            <w:listItem w:displayText="Deutsch" w:value="Deutsch"/>
            <w:listItem w:displayText="Elektrotechnik" w:value="Elektrotechnik"/>
            <w:listItem w:displayText="Englisch" w:value="Englisch"/>
            <w:listItem w:displayText="Ernährung" w:value="Ernährung"/>
            <w:listItem w:displayText="Erziehungswissenschaften" w:value="Erziehungswissenschaften"/>
            <w:listItem w:displayText="Gestaltungstechnik" w:value="Gestaltungstechnik"/>
            <w:listItem w:displayText="Gesundheit" w:value="Gesundheit"/>
            <w:listItem w:displayText="Informatik" w:value="Informatik"/>
            <w:listItem w:displayText="Ingenieurwissenschaft" w:value="Ingenieurwissenschaft"/>
            <w:listItem w:displayText="Kunst" w:value="Kunst"/>
            <w:listItem w:displayText="Maschinenbautechnik" w:value="Maschinenbautechnik"/>
            <w:listItem w:displayText="Mathematik CAS/GTR" w:value="Mathematik MCG"/>
            <w:listItem w:displayText="Mathematik CAS" w:value="Mathematik MC"/>
            <w:listItem w:displayText="Mathematik GTR" w:value="Mathematik MG"/>
            <w:listItem w:displayText="Physik" w:value="Physik"/>
            <w:listItem w:displayText="Physiktechnik" w:value="Physiktechnik"/>
            <w:listItem w:displayText="Evangelische Religionslehre" w:value="Evangelische Religionslehre"/>
            <w:listItem w:displayText="Katholische Religionslehre" w:value="Katholische Religionslehre"/>
            <w:listItem w:displayText="Sport/Gesundheitsförderung" w:value="Sport/Gesundheitsförderung"/>
            <w:listItem w:displayText="Technische Informatik" w:value="Technische Informatik"/>
          </w:dropDownList>
        </w:sdtPr>
        <w:sdtEndPr/>
        <w:sdtContent>
          <w:r w:rsidR="000E31DA">
            <w:t>Kunst</w:t>
          </w:r>
        </w:sdtContent>
      </w:sdt>
    </w:p>
    <w:p w:rsidR="003F26C1" w:rsidRPr="00C939D5" w:rsidRDefault="003F26C1" w:rsidP="00FE1943">
      <w:pPr>
        <w:spacing w:before="480" w:after="240"/>
        <w:rPr>
          <w:b/>
        </w:rPr>
      </w:pPr>
      <w:r w:rsidRPr="00C939D5">
        <w:rPr>
          <w:b/>
        </w:rPr>
        <w:t>Name des Prüflings:</w:t>
      </w:r>
      <w:r w:rsidRPr="00C939D5">
        <w:rPr>
          <w:b/>
        </w:rPr>
        <w:tab/>
      </w:r>
      <w:r w:rsidRPr="00C939D5">
        <w:t>____________________________________</w:t>
      </w:r>
      <w:r w:rsidR="00AB16A6">
        <w:t>__________________________</w:t>
      </w:r>
    </w:p>
    <w:p w:rsidR="00086868" w:rsidRDefault="00086868" w:rsidP="00AB16A6"/>
    <w:p w:rsidR="00AB16A6" w:rsidRDefault="0082126F" w:rsidP="00387A8F">
      <w:pPr>
        <w:pStyle w:val="berschrift2"/>
        <w:tabs>
          <w:tab w:val="left" w:pos="798"/>
        </w:tabs>
      </w:pPr>
      <w:r>
        <w:t>a)</w:t>
      </w:r>
      <w:r>
        <w:tab/>
        <w:t>I</w:t>
      </w:r>
      <w:r w:rsidR="00AB16A6">
        <w:t>nhaltliche Leistung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61"/>
        <w:gridCol w:w="5843"/>
        <w:gridCol w:w="605"/>
        <w:gridCol w:w="605"/>
        <w:gridCol w:w="605"/>
        <w:gridCol w:w="605"/>
      </w:tblGrid>
      <w:tr w:rsidR="00AB16A6" w:rsidTr="00E57E3A">
        <w:trPr>
          <w:trHeight w:val="340"/>
          <w:tblHeader/>
          <w:jc w:val="center"/>
        </w:trPr>
        <w:tc>
          <w:tcPr>
            <w:tcW w:w="788" w:type="dxa"/>
            <w:tcBorders>
              <w:top w:val="nil"/>
              <w:left w:val="nil"/>
            </w:tcBorders>
            <w:vAlign w:val="center"/>
          </w:tcPr>
          <w:p w:rsidR="00AB16A6" w:rsidRPr="002715E6" w:rsidRDefault="00AB16A6" w:rsidP="00470033">
            <w:pPr>
              <w:spacing w:before="120" w:after="120"/>
            </w:pPr>
          </w:p>
        </w:tc>
        <w:tc>
          <w:tcPr>
            <w:tcW w:w="6088" w:type="dxa"/>
            <w:vAlign w:val="center"/>
          </w:tcPr>
          <w:p w:rsidR="00AB16A6" w:rsidRPr="00C24F0B" w:rsidRDefault="00AB16A6" w:rsidP="00470033">
            <w:pPr>
              <w:spacing w:before="120" w:after="120"/>
              <w:rPr>
                <w:b/>
              </w:rPr>
            </w:pPr>
            <w:r w:rsidRPr="00F91EEC">
              <w:rPr>
                <w:b/>
              </w:rPr>
              <w:t>Anforderungen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Punkte</w:t>
            </w:r>
            <w:r>
              <w:rPr>
                <w:rFonts w:cs="Arial"/>
                <w:b/>
                <w:bCs/>
                <w:sz w:val="12"/>
                <w:szCs w:val="12"/>
              </w:rPr>
              <w:br/>
              <w:t>max.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AB16A6" w:rsidRPr="0088434C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EK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AB16A6" w:rsidRPr="008E4F7D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ZK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AB16A6" w:rsidRPr="008E4F7D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DK</w:t>
            </w:r>
          </w:p>
        </w:tc>
      </w:tr>
      <w:tr w:rsidR="00AB16A6" w:rsidTr="00E57E3A">
        <w:trPr>
          <w:trHeight w:val="340"/>
          <w:jc w:val="center"/>
        </w:trPr>
        <w:tc>
          <w:tcPr>
            <w:tcW w:w="788" w:type="dxa"/>
            <w:tcBorders>
              <w:bottom w:val="single" w:sz="4" w:space="0" w:color="auto"/>
            </w:tcBorders>
          </w:tcPr>
          <w:p w:rsidR="00AB16A6" w:rsidRPr="009C4C06" w:rsidRDefault="00D45F48" w:rsidP="00470033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088" w:type="dxa"/>
            <w:tcBorders>
              <w:bottom w:val="single" w:sz="4" w:space="0" w:color="auto"/>
            </w:tcBorders>
          </w:tcPr>
          <w:p w:rsidR="00AB16A6" w:rsidRPr="00F91EEC" w:rsidRDefault="00AB16A6" w:rsidP="00470033">
            <w:pPr>
              <w:spacing w:before="120" w:after="120"/>
              <w:rPr>
                <w:b/>
              </w:rPr>
            </w:pPr>
            <w:r w:rsidRPr="00F91EEC">
              <w:rPr>
                <w:b/>
              </w:rPr>
              <w:t>Aufgabenstellung</w:t>
            </w:r>
            <w:r w:rsidR="00D45F48">
              <w:rPr>
                <w:b/>
              </w:rPr>
              <w:t xml:space="preserve"> 1</w:t>
            </w:r>
          </w:p>
        </w:tc>
        <w:tc>
          <w:tcPr>
            <w:tcW w:w="624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624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24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24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</w:tr>
      <w:tr w:rsidR="00AB16A6" w:rsidTr="00E57E3A">
        <w:trPr>
          <w:trHeight w:val="340"/>
          <w:jc w:val="center"/>
        </w:trPr>
        <w:tc>
          <w:tcPr>
            <w:tcW w:w="788" w:type="dxa"/>
            <w:tcBorders>
              <w:bottom w:val="single" w:sz="4" w:space="0" w:color="auto"/>
            </w:tcBorders>
          </w:tcPr>
          <w:p w:rsidR="00AB16A6" w:rsidRPr="009C4C06" w:rsidRDefault="00AB16A6" w:rsidP="00470033">
            <w:pPr>
              <w:spacing w:before="120" w:after="120"/>
              <w:rPr>
                <w:b/>
              </w:rPr>
            </w:pPr>
          </w:p>
        </w:tc>
        <w:tc>
          <w:tcPr>
            <w:tcW w:w="6088" w:type="dxa"/>
            <w:tcBorders>
              <w:bottom w:val="single" w:sz="4" w:space="0" w:color="auto"/>
            </w:tcBorders>
          </w:tcPr>
          <w:p w:rsidR="00AB16A6" w:rsidRPr="00F91EEC" w:rsidRDefault="00AB16A6" w:rsidP="00D4148F">
            <w:pPr>
              <w:spacing w:before="120" w:after="120"/>
            </w:pPr>
            <w:r w:rsidRPr="00F91EEC">
              <w:t>Der Prüfling</w:t>
            </w:r>
            <w:r>
              <w:t xml:space="preserve"> </w:t>
            </w:r>
            <w:r w:rsidR="00D4148F">
              <w:t>…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</w:tr>
      <w:tr w:rsidR="00AB16A6" w:rsidTr="00E57E3A">
        <w:trPr>
          <w:trHeight w:val="340"/>
          <w:jc w:val="center"/>
        </w:trPr>
        <w:tc>
          <w:tcPr>
            <w:tcW w:w="788" w:type="dxa"/>
            <w:tcBorders>
              <w:top w:val="single" w:sz="4" w:space="0" w:color="auto"/>
            </w:tcBorders>
          </w:tcPr>
          <w:p w:rsidR="00AB16A6" w:rsidRPr="0082126F" w:rsidRDefault="00AB16A6" w:rsidP="00D45F48">
            <w:pPr>
              <w:spacing w:before="120" w:after="120"/>
            </w:pPr>
            <w:r w:rsidRPr="0082126F">
              <w:t>1</w:t>
            </w:r>
            <w:r w:rsidR="00D45F48">
              <w:t>.</w:t>
            </w:r>
            <w:r w:rsidRPr="0082126F">
              <w:t>1</w:t>
            </w:r>
          </w:p>
        </w:tc>
        <w:tc>
          <w:tcPr>
            <w:tcW w:w="6088" w:type="dxa"/>
            <w:tcBorders>
              <w:top w:val="single" w:sz="4" w:space="0" w:color="auto"/>
            </w:tcBorders>
          </w:tcPr>
          <w:p w:rsidR="00AB16A6" w:rsidRPr="008E4F7D" w:rsidRDefault="00AB16A6" w:rsidP="00470033">
            <w:pPr>
              <w:spacing w:before="120" w:after="120"/>
            </w:pP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</w:tr>
      <w:tr w:rsidR="00AB16A6" w:rsidTr="00E57E3A">
        <w:trPr>
          <w:trHeight w:val="340"/>
          <w:jc w:val="center"/>
        </w:trPr>
        <w:tc>
          <w:tcPr>
            <w:tcW w:w="788" w:type="dxa"/>
          </w:tcPr>
          <w:p w:rsidR="00AB16A6" w:rsidRPr="0082126F" w:rsidRDefault="00AB16A6" w:rsidP="00D45F48">
            <w:pPr>
              <w:spacing w:before="120" w:after="120"/>
            </w:pPr>
            <w:r w:rsidRPr="0082126F">
              <w:t>1.2</w:t>
            </w:r>
          </w:p>
        </w:tc>
        <w:tc>
          <w:tcPr>
            <w:tcW w:w="6088" w:type="dxa"/>
          </w:tcPr>
          <w:p w:rsidR="00AB16A6" w:rsidRPr="00F91EEC" w:rsidRDefault="00AB16A6" w:rsidP="00470033">
            <w:pPr>
              <w:spacing w:before="120" w:after="120"/>
            </w:pP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</w:tr>
      <w:tr w:rsidR="00AB16A6" w:rsidTr="00E57E3A">
        <w:trPr>
          <w:trHeight w:val="340"/>
          <w:jc w:val="center"/>
        </w:trPr>
        <w:tc>
          <w:tcPr>
            <w:tcW w:w="788" w:type="dxa"/>
            <w:tcBorders>
              <w:bottom w:val="single" w:sz="4" w:space="0" w:color="auto"/>
            </w:tcBorders>
          </w:tcPr>
          <w:p w:rsidR="00AB16A6" w:rsidRPr="0082126F" w:rsidRDefault="00AB16A6" w:rsidP="00470033">
            <w:pPr>
              <w:spacing w:before="120" w:after="120"/>
            </w:pPr>
            <w:r w:rsidRPr="0082126F">
              <w:t>(…)</w:t>
            </w:r>
          </w:p>
        </w:tc>
        <w:tc>
          <w:tcPr>
            <w:tcW w:w="6088" w:type="dxa"/>
            <w:tcBorders>
              <w:bottom w:val="single" w:sz="4" w:space="0" w:color="auto"/>
            </w:tcBorders>
          </w:tcPr>
          <w:p w:rsidR="00AB16A6" w:rsidRPr="008E4F7D" w:rsidRDefault="00AB16A6" w:rsidP="00470033">
            <w:pPr>
              <w:spacing w:before="120" w:after="120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</w:tr>
      <w:tr w:rsidR="00442FAA" w:rsidTr="00E57E3A">
        <w:trPr>
          <w:trHeight w:val="340"/>
          <w:jc w:val="center"/>
        </w:trPr>
        <w:tc>
          <w:tcPr>
            <w:tcW w:w="788" w:type="dxa"/>
            <w:tcBorders>
              <w:bottom w:val="single" w:sz="4" w:space="0" w:color="auto"/>
            </w:tcBorders>
          </w:tcPr>
          <w:p w:rsidR="00442FAA" w:rsidRPr="0082126F" w:rsidRDefault="00442FAA" w:rsidP="00470033">
            <w:pPr>
              <w:spacing w:before="120" w:after="120"/>
            </w:pPr>
          </w:p>
        </w:tc>
        <w:tc>
          <w:tcPr>
            <w:tcW w:w="6088" w:type="dxa"/>
            <w:tcBorders>
              <w:bottom w:val="single" w:sz="4" w:space="0" w:color="auto"/>
            </w:tcBorders>
          </w:tcPr>
          <w:p w:rsidR="00442FAA" w:rsidRPr="008E4F7D" w:rsidRDefault="00442FAA" w:rsidP="008577EF">
            <w:pPr>
              <w:spacing w:before="120" w:after="120"/>
            </w:pPr>
            <w:r w:rsidRPr="00442FAA">
              <w:rPr>
                <w:rFonts w:cs="Arial"/>
                <w:bCs/>
                <w:i/>
                <w:iCs/>
                <w:color w:val="FF0000"/>
              </w:rPr>
              <w:t>(ggf</w:t>
            </w:r>
            <w:r>
              <w:rPr>
                <w:rFonts w:cs="Arial"/>
                <w:bCs/>
                <w:i/>
                <w:iCs/>
                <w:color w:val="FF0000"/>
              </w:rPr>
              <w:t>.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 xml:space="preserve"> </w:t>
            </w:r>
            <w:r w:rsidR="008577EF">
              <w:rPr>
                <w:rFonts w:cs="Arial"/>
                <w:bCs/>
                <w:i/>
                <w:iCs/>
                <w:color w:val="FF0000"/>
              </w:rPr>
              <w:t>e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>infügen:)</w:t>
            </w:r>
            <w:r>
              <w:rPr>
                <w:rFonts w:cs="Arial"/>
                <w:bCs/>
                <w:i/>
                <w:iCs/>
              </w:rPr>
              <w:t xml:space="preserve"> </w:t>
            </w:r>
            <w:r w:rsidRPr="00E32375">
              <w:rPr>
                <w:rFonts w:cs="Arial"/>
                <w:bCs/>
                <w:i/>
                <w:iCs/>
              </w:rPr>
              <w:t>Weitere aufgabenbezogene Ergebnisse sind bis zur Höhe von maximal 4 Punkten gesondert zu bewerten. Diese Bewertung ist kurz zu kommentier</w:t>
            </w:r>
            <w:r>
              <w:rPr>
                <w:rFonts w:cs="Arial"/>
                <w:bCs/>
                <w:i/>
                <w:iCs/>
              </w:rPr>
              <w:t>en. Die Gesamtpunkzahl für die</w:t>
            </w:r>
            <w:r w:rsidRPr="00E32375">
              <w:rPr>
                <w:rFonts w:cs="Arial"/>
                <w:bCs/>
                <w:i/>
                <w:iCs/>
              </w:rPr>
              <w:t xml:space="preserve"> Teilaufgabe</w:t>
            </w:r>
            <w:r>
              <w:rPr>
                <w:rFonts w:cs="Arial"/>
                <w:bCs/>
                <w:i/>
                <w:iCs/>
              </w:rPr>
              <w:t xml:space="preserve"> 1.1</w:t>
            </w:r>
            <w:r w:rsidRPr="00E32375">
              <w:rPr>
                <w:rFonts w:cs="Arial"/>
                <w:bCs/>
                <w:i/>
                <w:iCs/>
              </w:rPr>
              <w:t xml:space="preserve"> darf in diesem Fall nicht überschritten werden.</w:t>
            </w:r>
            <w:r>
              <w:rPr>
                <w:rFonts w:cs="Arial"/>
                <w:bCs/>
                <w:i/>
                <w:iCs/>
              </w:rPr>
              <w:br/>
            </w:r>
            <w:r>
              <w:rPr>
                <w:rFonts w:cs="Arial"/>
                <w:bCs/>
                <w:i/>
                <w:iCs/>
              </w:rPr>
              <w:br/>
            </w:r>
            <w:r>
              <w:rPr>
                <w:rFonts w:cs="Arial"/>
                <w:bCs/>
                <w:i/>
                <w:iCs/>
              </w:rPr>
              <w:br/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</w:tr>
      <w:tr w:rsidR="00AB16A6" w:rsidRPr="00F91EEC" w:rsidTr="00E57E3A">
        <w:trPr>
          <w:trHeight w:val="340"/>
          <w:jc w:val="center"/>
        </w:trPr>
        <w:tc>
          <w:tcPr>
            <w:tcW w:w="788" w:type="dxa"/>
            <w:tcBorders>
              <w:left w:val="nil"/>
              <w:bottom w:val="nil"/>
              <w:right w:val="nil"/>
            </w:tcBorders>
          </w:tcPr>
          <w:p w:rsidR="00AB16A6" w:rsidRPr="00F91EEC" w:rsidRDefault="00AB16A6" w:rsidP="00470033">
            <w:pPr>
              <w:spacing w:before="120" w:after="120"/>
              <w:rPr>
                <w:b/>
              </w:rPr>
            </w:pPr>
          </w:p>
        </w:tc>
        <w:tc>
          <w:tcPr>
            <w:tcW w:w="60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B16A6" w:rsidRPr="00F91EEC" w:rsidRDefault="00AB16A6" w:rsidP="00D45F48">
            <w:pPr>
              <w:spacing w:before="120" w:after="120"/>
              <w:jc w:val="right"/>
              <w:rPr>
                <w:b/>
              </w:rPr>
            </w:pPr>
            <w:r w:rsidRPr="00F91EEC">
              <w:rPr>
                <w:b/>
              </w:rPr>
              <w:t>Summe Aufgabe 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442FAA" w:rsidRDefault="00442FAA" w:rsidP="00AB16A6"/>
    <w:p w:rsidR="00442FAA" w:rsidRDefault="00442FAA" w:rsidP="00442FAA">
      <w:r>
        <w:br w:type="page"/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61"/>
        <w:gridCol w:w="5843"/>
        <w:gridCol w:w="605"/>
        <w:gridCol w:w="605"/>
        <w:gridCol w:w="605"/>
        <w:gridCol w:w="605"/>
      </w:tblGrid>
      <w:tr w:rsidR="00086868" w:rsidTr="00442FAA">
        <w:trPr>
          <w:trHeight w:val="340"/>
          <w:tblHeader/>
          <w:jc w:val="center"/>
        </w:trPr>
        <w:tc>
          <w:tcPr>
            <w:tcW w:w="761" w:type="dxa"/>
            <w:tcBorders>
              <w:top w:val="nil"/>
              <w:left w:val="nil"/>
            </w:tcBorders>
            <w:vAlign w:val="center"/>
          </w:tcPr>
          <w:p w:rsidR="00086868" w:rsidRPr="002715E6" w:rsidRDefault="00086868" w:rsidP="00470033">
            <w:pPr>
              <w:spacing w:before="120" w:after="120"/>
            </w:pPr>
          </w:p>
        </w:tc>
        <w:tc>
          <w:tcPr>
            <w:tcW w:w="5843" w:type="dxa"/>
            <w:vAlign w:val="center"/>
          </w:tcPr>
          <w:p w:rsidR="00086868" w:rsidRPr="00C24F0B" w:rsidRDefault="00086868" w:rsidP="00470033">
            <w:pPr>
              <w:spacing w:before="120" w:after="120"/>
              <w:rPr>
                <w:b/>
              </w:rPr>
            </w:pPr>
            <w:r w:rsidRPr="00F91EEC">
              <w:rPr>
                <w:b/>
              </w:rPr>
              <w:t>Anforderungen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086868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Punkte</w:t>
            </w:r>
            <w:r>
              <w:rPr>
                <w:rFonts w:cs="Arial"/>
                <w:b/>
                <w:bCs/>
                <w:sz w:val="12"/>
                <w:szCs w:val="12"/>
              </w:rPr>
              <w:br/>
              <w:t>max.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086868" w:rsidRPr="0088434C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EK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086868" w:rsidRPr="008E4F7D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ZK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086868" w:rsidRPr="008E4F7D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DK</w:t>
            </w:r>
          </w:p>
        </w:tc>
      </w:tr>
      <w:tr w:rsidR="00086868" w:rsidTr="00442FAA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086868" w:rsidRPr="009C4C06" w:rsidRDefault="00086868" w:rsidP="00086868">
            <w:pPr>
              <w:spacing w:before="120" w:after="12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086868" w:rsidRPr="00F91EEC" w:rsidRDefault="00086868" w:rsidP="00D45F48">
            <w:pPr>
              <w:spacing w:before="120" w:after="120"/>
              <w:rPr>
                <w:b/>
              </w:rPr>
            </w:pPr>
            <w:r w:rsidRPr="00F91EEC">
              <w:rPr>
                <w:b/>
              </w:rPr>
              <w:t>Aufgabenstellung</w:t>
            </w:r>
            <w:r>
              <w:rPr>
                <w:b/>
              </w:rPr>
              <w:t xml:space="preserve"> 2</w:t>
            </w: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086868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086868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086868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086868" w:rsidRDefault="00086868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</w:tr>
      <w:tr w:rsidR="00086868" w:rsidTr="00442FAA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086868" w:rsidRPr="009C4C06" w:rsidRDefault="00086868" w:rsidP="00470033">
            <w:pPr>
              <w:spacing w:before="120" w:after="120"/>
              <w:rPr>
                <w:b/>
              </w:rPr>
            </w:pP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086868" w:rsidRPr="00F91EEC" w:rsidRDefault="00086868" w:rsidP="00D4148F">
            <w:pPr>
              <w:spacing w:before="120" w:after="120"/>
            </w:pPr>
            <w:r w:rsidRPr="00F91EEC">
              <w:t>Der Prüfling</w:t>
            </w:r>
            <w:r>
              <w:t xml:space="preserve"> </w:t>
            </w:r>
            <w:r w:rsidR="00D4148F">
              <w:t>…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6868" w:rsidRPr="00F91EEC" w:rsidRDefault="00086868" w:rsidP="00470033">
            <w:pPr>
              <w:spacing w:before="120" w:after="120"/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86868" w:rsidRPr="00F91EEC" w:rsidRDefault="00086868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6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6868" w:rsidRPr="00F91EEC" w:rsidRDefault="00086868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86868" w:rsidRPr="00F91EEC" w:rsidRDefault="00086868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</w:tr>
      <w:tr w:rsidR="00086868" w:rsidTr="00442FAA">
        <w:trPr>
          <w:trHeight w:val="340"/>
          <w:jc w:val="center"/>
        </w:trPr>
        <w:tc>
          <w:tcPr>
            <w:tcW w:w="761" w:type="dxa"/>
            <w:tcBorders>
              <w:top w:val="single" w:sz="4" w:space="0" w:color="auto"/>
            </w:tcBorders>
          </w:tcPr>
          <w:p w:rsidR="00086868" w:rsidRPr="0082126F" w:rsidRDefault="00086868" w:rsidP="00470033">
            <w:pPr>
              <w:spacing w:before="120" w:after="120"/>
            </w:pPr>
            <w:r w:rsidRPr="0082126F">
              <w:t>2.1</w:t>
            </w:r>
          </w:p>
        </w:tc>
        <w:tc>
          <w:tcPr>
            <w:tcW w:w="5843" w:type="dxa"/>
            <w:tcBorders>
              <w:top w:val="single" w:sz="4" w:space="0" w:color="auto"/>
            </w:tcBorders>
          </w:tcPr>
          <w:p w:rsidR="00086868" w:rsidRPr="008E4F7D" w:rsidRDefault="00086868" w:rsidP="00470033">
            <w:pPr>
              <w:spacing w:before="120" w:after="120"/>
            </w:pPr>
          </w:p>
        </w:tc>
        <w:tc>
          <w:tcPr>
            <w:tcW w:w="605" w:type="dxa"/>
            <w:tcBorders>
              <w:top w:val="single" w:sz="4" w:space="0" w:color="auto"/>
              <w:right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</w:tr>
      <w:tr w:rsidR="00086868" w:rsidTr="00442FAA">
        <w:trPr>
          <w:trHeight w:val="340"/>
          <w:jc w:val="center"/>
        </w:trPr>
        <w:tc>
          <w:tcPr>
            <w:tcW w:w="761" w:type="dxa"/>
          </w:tcPr>
          <w:p w:rsidR="00086868" w:rsidRPr="0082126F" w:rsidRDefault="00086868" w:rsidP="00086868">
            <w:pPr>
              <w:spacing w:before="120" w:after="120"/>
            </w:pPr>
            <w:r w:rsidRPr="0082126F">
              <w:t>2.2</w:t>
            </w:r>
          </w:p>
        </w:tc>
        <w:tc>
          <w:tcPr>
            <w:tcW w:w="5843" w:type="dxa"/>
          </w:tcPr>
          <w:p w:rsidR="00086868" w:rsidRPr="00F91EEC" w:rsidRDefault="00086868" w:rsidP="00470033">
            <w:pPr>
              <w:spacing w:before="120" w:after="120"/>
            </w:pPr>
          </w:p>
        </w:tc>
        <w:tc>
          <w:tcPr>
            <w:tcW w:w="605" w:type="dxa"/>
            <w:tcBorders>
              <w:right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left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</w:tr>
      <w:tr w:rsidR="00086868" w:rsidTr="00442FAA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086868" w:rsidRPr="0082126F" w:rsidRDefault="00086868" w:rsidP="00470033">
            <w:pPr>
              <w:spacing w:before="120" w:after="120"/>
            </w:pPr>
            <w:r w:rsidRPr="0082126F">
              <w:t>(…)</w:t>
            </w: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086868" w:rsidRPr="008E4F7D" w:rsidRDefault="00086868" w:rsidP="00470033">
            <w:pPr>
              <w:spacing w:before="120" w:after="120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086868" w:rsidRPr="00AA4784" w:rsidRDefault="00086868" w:rsidP="00470033">
            <w:pPr>
              <w:spacing w:before="120" w:after="120"/>
              <w:jc w:val="center"/>
            </w:pPr>
          </w:p>
        </w:tc>
      </w:tr>
      <w:tr w:rsidR="00442FAA" w:rsidTr="00442FAA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442FAA" w:rsidRPr="0082126F" w:rsidRDefault="00442FAA" w:rsidP="00470033">
            <w:pPr>
              <w:spacing w:before="120" w:after="120"/>
            </w:pP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442FAA" w:rsidRPr="008E4F7D" w:rsidRDefault="00442FAA" w:rsidP="008577EF">
            <w:pPr>
              <w:spacing w:before="120" w:after="120"/>
            </w:pPr>
            <w:r w:rsidRPr="00442FAA">
              <w:rPr>
                <w:rFonts w:cs="Arial"/>
                <w:bCs/>
                <w:i/>
                <w:iCs/>
                <w:color w:val="FF0000"/>
              </w:rPr>
              <w:t>(ggf</w:t>
            </w:r>
            <w:r>
              <w:rPr>
                <w:rFonts w:cs="Arial"/>
                <w:bCs/>
                <w:i/>
                <w:iCs/>
                <w:color w:val="FF0000"/>
              </w:rPr>
              <w:t>.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 xml:space="preserve"> </w:t>
            </w:r>
            <w:r w:rsidR="008577EF">
              <w:rPr>
                <w:rFonts w:cs="Arial"/>
                <w:bCs/>
                <w:i/>
                <w:iCs/>
                <w:color w:val="FF0000"/>
              </w:rPr>
              <w:t>e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>infügen:)</w:t>
            </w:r>
            <w:r>
              <w:rPr>
                <w:rFonts w:cs="Arial"/>
                <w:bCs/>
                <w:i/>
                <w:iCs/>
              </w:rPr>
              <w:t xml:space="preserve"> </w:t>
            </w:r>
            <w:r w:rsidRPr="00E32375">
              <w:rPr>
                <w:rFonts w:cs="Arial"/>
                <w:bCs/>
                <w:i/>
                <w:iCs/>
              </w:rPr>
              <w:t>Weitere aufgabenbezogene Ergebnisse sind bis zur Höhe von maximal 4 Punkten gesondert zu bewerten. Diese Bewertung ist kurz zu kommentier</w:t>
            </w:r>
            <w:r>
              <w:rPr>
                <w:rFonts w:cs="Arial"/>
                <w:bCs/>
                <w:i/>
                <w:iCs/>
              </w:rPr>
              <w:t>en. Die Gesamtpunkzahl für die</w:t>
            </w:r>
            <w:r w:rsidRPr="00E32375">
              <w:rPr>
                <w:rFonts w:cs="Arial"/>
                <w:bCs/>
                <w:i/>
                <w:iCs/>
              </w:rPr>
              <w:t xml:space="preserve"> Teilaufgabe</w:t>
            </w:r>
            <w:r>
              <w:rPr>
                <w:rFonts w:cs="Arial"/>
                <w:bCs/>
                <w:i/>
                <w:iCs/>
              </w:rPr>
              <w:t xml:space="preserve"> 1.1</w:t>
            </w:r>
            <w:r w:rsidRPr="00E32375">
              <w:rPr>
                <w:rFonts w:cs="Arial"/>
                <w:bCs/>
                <w:i/>
                <w:iCs/>
              </w:rPr>
              <w:t xml:space="preserve"> darf in diesem Fall nicht überschritten werden.</w:t>
            </w:r>
            <w:r>
              <w:rPr>
                <w:rFonts w:cs="Arial"/>
                <w:bCs/>
                <w:i/>
                <w:iCs/>
              </w:rPr>
              <w:br/>
            </w:r>
            <w:r>
              <w:rPr>
                <w:rFonts w:cs="Arial"/>
                <w:bCs/>
                <w:i/>
                <w:iCs/>
              </w:rPr>
              <w:br/>
            </w:r>
            <w:r>
              <w:rPr>
                <w:rFonts w:cs="Arial"/>
                <w:bCs/>
                <w:i/>
                <w:iCs/>
              </w:rPr>
              <w:br/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</w:tr>
      <w:tr w:rsidR="00086868" w:rsidRPr="00F91EEC" w:rsidTr="00442FAA">
        <w:trPr>
          <w:trHeight w:val="340"/>
          <w:jc w:val="center"/>
        </w:trPr>
        <w:tc>
          <w:tcPr>
            <w:tcW w:w="761" w:type="dxa"/>
            <w:tcBorders>
              <w:left w:val="nil"/>
              <w:bottom w:val="nil"/>
              <w:right w:val="nil"/>
            </w:tcBorders>
          </w:tcPr>
          <w:p w:rsidR="00086868" w:rsidRPr="00F91EEC" w:rsidRDefault="00086868" w:rsidP="00470033">
            <w:pPr>
              <w:spacing w:before="120" w:after="120"/>
              <w:rPr>
                <w:b/>
              </w:rPr>
            </w:pPr>
          </w:p>
        </w:tc>
        <w:tc>
          <w:tcPr>
            <w:tcW w:w="5843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086868" w:rsidRPr="00F91EEC" w:rsidRDefault="00D45F48" w:rsidP="00086868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 xml:space="preserve">Summe Aufgabe </w:t>
            </w:r>
            <w:r w:rsidR="00086868">
              <w:rPr>
                <w:b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8" w:rsidRPr="00F91EEC" w:rsidRDefault="00086868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8" w:rsidRPr="00F91EEC" w:rsidRDefault="00086868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8" w:rsidRPr="00F91EEC" w:rsidRDefault="00086868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868" w:rsidRPr="00F91EEC" w:rsidRDefault="00086868" w:rsidP="00470033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086868" w:rsidRDefault="00086868" w:rsidP="00AB16A6"/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61"/>
        <w:gridCol w:w="5843"/>
        <w:gridCol w:w="605"/>
        <w:gridCol w:w="605"/>
        <w:gridCol w:w="605"/>
        <w:gridCol w:w="605"/>
      </w:tblGrid>
      <w:tr w:rsidR="00AB16A6" w:rsidTr="00D45F48">
        <w:trPr>
          <w:trHeight w:val="340"/>
          <w:tblHeader/>
          <w:jc w:val="center"/>
        </w:trPr>
        <w:tc>
          <w:tcPr>
            <w:tcW w:w="761" w:type="dxa"/>
            <w:tcBorders>
              <w:top w:val="nil"/>
              <w:left w:val="nil"/>
            </w:tcBorders>
            <w:vAlign w:val="center"/>
          </w:tcPr>
          <w:p w:rsidR="00AB16A6" w:rsidRPr="002715E6" w:rsidRDefault="00AB16A6" w:rsidP="00470033">
            <w:pPr>
              <w:spacing w:before="120" w:after="120"/>
            </w:pPr>
          </w:p>
        </w:tc>
        <w:tc>
          <w:tcPr>
            <w:tcW w:w="5843" w:type="dxa"/>
            <w:vAlign w:val="center"/>
          </w:tcPr>
          <w:p w:rsidR="00AB16A6" w:rsidRPr="00C24F0B" w:rsidRDefault="00AB16A6" w:rsidP="00470033">
            <w:pPr>
              <w:spacing w:before="120" w:after="120"/>
              <w:rPr>
                <w:b/>
              </w:rPr>
            </w:pPr>
            <w:r w:rsidRPr="00F91EEC">
              <w:rPr>
                <w:b/>
              </w:rPr>
              <w:t>Anforderungen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Punkte</w:t>
            </w:r>
            <w:r>
              <w:rPr>
                <w:rFonts w:cs="Arial"/>
                <w:b/>
                <w:bCs/>
                <w:sz w:val="12"/>
                <w:szCs w:val="12"/>
              </w:rPr>
              <w:br/>
              <w:t>max.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AB16A6" w:rsidRPr="0088434C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EK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AB16A6" w:rsidRPr="008E4F7D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ZK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AB16A6" w:rsidRPr="008E4F7D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DK</w:t>
            </w:r>
          </w:p>
        </w:tc>
      </w:tr>
      <w:tr w:rsidR="00AB16A6" w:rsidTr="00D45F48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AB16A6" w:rsidRPr="009C4C06" w:rsidRDefault="00D45F48" w:rsidP="00470033">
            <w:pPr>
              <w:spacing w:before="120" w:after="12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AB16A6" w:rsidRPr="00F91EEC" w:rsidRDefault="00AB16A6" w:rsidP="00470033">
            <w:pPr>
              <w:spacing w:before="120" w:after="120"/>
              <w:rPr>
                <w:b/>
              </w:rPr>
            </w:pPr>
            <w:r w:rsidRPr="00F91EEC">
              <w:rPr>
                <w:b/>
              </w:rPr>
              <w:t>Aufgabenstellung</w:t>
            </w:r>
            <w:r>
              <w:rPr>
                <w:b/>
              </w:rPr>
              <w:t xml:space="preserve"> 2.1</w:t>
            </w: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605" w:type="dxa"/>
            <w:tcBorders>
              <w:bottom w:val="single" w:sz="4" w:space="0" w:color="auto"/>
              <w:tl2br w:val="nil"/>
              <w:tr2bl w:val="nil"/>
            </w:tcBorders>
            <w:shd w:val="clear" w:color="auto" w:fill="D9D9D9" w:themeFill="background1" w:themeFillShade="D9"/>
            <w:vAlign w:val="center"/>
          </w:tcPr>
          <w:p w:rsidR="00AB16A6" w:rsidRDefault="00AB16A6" w:rsidP="00470033">
            <w:pPr>
              <w:spacing w:before="120" w:after="120"/>
              <w:jc w:val="center"/>
              <w:rPr>
                <w:rFonts w:cs="Arial"/>
                <w:b/>
                <w:bCs/>
              </w:rPr>
            </w:pPr>
          </w:p>
        </w:tc>
      </w:tr>
      <w:tr w:rsidR="00AB16A6" w:rsidTr="00D45F48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AB16A6" w:rsidRPr="009C4C06" w:rsidRDefault="00AB16A6" w:rsidP="00470033">
            <w:pPr>
              <w:spacing w:before="120" w:after="120"/>
              <w:rPr>
                <w:b/>
              </w:rPr>
            </w:pP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AB16A6" w:rsidRPr="00F91EEC" w:rsidRDefault="00AB16A6" w:rsidP="00D4148F">
            <w:pPr>
              <w:spacing w:before="120" w:after="120"/>
            </w:pPr>
            <w:r w:rsidRPr="00F91EEC">
              <w:t>Der Prüfling</w:t>
            </w:r>
            <w:r>
              <w:t xml:space="preserve"> </w:t>
            </w:r>
            <w:r w:rsidR="00D4148F">
              <w:t>…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  <w:sz w:val="12"/>
                <w:szCs w:val="12"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6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AB16A6" w:rsidRPr="00F91EEC" w:rsidRDefault="00AB16A6" w:rsidP="00470033">
            <w:pPr>
              <w:spacing w:before="120" w:after="120"/>
              <w:jc w:val="center"/>
              <w:rPr>
                <w:rFonts w:cs="Arial"/>
                <w:bCs/>
              </w:rPr>
            </w:pPr>
          </w:p>
        </w:tc>
      </w:tr>
      <w:tr w:rsidR="00AB16A6" w:rsidTr="00D45F48">
        <w:trPr>
          <w:trHeight w:val="340"/>
          <w:jc w:val="center"/>
        </w:trPr>
        <w:tc>
          <w:tcPr>
            <w:tcW w:w="761" w:type="dxa"/>
            <w:tcBorders>
              <w:top w:val="single" w:sz="4" w:space="0" w:color="auto"/>
            </w:tcBorders>
          </w:tcPr>
          <w:p w:rsidR="00AB16A6" w:rsidRPr="0082126F" w:rsidRDefault="00D45F48" w:rsidP="00470033">
            <w:pPr>
              <w:spacing w:before="120" w:after="120"/>
            </w:pPr>
            <w:r>
              <w:t>3.1</w:t>
            </w:r>
          </w:p>
        </w:tc>
        <w:tc>
          <w:tcPr>
            <w:tcW w:w="5843" w:type="dxa"/>
            <w:tcBorders>
              <w:top w:val="single" w:sz="4" w:space="0" w:color="auto"/>
            </w:tcBorders>
          </w:tcPr>
          <w:p w:rsidR="00AB16A6" w:rsidRPr="008E4F7D" w:rsidRDefault="00AB16A6" w:rsidP="00470033">
            <w:pPr>
              <w:spacing w:before="120" w:after="120"/>
            </w:pPr>
          </w:p>
        </w:tc>
        <w:tc>
          <w:tcPr>
            <w:tcW w:w="605" w:type="dxa"/>
            <w:tcBorders>
              <w:top w:val="single" w:sz="4" w:space="0" w:color="auto"/>
              <w:righ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top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</w:tr>
      <w:tr w:rsidR="00AB16A6" w:rsidTr="00D45F48">
        <w:trPr>
          <w:trHeight w:val="340"/>
          <w:jc w:val="center"/>
        </w:trPr>
        <w:tc>
          <w:tcPr>
            <w:tcW w:w="761" w:type="dxa"/>
          </w:tcPr>
          <w:p w:rsidR="00AB16A6" w:rsidRPr="0082126F" w:rsidRDefault="00D45F48" w:rsidP="00D45F48">
            <w:pPr>
              <w:spacing w:before="120" w:after="120"/>
            </w:pPr>
            <w:r>
              <w:t>3</w:t>
            </w:r>
            <w:r w:rsidR="00AB16A6" w:rsidRPr="0082126F">
              <w:t>.2</w:t>
            </w:r>
          </w:p>
        </w:tc>
        <w:tc>
          <w:tcPr>
            <w:tcW w:w="5843" w:type="dxa"/>
          </w:tcPr>
          <w:p w:rsidR="00AB16A6" w:rsidRPr="00F91EEC" w:rsidRDefault="00AB16A6" w:rsidP="00470033">
            <w:pPr>
              <w:spacing w:before="120" w:after="120"/>
            </w:pPr>
          </w:p>
        </w:tc>
        <w:tc>
          <w:tcPr>
            <w:tcW w:w="605" w:type="dxa"/>
            <w:tcBorders>
              <w:righ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left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</w:tr>
      <w:tr w:rsidR="00AB16A6" w:rsidTr="00D45F48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AB16A6" w:rsidRPr="0082126F" w:rsidRDefault="00AB16A6" w:rsidP="00470033">
            <w:pPr>
              <w:spacing w:before="120" w:after="120"/>
            </w:pPr>
            <w:r w:rsidRPr="0082126F">
              <w:t>(…)</w:t>
            </w: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AB16A6" w:rsidRPr="008E4F7D" w:rsidRDefault="00AB16A6" w:rsidP="00470033">
            <w:pPr>
              <w:spacing w:before="120" w:after="120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AB16A6" w:rsidRPr="00AA4784" w:rsidRDefault="00AB16A6" w:rsidP="00470033">
            <w:pPr>
              <w:spacing w:before="120" w:after="120"/>
              <w:jc w:val="center"/>
            </w:pPr>
          </w:p>
        </w:tc>
      </w:tr>
      <w:tr w:rsidR="00442FAA" w:rsidTr="00D45F48">
        <w:trPr>
          <w:trHeight w:val="340"/>
          <w:jc w:val="center"/>
        </w:trPr>
        <w:tc>
          <w:tcPr>
            <w:tcW w:w="761" w:type="dxa"/>
            <w:tcBorders>
              <w:bottom w:val="single" w:sz="4" w:space="0" w:color="auto"/>
            </w:tcBorders>
          </w:tcPr>
          <w:p w:rsidR="00442FAA" w:rsidRPr="0082126F" w:rsidRDefault="00442FAA" w:rsidP="00470033">
            <w:pPr>
              <w:spacing w:before="120" w:after="120"/>
            </w:pPr>
          </w:p>
        </w:tc>
        <w:tc>
          <w:tcPr>
            <w:tcW w:w="5843" w:type="dxa"/>
            <w:tcBorders>
              <w:bottom w:val="single" w:sz="4" w:space="0" w:color="auto"/>
            </w:tcBorders>
          </w:tcPr>
          <w:p w:rsidR="00442FAA" w:rsidRPr="008E4F7D" w:rsidRDefault="00442FAA" w:rsidP="008577EF">
            <w:pPr>
              <w:spacing w:before="120" w:after="120"/>
            </w:pPr>
            <w:r w:rsidRPr="00442FAA">
              <w:rPr>
                <w:rFonts w:cs="Arial"/>
                <w:bCs/>
                <w:i/>
                <w:iCs/>
                <w:color w:val="FF0000"/>
              </w:rPr>
              <w:t>(ggf</w:t>
            </w:r>
            <w:r>
              <w:rPr>
                <w:rFonts w:cs="Arial"/>
                <w:bCs/>
                <w:i/>
                <w:iCs/>
                <w:color w:val="FF0000"/>
              </w:rPr>
              <w:t>.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 xml:space="preserve"> </w:t>
            </w:r>
            <w:r w:rsidR="008577EF">
              <w:rPr>
                <w:rFonts w:cs="Arial"/>
                <w:bCs/>
                <w:i/>
                <w:iCs/>
                <w:color w:val="FF0000"/>
              </w:rPr>
              <w:t>e</w:t>
            </w:r>
            <w:r w:rsidRPr="00442FAA">
              <w:rPr>
                <w:rFonts w:cs="Arial"/>
                <w:bCs/>
                <w:i/>
                <w:iCs/>
                <w:color w:val="FF0000"/>
              </w:rPr>
              <w:t>infügen:)</w:t>
            </w:r>
            <w:r>
              <w:rPr>
                <w:rFonts w:cs="Arial"/>
                <w:bCs/>
                <w:i/>
                <w:iCs/>
              </w:rPr>
              <w:t xml:space="preserve"> </w:t>
            </w:r>
            <w:r w:rsidRPr="00E32375">
              <w:rPr>
                <w:rFonts w:cs="Arial"/>
                <w:bCs/>
                <w:i/>
                <w:iCs/>
              </w:rPr>
              <w:t>Weitere aufgabenbezogene Ergebnisse sind bis zur Höhe von maximal 4 Punkten gesondert zu bewerten. Diese Bewertung ist kurz zu kommentier</w:t>
            </w:r>
            <w:r>
              <w:rPr>
                <w:rFonts w:cs="Arial"/>
                <w:bCs/>
                <w:i/>
                <w:iCs/>
              </w:rPr>
              <w:t>en. Die Gesamtpunkzahl für die</w:t>
            </w:r>
            <w:r w:rsidRPr="00E32375">
              <w:rPr>
                <w:rFonts w:cs="Arial"/>
                <w:bCs/>
                <w:i/>
                <w:iCs/>
              </w:rPr>
              <w:t xml:space="preserve"> Teilaufgabe</w:t>
            </w:r>
            <w:r>
              <w:rPr>
                <w:rFonts w:cs="Arial"/>
                <w:bCs/>
                <w:i/>
                <w:iCs/>
              </w:rPr>
              <w:t xml:space="preserve"> 1.1</w:t>
            </w:r>
            <w:r w:rsidRPr="00E32375">
              <w:rPr>
                <w:rFonts w:cs="Arial"/>
                <w:bCs/>
                <w:i/>
                <w:iCs/>
              </w:rPr>
              <w:t xml:space="preserve"> darf in diesem Fall nicht überschritten werden.</w:t>
            </w:r>
            <w:r>
              <w:rPr>
                <w:rFonts w:cs="Arial"/>
                <w:bCs/>
                <w:i/>
                <w:iCs/>
              </w:rPr>
              <w:br/>
            </w:r>
            <w:r>
              <w:rPr>
                <w:rFonts w:cs="Arial"/>
                <w:bCs/>
                <w:i/>
                <w:iCs/>
              </w:rPr>
              <w:br/>
            </w:r>
            <w:r>
              <w:rPr>
                <w:rFonts w:cs="Arial"/>
                <w:bCs/>
                <w:i/>
                <w:iCs/>
              </w:rPr>
              <w:br/>
            </w: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  <w:tc>
          <w:tcPr>
            <w:tcW w:w="605" w:type="dxa"/>
            <w:tcBorders>
              <w:bottom w:val="single" w:sz="4" w:space="0" w:color="auto"/>
            </w:tcBorders>
          </w:tcPr>
          <w:p w:rsidR="00442FAA" w:rsidRPr="00AA4784" w:rsidRDefault="00442FAA" w:rsidP="00470033">
            <w:pPr>
              <w:spacing w:before="120" w:after="120"/>
              <w:jc w:val="center"/>
            </w:pPr>
          </w:p>
        </w:tc>
      </w:tr>
      <w:tr w:rsidR="00AB16A6" w:rsidRPr="00F91EEC" w:rsidTr="00D45F48">
        <w:trPr>
          <w:trHeight w:val="340"/>
          <w:jc w:val="center"/>
        </w:trPr>
        <w:tc>
          <w:tcPr>
            <w:tcW w:w="761" w:type="dxa"/>
            <w:tcBorders>
              <w:left w:val="nil"/>
              <w:bottom w:val="nil"/>
              <w:right w:val="nil"/>
            </w:tcBorders>
          </w:tcPr>
          <w:p w:rsidR="00AB16A6" w:rsidRPr="00F91EEC" w:rsidRDefault="00AB16A6" w:rsidP="00470033">
            <w:pPr>
              <w:spacing w:before="120" w:after="120"/>
              <w:rPr>
                <w:b/>
              </w:rPr>
            </w:pPr>
          </w:p>
        </w:tc>
        <w:tc>
          <w:tcPr>
            <w:tcW w:w="5843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B16A6" w:rsidRPr="00F91EEC" w:rsidRDefault="00AB16A6" w:rsidP="00D45F48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 xml:space="preserve">Summe Aufgabe </w:t>
            </w:r>
            <w:r w:rsidR="00D45F48">
              <w:rPr>
                <w:b/>
              </w:rPr>
              <w:t>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6A6" w:rsidRPr="00F91EEC" w:rsidRDefault="00AB16A6" w:rsidP="00470033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442FAA" w:rsidRDefault="00442FAA" w:rsidP="00AB16A6"/>
    <w:p w:rsidR="00442FAA" w:rsidRDefault="00442FAA" w:rsidP="00442FAA">
      <w:r>
        <w:br w:type="page"/>
      </w:r>
    </w:p>
    <w:p w:rsidR="003F26C1" w:rsidRDefault="00B720EB" w:rsidP="008261C7">
      <w:pPr>
        <w:pStyle w:val="Block"/>
        <w:keepLines/>
        <w:tabs>
          <w:tab w:val="left" w:pos="798"/>
        </w:tabs>
        <w:spacing w:before="120" w:after="120" w:line="276" w:lineRule="auto"/>
        <w:rPr>
          <w:b/>
          <w:sz w:val="20"/>
        </w:rPr>
      </w:pPr>
      <w:r>
        <w:rPr>
          <w:b/>
          <w:sz w:val="20"/>
        </w:rPr>
        <w:t>b)</w:t>
      </w:r>
      <w:r w:rsidR="00D251A7">
        <w:rPr>
          <w:b/>
          <w:sz w:val="20"/>
        </w:rPr>
        <w:tab/>
      </w:r>
      <w:r w:rsidR="003F26C1" w:rsidRPr="00380958">
        <w:rPr>
          <w:b/>
          <w:sz w:val="20"/>
        </w:rPr>
        <w:t xml:space="preserve">Darstellungsleistung </w:t>
      </w:r>
      <w:r w:rsidR="002A148F">
        <w:rPr>
          <w:b/>
          <w:sz w:val="20"/>
        </w:rPr>
        <w:t>–</w:t>
      </w:r>
      <w:r w:rsidR="003F26C1" w:rsidRPr="00380958">
        <w:rPr>
          <w:b/>
          <w:sz w:val="20"/>
        </w:rPr>
        <w:t xml:space="preserve"> aufgabenübergreifend</w:t>
      </w:r>
    </w:p>
    <w:tbl>
      <w:tblPr>
        <w:tblW w:w="48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60"/>
        <w:gridCol w:w="5837"/>
        <w:gridCol w:w="604"/>
        <w:gridCol w:w="604"/>
        <w:gridCol w:w="604"/>
        <w:gridCol w:w="604"/>
      </w:tblGrid>
      <w:tr w:rsidR="004D791C" w:rsidTr="00B720EB">
        <w:trPr>
          <w:trHeight w:val="340"/>
          <w:tblHeader/>
          <w:jc w:val="center"/>
        </w:trPr>
        <w:tc>
          <w:tcPr>
            <w:tcW w:w="760" w:type="dxa"/>
            <w:tcBorders>
              <w:top w:val="nil"/>
              <w:left w:val="nil"/>
            </w:tcBorders>
            <w:vAlign w:val="center"/>
          </w:tcPr>
          <w:p w:rsidR="004D791C" w:rsidRPr="002715E6" w:rsidRDefault="004D791C" w:rsidP="00B720EB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5837" w:type="dxa"/>
            <w:vAlign w:val="center"/>
          </w:tcPr>
          <w:p w:rsidR="004D791C" w:rsidRPr="002715E6" w:rsidRDefault="004D791C" w:rsidP="00B720EB">
            <w:pPr>
              <w:keepNext/>
              <w:keepLines/>
              <w:spacing w:before="120" w:after="120"/>
            </w:pPr>
            <w:r w:rsidRPr="00F91EEC">
              <w:rPr>
                <w:b/>
              </w:rPr>
              <w:t>Anforderungen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4D791C" w:rsidRDefault="004D791C" w:rsidP="00AB16A6">
            <w:pPr>
              <w:keepNext/>
              <w:keepLines/>
              <w:spacing w:before="120" w:after="120"/>
              <w:jc w:val="center"/>
              <w:rPr>
                <w:rFonts w:cs="Arial"/>
                <w:b/>
                <w:bCs/>
                <w:sz w:val="12"/>
                <w:szCs w:val="12"/>
              </w:rPr>
            </w:pPr>
            <w:proofErr w:type="spellStart"/>
            <w:r>
              <w:rPr>
                <w:rFonts w:cs="Arial"/>
                <w:b/>
                <w:bCs/>
                <w:sz w:val="12"/>
                <w:szCs w:val="12"/>
              </w:rPr>
              <w:t>Punktemax</w:t>
            </w:r>
            <w:proofErr w:type="spellEnd"/>
            <w:r w:rsidR="009C4C06">
              <w:rPr>
                <w:rFonts w:cs="Arial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4D791C" w:rsidRPr="0088434C" w:rsidRDefault="004D791C" w:rsidP="00AB16A6">
            <w:pPr>
              <w:keepNext/>
              <w:keepLines/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EK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4D791C" w:rsidRPr="008E4F7D" w:rsidRDefault="007410D0" w:rsidP="00AB16A6">
            <w:pPr>
              <w:keepNext/>
              <w:keepLines/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ZK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vAlign w:val="center"/>
          </w:tcPr>
          <w:p w:rsidR="004D791C" w:rsidRPr="008E4F7D" w:rsidRDefault="004D791C" w:rsidP="00AB16A6">
            <w:pPr>
              <w:keepNext/>
              <w:keepLines/>
              <w:spacing w:before="120" w:after="12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DK</w:t>
            </w:r>
          </w:p>
        </w:tc>
      </w:tr>
      <w:tr w:rsidR="00387A8F" w:rsidTr="00387A8F">
        <w:trPr>
          <w:trHeight w:val="340"/>
          <w:jc w:val="center"/>
        </w:trPr>
        <w:tc>
          <w:tcPr>
            <w:tcW w:w="760" w:type="dxa"/>
            <w:vAlign w:val="center"/>
          </w:tcPr>
          <w:p w:rsidR="00387A8F" w:rsidRDefault="00387A8F" w:rsidP="00B720EB">
            <w:pPr>
              <w:pStyle w:val="Tabellenberschrift"/>
              <w:jc w:val="center"/>
              <w:rPr>
                <w:sz w:val="20"/>
                <w:szCs w:val="20"/>
              </w:rPr>
            </w:pPr>
          </w:p>
        </w:tc>
        <w:tc>
          <w:tcPr>
            <w:tcW w:w="5837" w:type="dxa"/>
          </w:tcPr>
          <w:p w:rsidR="00387A8F" w:rsidRDefault="00387A8F" w:rsidP="000E31DA">
            <w:pPr>
              <w:pStyle w:val="Lehrer-Anforderung"/>
            </w:pPr>
            <w:r>
              <w:t xml:space="preserve">Der Prüfling </w:t>
            </w:r>
            <w:r w:rsidRPr="00986FF6">
              <w:t>…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A8F" w:rsidRPr="000E31DA" w:rsidRDefault="00387A8F" w:rsidP="000E31DA">
            <w:pPr>
              <w:pStyle w:val="Tabellenberschrift"/>
              <w:numPr>
                <w:ilvl w:val="3"/>
                <w:numId w:val="7"/>
              </w:numPr>
              <w:tabs>
                <w:tab w:val="left" w:pos="709"/>
              </w:tabs>
              <w:suppressAutoHyphens/>
              <w:spacing w:after="120"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A8F" w:rsidRPr="000E31DA" w:rsidRDefault="00387A8F" w:rsidP="000E31DA">
            <w:pPr>
              <w:pStyle w:val="Inhaltsverzeichnis1"/>
              <w:jc w:val="center"/>
              <w:rPr>
                <w:rFonts w:eastAsia="SimSu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A8F" w:rsidRPr="000E31DA" w:rsidRDefault="00387A8F" w:rsidP="000E31DA">
            <w:pPr>
              <w:pStyle w:val="Inhaltsverzeichnis1"/>
              <w:jc w:val="center"/>
              <w:rPr>
                <w:rFonts w:eastAsia="SimSu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87A8F" w:rsidRPr="000E31DA" w:rsidRDefault="00387A8F" w:rsidP="000E31DA">
            <w:pPr>
              <w:pStyle w:val="Inhaltsverzeichnis1"/>
              <w:jc w:val="center"/>
              <w:rPr>
                <w:rFonts w:eastAsia="SimSun"/>
                <w:bCs/>
                <w:sz w:val="24"/>
                <w:szCs w:val="28"/>
                <w:lang w:eastAsia="zh-CN"/>
              </w:rPr>
            </w:pPr>
          </w:p>
        </w:tc>
      </w:tr>
      <w:tr w:rsidR="000E31DA" w:rsidTr="000E31DA">
        <w:trPr>
          <w:trHeight w:val="340"/>
          <w:jc w:val="center"/>
        </w:trPr>
        <w:tc>
          <w:tcPr>
            <w:tcW w:w="760" w:type="dxa"/>
            <w:vAlign w:val="center"/>
          </w:tcPr>
          <w:p w:rsidR="000E31DA" w:rsidRPr="003F63C1" w:rsidRDefault="000E31DA" w:rsidP="00B720EB">
            <w:pPr>
              <w:pStyle w:val="Tabellenberschrift"/>
              <w:jc w:val="center"/>
              <w:rPr>
                <w:b w:val="0"/>
                <w:sz w:val="20"/>
                <w:szCs w:val="20"/>
              </w:rPr>
            </w:pPr>
            <w:r w:rsidRPr="003F63C1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5837" w:type="dxa"/>
          </w:tcPr>
          <w:p w:rsidR="000E31DA" w:rsidRPr="00762696" w:rsidRDefault="000E31DA" w:rsidP="000E31DA">
            <w:pPr>
              <w:pStyle w:val="Lehrer-Anforderung"/>
            </w:pPr>
            <w:r>
              <w:t>entwickelt in seinem Text insgesamt eine schlüssige Gedankenführung.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Tabellenberschrift"/>
              <w:numPr>
                <w:ilvl w:val="3"/>
                <w:numId w:val="7"/>
              </w:numPr>
              <w:tabs>
                <w:tab w:val="left" w:pos="709"/>
              </w:tabs>
              <w:suppressAutoHyphens/>
              <w:spacing w:after="120" w:line="276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Inhaltsverzeichnis1"/>
              <w:jc w:val="center"/>
              <w:rPr>
                <w:rFonts w:eastAsia="SimSu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Inhaltsverzeichnis1"/>
              <w:jc w:val="center"/>
              <w:rPr>
                <w:rFonts w:eastAsia="SimSun"/>
                <w:bCs/>
                <w:sz w:val="24"/>
                <w:szCs w:val="28"/>
                <w:lang w:eastAsia="zh-CN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Inhaltsverzeichnis1"/>
              <w:jc w:val="center"/>
              <w:rPr>
                <w:rFonts w:eastAsia="SimSun"/>
                <w:bCs/>
                <w:sz w:val="24"/>
                <w:szCs w:val="28"/>
                <w:lang w:eastAsia="zh-CN"/>
              </w:rPr>
            </w:pPr>
          </w:p>
        </w:tc>
      </w:tr>
      <w:tr w:rsidR="000E31DA" w:rsidTr="000E31DA">
        <w:trPr>
          <w:trHeight w:val="340"/>
          <w:jc w:val="center"/>
        </w:trPr>
        <w:tc>
          <w:tcPr>
            <w:tcW w:w="760" w:type="dxa"/>
            <w:vAlign w:val="center"/>
          </w:tcPr>
          <w:p w:rsidR="000E31DA" w:rsidRPr="003F63C1" w:rsidRDefault="000E31DA" w:rsidP="00B720EB">
            <w:pPr>
              <w:pStyle w:val="Tabellenberschrift"/>
              <w:jc w:val="center"/>
              <w:rPr>
                <w:b w:val="0"/>
                <w:sz w:val="20"/>
                <w:szCs w:val="20"/>
              </w:rPr>
            </w:pPr>
            <w:r w:rsidRPr="003F63C1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837" w:type="dxa"/>
          </w:tcPr>
          <w:p w:rsidR="000E31DA" w:rsidRPr="00F4325D" w:rsidRDefault="000E31DA" w:rsidP="000E31DA">
            <w:pPr>
              <w:pStyle w:val="Lehrer-Anforderung"/>
            </w:pPr>
            <w:r w:rsidRPr="00C80276">
              <w:t>stellt Inhalte bzw. Ergebnisse formal korrekt, anschaulich und gut lesbar dar.</w:t>
            </w: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Tabellenberschrift"/>
              <w:numPr>
                <w:ilvl w:val="3"/>
                <w:numId w:val="7"/>
              </w:numPr>
              <w:tabs>
                <w:tab w:val="left" w:pos="709"/>
              </w:tabs>
              <w:suppressAutoHyphens/>
              <w:spacing w:after="120"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Inhaltsverzeichnis1"/>
              <w:jc w:val="center"/>
            </w:pP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Inhaltsverzeichnis1"/>
              <w:jc w:val="center"/>
            </w:pPr>
          </w:p>
        </w:tc>
        <w:tc>
          <w:tcPr>
            <w:tcW w:w="604" w:type="dxa"/>
            <w:shd w:val="clear" w:color="auto" w:fill="FFFFFF" w:themeFill="background1"/>
            <w:vAlign w:val="center"/>
          </w:tcPr>
          <w:p w:rsidR="000E31DA" w:rsidRPr="000E31DA" w:rsidRDefault="000E31DA" w:rsidP="000E31DA">
            <w:pPr>
              <w:pStyle w:val="Inhaltsverzeichnis1"/>
              <w:jc w:val="center"/>
            </w:pPr>
          </w:p>
        </w:tc>
      </w:tr>
      <w:tr w:rsidR="000E31DA" w:rsidTr="000E31DA">
        <w:trPr>
          <w:trHeight w:val="340"/>
          <w:jc w:val="center"/>
        </w:trPr>
        <w:tc>
          <w:tcPr>
            <w:tcW w:w="760" w:type="dxa"/>
            <w:vAlign w:val="center"/>
          </w:tcPr>
          <w:p w:rsidR="000E31DA" w:rsidRPr="003F63C1" w:rsidRDefault="00D45F48" w:rsidP="00B720EB">
            <w:pPr>
              <w:pStyle w:val="Tabellenberschrift"/>
              <w:jc w:val="center"/>
              <w:rPr>
                <w:b w:val="0"/>
                <w:sz w:val="20"/>
                <w:szCs w:val="20"/>
              </w:rPr>
            </w:pPr>
            <w:r w:rsidRPr="003F63C1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5837" w:type="dxa"/>
          </w:tcPr>
          <w:p w:rsidR="000E31DA" w:rsidRPr="00552348" w:rsidRDefault="000E31DA" w:rsidP="000E31DA">
            <w:pPr>
              <w:pStyle w:val="Lehrer-Anforderung"/>
            </w:pPr>
            <w:r w:rsidRPr="0039196F">
              <w:t>ist stilistisch</w:t>
            </w:r>
            <w:r>
              <w:t xml:space="preserve"> sicher</w:t>
            </w:r>
            <w:r w:rsidRPr="0039196F">
              <w:t xml:space="preserve"> und </w:t>
            </w:r>
            <w:r>
              <w:t>in der Wortwahl sachlich und präzise</w:t>
            </w:r>
            <w:r w:rsidRPr="0039196F">
              <w:t>.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31DA" w:rsidRDefault="000E31DA" w:rsidP="006164D7">
            <w:pPr>
              <w:pStyle w:val="Tabellenberschrift"/>
              <w:numPr>
                <w:ilvl w:val="3"/>
                <w:numId w:val="7"/>
              </w:numPr>
              <w:tabs>
                <w:tab w:val="left" w:pos="709"/>
              </w:tabs>
              <w:suppressAutoHyphens/>
              <w:spacing w:after="120"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</w:tcPr>
          <w:p w:rsidR="000E31DA" w:rsidRDefault="000E31DA" w:rsidP="003E593D">
            <w:pPr>
              <w:pStyle w:val="Inhaltsverzeichnis1"/>
              <w:jc w:val="center"/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</w:tcPr>
          <w:p w:rsidR="000E31DA" w:rsidRDefault="000E31DA" w:rsidP="003E593D">
            <w:pPr>
              <w:pStyle w:val="Inhaltsverzeichnis1"/>
              <w:jc w:val="center"/>
            </w:pPr>
          </w:p>
        </w:tc>
        <w:tc>
          <w:tcPr>
            <w:tcW w:w="604" w:type="dxa"/>
            <w:tcBorders>
              <w:bottom w:val="single" w:sz="4" w:space="0" w:color="auto"/>
            </w:tcBorders>
            <w:shd w:val="clear" w:color="auto" w:fill="auto"/>
          </w:tcPr>
          <w:p w:rsidR="000E31DA" w:rsidRDefault="000E31DA" w:rsidP="003E593D">
            <w:pPr>
              <w:pStyle w:val="Inhaltsverzeichnis1"/>
              <w:jc w:val="center"/>
            </w:pPr>
          </w:p>
        </w:tc>
      </w:tr>
      <w:tr w:rsidR="000E31DA" w:rsidTr="00B720EB">
        <w:trPr>
          <w:trHeight w:val="340"/>
          <w:jc w:val="center"/>
        </w:trPr>
        <w:tc>
          <w:tcPr>
            <w:tcW w:w="760" w:type="dxa"/>
            <w:tcBorders>
              <w:left w:val="nil"/>
              <w:bottom w:val="nil"/>
              <w:right w:val="nil"/>
            </w:tcBorders>
            <w:vAlign w:val="center"/>
          </w:tcPr>
          <w:p w:rsidR="000E31DA" w:rsidRDefault="000E31DA" w:rsidP="00B720EB">
            <w:pPr>
              <w:pStyle w:val="Verzeichnis1"/>
              <w:jc w:val="center"/>
            </w:pPr>
          </w:p>
        </w:tc>
        <w:tc>
          <w:tcPr>
            <w:tcW w:w="5837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0E31DA" w:rsidRPr="002F7E15" w:rsidRDefault="000E31DA" w:rsidP="00B720EB">
            <w:pPr>
              <w:pStyle w:val="StandardTabelle"/>
              <w:jc w:val="right"/>
              <w:rPr>
                <w:b/>
              </w:rPr>
            </w:pPr>
            <w:r w:rsidRPr="002F7E15">
              <w:rPr>
                <w:b/>
              </w:rPr>
              <w:t>Summe Darstellungsleistung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E31DA" w:rsidRDefault="000E31DA" w:rsidP="006164D7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31DA" w:rsidRDefault="000E31DA" w:rsidP="00B720EB">
            <w:pPr>
              <w:pStyle w:val="Verzeichnis1"/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31DA" w:rsidRPr="008E4F7D" w:rsidRDefault="000E31DA" w:rsidP="00B720EB">
            <w:pPr>
              <w:pStyle w:val="Verzeichnis1"/>
            </w:pPr>
          </w:p>
        </w:tc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E31DA" w:rsidRPr="008E4F7D" w:rsidRDefault="000E31DA" w:rsidP="00B720EB">
            <w:pPr>
              <w:pStyle w:val="Verzeichnis1"/>
            </w:pPr>
          </w:p>
        </w:tc>
      </w:tr>
    </w:tbl>
    <w:p w:rsidR="007410D0" w:rsidRDefault="007410D0" w:rsidP="00AB16A6"/>
    <w:p w:rsidR="00B73814" w:rsidRDefault="00B73814" w:rsidP="00AB16A6"/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771"/>
        <w:gridCol w:w="5837"/>
        <w:gridCol w:w="604"/>
        <w:gridCol w:w="604"/>
        <w:gridCol w:w="604"/>
        <w:gridCol w:w="604"/>
      </w:tblGrid>
      <w:tr w:rsidR="002A148F" w:rsidTr="00B720EB">
        <w:trPr>
          <w:trHeight w:val="334"/>
          <w:jc w:val="center"/>
        </w:trPr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48F" w:rsidRDefault="002A148F" w:rsidP="00B720EB">
            <w:pPr>
              <w:pStyle w:val="Verzeichnis1"/>
            </w:pP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A148F" w:rsidRPr="007410D0" w:rsidRDefault="007410D0" w:rsidP="002F7E15">
            <w:pPr>
              <w:pStyle w:val="StandardTabelle"/>
              <w:jc w:val="right"/>
              <w:rPr>
                <w:b/>
              </w:rPr>
            </w:pPr>
            <w:r w:rsidRPr="007410D0">
              <w:rPr>
                <w:b/>
              </w:rPr>
              <w:t>Summe (inhaltliche Leistung und Darstellungsleistung)</w:t>
            </w: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148F" w:rsidRDefault="002A148F" w:rsidP="002F7E15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148F" w:rsidRDefault="002A148F" w:rsidP="00B720EB">
            <w:pPr>
              <w:pStyle w:val="Verzeichnis1"/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148F" w:rsidRPr="008E4F7D" w:rsidRDefault="002A148F" w:rsidP="00B720EB">
            <w:pPr>
              <w:pStyle w:val="Verzeichnis1"/>
            </w:pPr>
          </w:p>
        </w:tc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A148F" w:rsidRPr="008E4F7D" w:rsidRDefault="002A148F" w:rsidP="00B720EB">
            <w:pPr>
              <w:pStyle w:val="Verzeichnis1"/>
            </w:pPr>
          </w:p>
        </w:tc>
      </w:tr>
    </w:tbl>
    <w:tbl>
      <w:tblPr>
        <w:tblStyle w:val="Tabellenraster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50"/>
        <w:gridCol w:w="1668"/>
        <w:gridCol w:w="850"/>
        <w:gridCol w:w="2078"/>
        <w:gridCol w:w="852"/>
        <w:gridCol w:w="758"/>
      </w:tblGrid>
      <w:tr w:rsidR="00D251A7" w:rsidRPr="00BF3BB9" w:rsidTr="00B720EB">
        <w:trPr>
          <w:trHeight w:val="283"/>
          <w:jc w:val="center"/>
        </w:trPr>
        <w:tc>
          <w:tcPr>
            <w:tcW w:w="7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51A7" w:rsidRPr="000222C0" w:rsidRDefault="00D251A7" w:rsidP="00D251A7">
            <w:pPr>
              <w:pageBreakBefore/>
              <w:spacing w:before="60" w:after="60"/>
              <w:jc w:val="center"/>
              <w:rPr>
                <w:b/>
              </w:rPr>
            </w:pPr>
            <w:r w:rsidRPr="008C7DC4">
              <w:rPr>
                <w:b/>
                <w:sz w:val="24"/>
              </w:rPr>
              <w:t>Notenfindung</w:t>
            </w:r>
          </w:p>
        </w:tc>
      </w:tr>
      <w:tr w:rsidR="00D251A7" w:rsidRPr="00BF3BB9" w:rsidTr="00B720EB">
        <w:trPr>
          <w:trHeight w:val="283"/>
          <w:jc w:val="center"/>
        </w:trPr>
        <w:tc>
          <w:tcPr>
            <w:tcW w:w="33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%-Anteil erbrachter Leistung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Noten</w:t>
            </w:r>
            <w:r>
              <w:rPr>
                <w:b/>
              </w:rPr>
              <w:t>-</w:t>
            </w:r>
            <w:r>
              <w:rPr>
                <w:b/>
              </w:rPr>
              <w:br/>
            </w:r>
            <w:r w:rsidRPr="000222C0">
              <w:rPr>
                <w:b/>
              </w:rPr>
              <w:t>punkte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Notenstufen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Rohpunkte</w:t>
            </w:r>
          </w:p>
        </w:tc>
      </w:tr>
      <w:tr w:rsidR="00D251A7" w:rsidRPr="00BF3BB9" w:rsidTr="00B720EB">
        <w:trPr>
          <w:trHeight w:val="283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von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bis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207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von</w:t>
            </w:r>
          </w:p>
        </w:tc>
        <w:tc>
          <w:tcPr>
            <w:tcW w:w="75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51A7" w:rsidRPr="000222C0" w:rsidRDefault="00D251A7" w:rsidP="00B720EB">
            <w:pPr>
              <w:spacing w:before="60" w:after="60"/>
              <w:jc w:val="center"/>
              <w:rPr>
                <w:b/>
              </w:rPr>
            </w:pPr>
            <w:r w:rsidRPr="000222C0">
              <w:rPr>
                <w:b/>
              </w:rPr>
              <w:t>bis</w:t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95 %</w:t>
            </w: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100 %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15</w:t>
            </w:r>
          </w:p>
        </w:tc>
        <w:tc>
          <w:tcPr>
            <w:tcW w:w="207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r>
              <w:t>sehr gut plus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634B64">
              <w:rPr>
                <w:sz w:val="22"/>
              </w:rPr>
              <w:instrText xml:space="preserve"> </w:instrText>
            </w:r>
            <w:r w:rsidRPr="00634B64">
              <w:instrText>IF(INT(B20*A4) &lt;B20*A4; INT(B20*A4); INT(B20*A4)-1)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95</w:t>
            </w:r>
            <w:r>
              <w:fldChar w:fldCharType="end"/>
            </w:r>
          </w:p>
        </w:tc>
        <w:tc>
          <w:tcPr>
            <w:tcW w:w="75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=B20</w:instrText>
            </w:r>
            <w:r>
              <w:fldChar w:fldCharType="separate"/>
            </w:r>
            <w:r w:rsidR="00500EA2">
              <w:rPr>
                <w:noProof/>
              </w:rPr>
              <w:t>100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90 %</w:t>
            </w:r>
          </w:p>
        </w:tc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95 %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14</w:t>
            </w:r>
          </w:p>
        </w:tc>
        <w:tc>
          <w:tcPr>
            <w:tcW w:w="207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r>
              <w:t>sehr gut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 </w:instrText>
            </w:r>
            <w:r w:rsidRPr="005908EE">
              <w:instrText>IF(INT(B20*A5) &lt;B20*A5; INT(B20*A5); INT(B20*A5)-1)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90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=IF(INT(B20*A4</w:instrText>
            </w:r>
            <w:r w:rsidRPr="00044F7C">
              <w:instrText xml:space="preserve">) </w:instrText>
            </w:r>
            <w:r>
              <w:instrText>&lt;B20*A4;</w:instrText>
            </w:r>
            <w:r w:rsidRPr="00D3214A">
              <w:rPr>
                <w:sz w:val="22"/>
              </w:rPr>
              <w:instrText xml:space="preserve"> </w:instrText>
            </w:r>
            <w:r>
              <w:instrText>INT(B20*A4</w:instrText>
            </w:r>
            <w:r w:rsidRPr="00D3214A">
              <w:instrText>)</w:instrText>
            </w:r>
            <w:r>
              <w:instrText>;</w:instrText>
            </w:r>
            <w:r w:rsidRPr="00D3214A">
              <w:rPr>
                <w:sz w:val="22"/>
              </w:rPr>
              <w:instrText xml:space="preserve"> </w:instrText>
            </w:r>
            <w:r>
              <w:instrText>INT(B20*A4</w:instrText>
            </w:r>
            <w:r w:rsidRPr="00D3214A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94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85 %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90 %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13</w:t>
            </w:r>
          </w:p>
        </w:tc>
        <w:tc>
          <w:tcPr>
            <w:tcW w:w="207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r>
              <w:t>sehr gut minus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5908EE">
              <w:rPr>
                <w:sz w:val="22"/>
              </w:rPr>
              <w:instrText xml:space="preserve"> </w:instrText>
            </w:r>
            <w:r w:rsidRPr="005908EE">
              <w:instrText xml:space="preserve">IF(INT(B20*A6) &lt;B20*A6; INT(B20*A6); INT(B20*A6)-1) 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85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=IF(INT(B20*A5</w:instrText>
            </w:r>
            <w:r w:rsidRPr="00044F7C">
              <w:instrText xml:space="preserve">) </w:instrText>
            </w:r>
            <w:r>
              <w:instrText>&lt;B20*A5;</w:instrText>
            </w:r>
            <w:r w:rsidRPr="00D3214A">
              <w:rPr>
                <w:sz w:val="22"/>
              </w:rPr>
              <w:instrText xml:space="preserve"> </w:instrText>
            </w:r>
            <w:r>
              <w:instrText>INT(B20*A5</w:instrText>
            </w:r>
            <w:r w:rsidRPr="00D3214A">
              <w:instrText>)</w:instrText>
            </w:r>
            <w:r>
              <w:instrText>;</w:instrText>
            </w:r>
            <w:r w:rsidRPr="00D3214A">
              <w:rPr>
                <w:sz w:val="22"/>
              </w:rPr>
              <w:instrText xml:space="preserve"> </w:instrText>
            </w:r>
            <w:r>
              <w:instrText>INT(B20*A5</w:instrText>
            </w:r>
            <w:r w:rsidRPr="00D3214A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89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80 %</w:t>
            </w: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85 %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12</w:t>
            </w:r>
          </w:p>
        </w:tc>
        <w:tc>
          <w:tcPr>
            <w:tcW w:w="207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r>
              <w:t>gut plus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 w:rsidRPr="00F03291">
              <w:instrText xml:space="preserve">=IF(INT(B20*A7) &lt;B20*A7; INT(B20*A7); INT(B20*A7)-1) 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80</w:t>
            </w:r>
            <w:r>
              <w:fldChar w:fldCharType="end"/>
            </w:r>
          </w:p>
        </w:tc>
        <w:tc>
          <w:tcPr>
            <w:tcW w:w="75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=IF(INT(B20*A6</w:instrText>
            </w:r>
            <w:r w:rsidRPr="00044F7C">
              <w:instrText xml:space="preserve">) </w:instrText>
            </w:r>
            <w:r>
              <w:instrText>&lt;B20*A6;</w:instrText>
            </w:r>
            <w:r w:rsidRPr="008B4DC8">
              <w:rPr>
                <w:sz w:val="22"/>
              </w:rPr>
              <w:instrText xml:space="preserve"> </w:instrText>
            </w:r>
            <w:r>
              <w:instrText>INT(B20*A6</w:instrText>
            </w:r>
            <w:r w:rsidRPr="008B4DC8">
              <w:instrText>)</w:instrText>
            </w:r>
            <w:r>
              <w:instrText>;</w:instrText>
            </w:r>
            <w:r w:rsidRPr="008B4DC8">
              <w:rPr>
                <w:sz w:val="22"/>
              </w:rPr>
              <w:instrText xml:space="preserve"> </w:instrText>
            </w:r>
            <w:r>
              <w:instrText>INT(B20*A6</w:instrText>
            </w:r>
            <w:r w:rsidRPr="008B4DC8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84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75 %</w:t>
            </w:r>
          </w:p>
        </w:tc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80 %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11</w:t>
            </w:r>
          </w:p>
        </w:tc>
        <w:tc>
          <w:tcPr>
            <w:tcW w:w="207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r>
              <w:t>gut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F03291">
              <w:rPr>
                <w:sz w:val="22"/>
              </w:rPr>
              <w:instrText xml:space="preserve"> </w:instrText>
            </w:r>
            <w:r w:rsidRPr="00F03291">
              <w:instrText>IF(INT(B20*A8) &lt;B20*A8; INT(B20*A8); INT(B20*A8)-1)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75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</w:instrText>
            </w:r>
            <w:r w:rsidRPr="00044F7C">
              <w:instrText xml:space="preserve">7) </w:instrText>
            </w:r>
            <w:r>
              <w:instrText>&lt;B20*A7;</w:instrText>
            </w:r>
            <w:r w:rsidRPr="008B4DC8">
              <w:rPr>
                <w:sz w:val="22"/>
              </w:rPr>
              <w:instrText xml:space="preserve"> </w:instrText>
            </w:r>
            <w:r>
              <w:instrText>INT(B20*A7</w:instrText>
            </w:r>
            <w:r w:rsidRPr="008B4DC8">
              <w:instrText>)</w:instrText>
            </w:r>
            <w:r>
              <w:instrText>;</w:instrText>
            </w:r>
            <w:r w:rsidRPr="008B4DC8">
              <w:rPr>
                <w:sz w:val="22"/>
              </w:rPr>
              <w:instrText xml:space="preserve"> </w:instrText>
            </w:r>
            <w:r>
              <w:instrText>INT(B20*A7</w:instrText>
            </w:r>
            <w:r w:rsidRPr="008B4DC8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79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70 %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75 %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10</w:t>
            </w:r>
          </w:p>
        </w:tc>
        <w:tc>
          <w:tcPr>
            <w:tcW w:w="207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r>
              <w:t>gut minus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F03291">
              <w:rPr>
                <w:sz w:val="22"/>
              </w:rPr>
              <w:instrText xml:space="preserve"> </w:instrText>
            </w:r>
            <w:r w:rsidRPr="00F03291">
              <w:instrText>IF(INT(B20*A9) &lt;B20*A9; INT(B20*A9); INT(B20*A9)-1)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70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=IF(INT(B20*A8</w:instrText>
            </w:r>
            <w:r w:rsidRPr="00044F7C">
              <w:instrText xml:space="preserve">) </w:instrText>
            </w:r>
            <w:r>
              <w:instrText>&lt;B20*A8;</w:instrText>
            </w:r>
            <w:r w:rsidRPr="008B4DC8">
              <w:rPr>
                <w:sz w:val="22"/>
              </w:rPr>
              <w:instrText xml:space="preserve"> </w:instrText>
            </w:r>
            <w:r>
              <w:instrText>INT(B20*A</w:instrText>
            </w:r>
            <w:r w:rsidRPr="008B4DC8">
              <w:instrText>8)</w:instrText>
            </w:r>
            <w:r>
              <w:instrText>;</w:instrText>
            </w:r>
            <w:r w:rsidRPr="008B4DC8">
              <w:rPr>
                <w:sz w:val="22"/>
              </w:rPr>
              <w:instrText xml:space="preserve"> </w:instrText>
            </w:r>
            <w:r>
              <w:instrText>INT(B20*A</w:instrText>
            </w:r>
            <w:r w:rsidRPr="008B4DC8">
              <w:instrText>8)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74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65 %</w:t>
            </w: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70 %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9</w:t>
            </w:r>
          </w:p>
        </w:tc>
        <w:tc>
          <w:tcPr>
            <w:tcW w:w="207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r>
              <w:t>befriedigend plus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F03291">
              <w:rPr>
                <w:sz w:val="22"/>
              </w:rPr>
              <w:instrText xml:space="preserve"> </w:instrText>
            </w:r>
            <w:r w:rsidRPr="00F03291">
              <w:instrText>IF(INT(B20*A10) &lt;B20*A10; INT(B20*A10); INT(B20*A10)-1)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65</w:t>
            </w:r>
            <w:r>
              <w:fldChar w:fldCharType="end"/>
            </w:r>
          </w:p>
        </w:tc>
        <w:tc>
          <w:tcPr>
            <w:tcW w:w="75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=IF(INT(B20*A9</w:instrText>
            </w:r>
            <w:r w:rsidRPr="00044F7C">
              <w:instrText xml:space="preserve">) </w:instrText>
            </w:r>
            <w:r>
              <w:instrText>&lt;B20*A9;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INT(B20*A9</w:instrText>
            </w:r>
            <w:r w:rsidRPr="00265597">
              <w:instrText>)</w:instrText>
            </w:r>
            <w:r>
              <w:instrText>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INT(B20*A9</w:instrText>
            </w:r>
            <w:r w:rsidRPr="00265597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69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60 %</w:t>
            </w:r>
          </w:p>
        </w:tc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65 %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8</w:t>
            </w:r>
          </w:p>
        </w:tc>
        <w:tc>
          <w:tcPr>
            <w:tcW w:w="207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r>
              <w:t>befriedigend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776069">
              <w:rPr>
                <w:sz w:val="22"/>
              </w:rPr>
              <w:instrText xml:space="preserve"> </w:instrText>
            </w:r>
            <w:r w:rsidRPr="00776069">
              <w:instrText>IF(INT(B20*A11) &lt;B20*A11; INT(B20*A11); INT(B20*A11)-1)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60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=IF(INT(B20*A10</w:instrText>
            </w:r>
            <w:r w:rsidRPr="00044F7C">
              <w:instrText xml:space="preserve">) </w:instrText>
            </w:r>
            <w:r>
              <w:instrText>&lt;B20*A10;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INT(B20*A10</w:instrText>
            </w:r>
            <w:r w:rsidRPr="00265597">
              <w:instrText>)</w:instrText>
            </w:r>
            <w:r>
              <w:instrText>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INT(B20*A10</w:instrText>
            </w:r>
            <w:r w:rsidRPr="00265597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64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55 %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60 %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7</w:t>
            </w:r>
          </w:p>
        </w:tc>
        <w:tc>
          <w:tcPr>
            <w:tcW w:w="207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r>
              <w:t>befriedigend minus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 w:rsidRPr="00776069">
              <w:instrText>=IF(INT(B20*A12) &lt;B20*A12; INT(B20*A12); INT(B20*A12)</w:instrText>
            </w:r>
            <w:r>
              <w:instrText xml:space="preserve">-1)+1 </w:instrText>
            </w:r>
            <w:r>
              <w:fldChar w:fldCharType="separate"/>
            </w:r>
            <w:r w:rsidR="00500EA2">
              <w:rPr>
                <w:noProof/>
              </w:rPr>
              <w:t>55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=IF(INT(B20*A11</w:instrText>
            </w:r>
            <w:r w:rsidRPr="00044F7C">
              <w:instrText xml:space="preserve">) </w:instrText>
            </w:r>
            <w:r>
              <w:instrText>&lt;B20*A11;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INT(B20*A11</w:instrText>
            </w:r>
            <w:r w:rsidRPr="00265597">
              <w:instrText>)</w:instrText>
            </w:r>
            <w:r>
              <w:instrText>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INT(B20*A11</w:instrText>
            </w:r>
            <w:r w:rsidRPr="00265597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59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50 %</w:t>
            </w: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55 %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6</w:t>
            </w:r>
          </w:p>
        </w:tc>
        <w:tc>
          <w:tcPr>
            <w:tcW w:w="207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r>
              <w:t>ausreichend plus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 w:rsidRPr="004A7DDA">
              <w:instrText>=IF(INT(B20*A13) &lt;B20*A13; INT(B20*A13); INT(B20*A13)</w:instrText>
            </w:r>
            <w:r>
              <w:instrText xml:space="preserve">-1)+1 </w:instrText>
            </w:r>
            <w:r>
              <w:fldChar w:fldCharType="separate"/>
            </w:r>
            <w:r w:rsidR="00500EA2">
              <w:rPr>
                <w:noProof/>
              </w:rPr>
              <w:t>50</w:t>
            </w:r>
            <w:r>
              <w:fldChar w:fldCharType="end"/>
            </w:r>
          </w:p>
        </w:tc>
        <w:tc>
          <w:tcPr>
            <w:tcW w:w="75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=IF(INT(B20*A12</w:instrText>
            </w:r>
            <w:r w:rsidRPr="00B15144">
              <w:instrText xml:space="preserve">) </w:instrText>
            </w:r>
            <w:r>
              <w:instrText>&lt;B20*A12;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INT(B20*A12</w:instrText>
            </w:r>
            <w:r w:rsidRPr="00265597">
              <w:instrText>)</w:instrText>
            </w:r>
            <w:r>
              <w:instrText>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INT(B20*A12</w:instrText>
            </w:r>
            <w:r w:rsidRPr="00265597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54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45 %</w:t>
            </w:r>
          </w:p>
        </w:tc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50 %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5</w:t>
            </w:r>
          </w:p>
        </w:tc>
        <w:tc>
          <w:tcPr>
            <w:tcW w:w="207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r>
              <w:t>ausreichend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 w:rsidRPr="004A7DDA">
              <w:instrText>=IF(INT(B20*A14) &lt;B20*A14; INT(B20*A14); INT(B20*A14)</w:instrText>
            </w:r>
            <w:r>
              <w:instrText xml:space="preserve">-1)+1 </w:instrText>
            </w:r>
            <w:r>
              <w:fldChar w:fldCharType="separate"/>
            </w:r>
            <w:r w:rsidR="00500EA2">
              <w:rPr>
                <w:noProof/>
              </w:rPr>
              <w:t>45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=IF(INT(B20*A13</w:instrText>
            </w:r>
            <w:r w:rsidRPr="00B15144">
              <w:instrText xml:space="preserve">) </w:instrText>
            </w:r>
            <w:r>
              <w:instrText>&lt;B20*A13;</w:instrText>
            </w:r>
            <w:r w:rsidRPr="00F44E56">
              <w:rPr>
                <w:sz w:val="22"/>
              </w:rPr>
              <w:instrText xml:space="preserve"> </w:instrText>
            </w:r>
            <w:r>
              <w:instrText>INT(B20*A13</w:instrText>
            </w:r>
            <w:r w:rsidRPr="00F44E56">
              <w:instrText>)</w:instrText>
            </w:r>
            <w:r>
              <w:instrText>;</w:instrText>
            </w:r>
            <w:r w:rsidRPr="00265597">
              <w:rPr>
                <w:sz w:val="22"/>
              </w:rPr>
              <w:instrText xml:space="preserve"> </w:instrText>
            </w:r>
            <w:r>
              <w:instrText>INT(B20*A13</w:instrText>
            </w:r>
            <w:r w:rsidRPr="00265597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49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40 %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45 %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4</w:t>
            </w:r>
          </w:p>
        </w:tc>
        <w:tc>
          <w:tcPr>
            <w:tcW w:w="207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r>
              <w:t>schwach ausreichend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 w:rsidRPr="004A7DDA">
              <w:instrText>=IF(INT(B20*A15) &lt;B20*A15; INT(B20*A15); INT(B20*A15)</w:instrText>
            </w:r>
            <w:r>
              <w:instrText xml:space="preserve">-1)+1 </w:instrText>
            </w:r>
            <w:r>
              <w:fldChar w:fldCharType="separate"/>
            </w:r>
            <w:r w:rsidR="00500EA2">
              <w:rPr>
                <w:noProof/>
              </w:rPr>
              <w:t>40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=IF(INT(B20*A14</w:instrText>
            </w:r>
            <w:r w:rsidRPr="00B15144">
              <w:instrText xml:space="preserve">) </w:instrText>
            </w:r>
            <w:r>
              <w:instrText>&lt;B20*A14;</w:instrText>
            </w:r>
            <w:r w:rsidRPr="00F44E56">
              <w:rPr>
                <w:sz w:val="22"/>
              </w:rPr>
              <w:instrText xml:space="preserve"> </w:instrText>
            </w:r>
            <w:r>
              <w:instrText>INT(B20*A14</w:instrText>
            </w:r>
            <w:r w:rsidRPr="00F44E56">
              <w:instrText>)</w:instrText>
            </w:r>
            <w:r>
              <w:instrText>;</w:instrText>
            </w:r>
            <w:r w:rsidRPr="00F44E56">
              <w:rPr>
                <w:sz w:val="22"/>
              </w:rPr>
              <w:instrText xml:space="preserve"> </w:instrText>
            </w:r>
            <w:r>
              <w:instrText>INT(B20*A14</w:instrText>
            </w:r>
            <w:r w:rsidRPr="00F44E56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44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33 %</w:t>
            </w:r>
          </w:p>
        </w:tc>
        <w:tc>
          <w:tcPr>
            <w:tcW w:w="166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40 %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3</w:t>
            </w:r>
          </w:p>
        </w:tc>
        <w:tc>
          <w:tcPr>
            <w:tcW w:w="2078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r>
              <w:t>mangelhaft plus</w:t>
            </w:r>
          </w:p>
        </w:tc>
        <w:tc>
          <w:tcPr>
            <w:tcW w:w="852" w:type="dxa"/>
            <w:tcBorders>
              <w:top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</w:instrText>
            </w:r>
            <w:r w:rsidRPr="004A7DDA">
              <w:instrText>=IF(INT(B20*A16) &lt;B20*A16; INT(B20*A16); INT(B20*A16)</w:instrText>
            </w:r>
            <w:r>
              <w:instrText xml:space="preserve">-1)+1 </w:instrText>
            </w:r>
            <w:r>
              <w:fldChar w:fldCharType="separate"/>
            </w:r>
            <w:r w:rsidR="00500EA2">
              <w:rPr>
                <w:noProof/>
              </w:rPr>
              <w:t>33</w:t>
            </w:r>
            <w:r>
              <w:fldChar w:fldCharType="end"/>
            </w:r>
          </w:p>
        </w:tc>
        <w:tc>
          <w:tcPr>
            <w:tcW w:w="75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=IF(INT(B20*A15</w:instrText>
            </w:r>
            <w:r w:rsidRPr="00B15144">
              <w:instrText xml:space="preserve">) </w:instrText>
            </w:r>
            <w:r>
              <w:instrText>&lt;B20*A15;</w:instrText>
            </w:r>
            <w:r w:rsidRPr="00F44E56">
              <w:rPr>
                <w:sz w:val="22"/>
              </w:rPr>
              <w:instrText xml:space="preserve"> </w:instrText>
            </w:r>
            <w:r>
              <w:instrText>INT(B20*A15</w:instrText>
            </w:r>
            <w:r w:rsidRPr="00F44E56">
              <w:instrText>)</w:instrText>
            </w:r>
            <w:r>
              <w:instrText>;</w:instrText>
            </w:r>
            <w:r w:rsidRPr="00F44E56">
              <w:rPr>
                <w:sz w:val="22"/>
              </w:rPr>
              <w:instrText xml:space="preserve"> </w:instrText>
            </w:r>
            <w:r>
              <w:instrText>INT(B20*A15</w:instrText>
            </w:r>
            <w:r w:rsidRPr="00F44E56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39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27 %</w:t>
            </w:r>
          </w:p>
        </w:tc>
        <w:tc>
          <w:tcPr>
            <w:tcW w:w="166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33 %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2</w:t>
            </w:r>
          </w:p>
        </w:tc>
        <w:tc>
          <w:tcPr>
            <w:tcW w:w="2078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r>
              <w:t>mangelhaft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535F2E">
              <w:rPr>
                <w:sz w:val="22"/>
              </w:rPr>
              <w:instrText xml:space="preserve"> </w:instrText>
            </w:r>
            <w:r w:rsidRPr="00535F2E">
              <w:instrText>IF(INT(B20*A17) &lt;B20*A17; INT(B20*A17); INT(B20*A17)-1)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=IF(INT(B20*A16</w:instrText>
            </w:r>
            <w:r w:rsidRPr="00B15144">
              <w:instrText xml:space="preserve">) </w:instrText>
            </w:r>
            <w:r>
              <w:instrText>&lt;B20*A16;</w:instrText>
            </w:r>
            <w:r w:rsidRPr="003631FA">
              <w:rPr>
                <w:sz w:val="22"/>
              </w:rPr>
              <w:instrText xml:space="preserve"> </w:instrText>
            </w:r>
            <w:r>
              <w:instrText>INT(B20*A16</w:instrText>
            </w:r>
            <w:r w:rsidRPr="003631FA">
              <w:instrText>)</w:instrText>
            </w:r>
            <w:r>
              <w:instrText>;</w:instrText>
            </w:r>
            <w:r w:rsidRPr="003631FA">
              <w:rPr>
                <w:sz w:val="22"/>
              </w:rPr>
              <w:instrText xml:space="preserve"> </w:instrText>
            </w:r>
            <w:r>
              <w:instrText>INT(B20*A16</w:instrText>
            </w:r>
            <w:r w:rsidRPr="003631FA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32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20 %</w:t>
            </w:r>
          </w:p>
        </w:tc>
        <w:tc>
          <w:tcPr>
            <w:tcW w:w="166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27 %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1</w:t>
            </w:r>
          </w:p>
        </w:tc>
        <w:tc>
          <w:tcPr>
            <w:tcW w:w="2078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r>
              <w:t>mangelhaft minus</w:t>
            </w:r>
          </w:p>
        </w:tc>
        <w:tc>
          <w:tcPr>
            <w:tcW w:w="852" w:type="dxa"/>
            <w:tcBorders>
              <w:top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</w:instrText>
            </w:r>
            <w:r w:rsidRPr="00535F2E">
              <w:rPr>
                <w:sz w:val="22"/>
              </w:rPr>
              <w:instrText xml:space="preserve"> </w:instrText>
            </w:r>
            <w:r w:rsidRPr="00535F2E">
              <w:instrText>IF(INT(B20*A18)&lt;B20*A18; INT(B20*A18); INT(B20*A18)-1)</w:instrText>
            </w:r>
            <w:r>
              <w:instrText xml:space="preserve">+1 </w:instrText>
            </w:r>
            <w:r>
              <w:fldChar w:fldCharType="separate"/>
            </w:r>
            <w:r w:rsidR="00500EA2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75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</w:instrText>
            </w:r>
            <w:r w:rsidRPr="00B15144">
              <w:instrText xml:space="preserve">INT(B20*A17) </w:instrText>
            </w:r>
            <w:r>
              <w:instrText>&lt;B20*A17;</w:instrText>
            </w:r>
            <w:r w:rsidRPr="00791E18">
              <w:rPr>
                <w:sz w:val="22"/>
              </w:rPr>
              <w:instrText xml:space="preserve"> </w:instrText>
            </w:r>
            <w:r>
              <w:instrText>INT(B20*A17</w:instrText>
            </w:r>
            <w:r w:rsidRPr="00791E18">
              <w:instrText>)</w:instrText>
            </w:r>
            <w:r>
              <w:instrText>;</w:instrText>
            </w:r>
            <w:r w:rsidRPr="00791E18">
              <w:rPr>
                <w:sz w:val="22"/>
              </w:rPr>
              <w:instrText xml:space="preserve"> </w:instrText>
            </w:r>
            <w:r>
              <w:instrText>INT(B20*A17</w:instrText>
            </w:r>
            <w:r w:rsidRPr="00791E18">
              <w:instrText>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26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12"/>
          <w:jc w:val="center"/>
        </w:trPr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0 %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&lt; 20 %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0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r>
              <w:t>ungenügend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t>0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</w:pPr>
            <w:r>
              <w:fldChar w:fldCharType="begin"/>
            </w:r>
            <w:r>
              <w:instrText xml:space="preserve"> =IF(INT(B20*A18)&lt;B20*A18;</w:instrText>
            </w:r>
            <w:r w:rsidRPr="00791E18">
              <w:rPr>
                <w:sz w:val="22"/>
              </w:rPr>
              <w:instrText xml:space="preserve"> </w:instrText>
            </w:r>
            <w:r w:rsidRPr="00791E18">
              <w:instrText>INT(B20*A18)</w:instrText>
            </w:r>
            <w:r>
              <w:instrText>;</w:instrText>
            </w:r>
            <w:r w:rsidRPr="00791E18">
              <w:rPr>
                <w:sz w:val="22"/>
              </w:rPr>
              <w:instrText xml:space="preserve"> </w:instrText>
            </w:r>
            <w:r w:rsidRPr="00791E18">
              <w:instrText>INT(B20*A18)</w:instrText>
            </w:r>
            <w:r>
              <w:instrText xml:space="preserve">-1) </w:instrText>
            </w:r>
            <w:r>
              <w:fldChar w:fldCharType="separate"/>
            </w:r>
            <w:r w:rsidR="00500EA2">
              <w:rPr>
                <w:noProof/>
              </w:rPr>
              <w:t>19</w:t>
            </w:r>
            <w:r>
              <w:fldChar w:fldCharType="end"/>
            </w:r>
          </w:p>
        </w:tc>
      </w:tr>
      <w:tr w:rsidR="00D251A7" w:rsidRPr="00BF3BB9" w:rsidTr="00B720EB">
        <w:trPr>
          <w:trHeight w:hRule="exact" w:val="397"/>
          <w:jc w:val="center"/>
        </w:trPr>
        <w:tc>
          <w:tcPr>
            <w:tcW w:w="7098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D251A7" w:rsidRPr="0031560F" w:rsidRDefault="00D251A7" w:rsidP="00B720EB">
            <w:pPr>
              <w:spacing w:before="60"/>
              <w:jc w:val="right"/>
              <w:rPr>
                <w:b/>
              </w:rPr>
            </w:pPr>
            <w:r>
              <w:rPr>
                <w:b/>
              </w:rPr>
              <w:t>m</w:t>
            </w:r>
            <w:r w:rsidRPr="0031560F">
              <w:rPr>
                <w:b/>
              </w:rPr>
              <w:t>aximal erreichbare Gesamtpunktzahl</w:t>
            </w:r>
          </w:p>
        </w:tc>
        <w:tc>
          <w:tcPr>
            <w:tcW w:w="7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b/>
              </w:rPr>
              <w:alias w:val="Gesamtpunktzahl"/>
              <w:tag w:val="NotenfindungPunkteGesamt"/>
              <w:id w:val="1797175490"/>
              <w:placeholder>
                <w:docPart w:val="B21968995DE64C7AB7B28E1BA91D5DD2"/>
              </w:placeholder>
              <w:text/>
            </w:sdtPr>
            <w:sdtEndPr/>
            <w:sdtContent>
              <w:p w:rsidR="00D251A7" w:rsidRPr="0031560F" w:rsidRDefault="00500EA2" w:rsidP="00500EA2">
                <w:pPr>
                  <w:spacing w:before="80" w:after="80"/>
                  <w:jc w:val="center"/>
                  <w:rPr>
                    <w:b/>
                  </w:rPr>
                </w:pPr>
                <w:r>
                  <w:rPr>
                    <w:b/>
                  </w:rPr>
                  <w:t>100</w:t>
                </w:r>
              </w:p>
            </w:sdtContent>
          </w:sdt>
        </w:tc>
      </w:tr>
    </w:tbl>
    <w:p w:rsidR="00D251A7" w:rsidRDefault="00D251A7" w:rsidP="00D251A7"/>
    <w:p w:rsidR="00D251A7" w:rsidRPr="00D251A7" w:rsidRDefault="00D251A7" w:rsidP="00D251A7">
      <w:pPr>
        <w:rPr>
          <w:sz w:val="18"/>
          <w:szCs w:val="18"/>
        </w:rPr>
      </w:pPr>
      <w:r w:rsidRPr="00D251A7">
        <w:rPr>
          <w:color w:val="C00000"/>
          <w:sz w:val="18"/>
          <w:szCs w:val="18"/>
        </w:rPr>
        <w:t>Dies ist eine selbst rechnende Tabelle. Geben Sie die maximal erreichbare Gesamtpunktzahl ein. Markieren Sie anschließend die Tabelle und drücken Sie F9. Die Rohpunkte werden angepasst.</w:t>
      </w:r>
    </w:p>
    <w:p w:rsidR="00D251A7" w:rsidRPr="00A1182B" w:rsidRDefault="00D251A7" w:rsidP="00D251A7"/>
    <w:tbl>
      <w:tblPr>
        <w:tblStyle w:val="Tabellenraster"/>
        <w:tblW w:w="4900" w:type="pct"/>
        <w:jc w:val="center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6460"/>
        <w:gridCol w:w="854"/>
        <w:gridCol w:w="855"/>
        <w:gridCol w:w="855"/>
      </w:tblGrid>
      <w:tr w:rsidR="00D251A7" w:rsidTr="00060E0A">
        <w:trPr>
          <w:jc w:val="center"/>
        </w:trPr>
        <w:tc>
          <w:tcPr>
            <w:tcW w:w="658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251A7" w:rsidRDefault="00D251A7" w:rsidP="00B720EB">
            <w:pPr>
              <w:jc w:val="center"/>
              <w:rPr>
                <w:b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  <w:vAlign w:val="center"/>
          </w:tcPr>
          <w:p w:rsidR="00D251A7" w:rsidRPr="0039641A" w:rsidRDefault="00D251A7" w:rsidP="00B720EB">
            <w:pPr>
              <w:spacing w:line="240" w:lineRule="auto"/>
              <w:jc w:val="center"/>
              <w:rPr>
                <w:b/>
              </w:rPr>
            </w:pPr>
            <w:r w:rsidRPr="0039641A">
              <w:rPr>
                <w:b/>
              </w:rPr>
              <w:t>EK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D251A7" w:rsidRPr="0039641A" w:rsidRDefault="00D251A7" w:rsidP="00B720EB">
            <w:pPr>
              <w:spacing w:line="240" w:lineRule="auto"/>
              <w:jc w:val="center"/>
              <w:rPr>
                <w:b/>
              </w:rPr>
            </w:pPr>
            <w:r w:rsidRPr="0039641A">
              <w:rPr>
                <w:b/>
              </w:rPr>
              <w:t>ZK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:rsidR="00D251A7" w:rsidRPr="0039641A" w:rsidRDefault="00D251A7" w:rsidP="00B720EB">
            <w:pPr>
              <w:spacing w:line="240" w:lineRule="auto"/>
              <w:jc w:val="center"/>
              <w:rPr>
                <w:b/>
              </w:rPr>
            </w:pPr>
            <w:r w:rsidRPr="0039641A">
              <w:rPr>
                <w:b/>
              </w:rPr>
              <w:t>DK</w:t>
            </w:r>
          </w:p>
        </w:tc>
      </w:tr>
      <w:tr w:rsidR="00D251A7" w:rsidTr="00060E0A">
        <w:trPr>
          <w:trHeight w:val="340"/>
          <w:jc w:val="center"/>
        </w:trPr>
        <w:tc>
          <w:tcPr>
            <w:tcW w:w="65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51A7" w:rsidRPr="0039641A" w:rsidRDefault="00D251A7" w:rsidP="00B720EB">
            <w:pPr>
              <w:spacing w:before="120" w:after="120"/>
              <w:rPr>
                <w:b/>
              </w:rPr>
            </w:pPr>
            <w:r w:rsidRPr="0039641A">
              <w:rPr>
                <w:b/>
              </w:rPr>
              <w:t>Note</w:t>
            </w:r>
            <w:r>
              <w:rPr>
                <w:b/>
              </w:rPr>
              <w:t>npunkte</w:t>
            </w:r>
          </w:p>
        </w:tc>
        <w:tc>
          <w:tcPr>
            <w:tcW w:w="865" w:type="dxa"/>
            <w:tcBorders>
              <w:bottom w:val="single" w:sz="4" w:space="0" w:color="auto"/>
            </w:tcBorders>
          </w:tcPr>
          <w:p w:rsidR="00D251A7" w:rsidRDefault="00D251A7" w:rsidP="00B720EB">
            <w:pPr>
              <w:spacing w:before="120" w:after="120"/>
              <w:rPr>
                <w:b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D251A7" w:rsidRDefault="00D251A7" w:rsidP="00B720EB">
            <w:pPr>
              <w:spacing w:before="120" w:after="120"/>
              <w:rPr>
                <w:b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D251A7" w:rsidRDefault="00D251A7" w:rsidP="00B720EB">
            <w:pPr>
              <w:spacing w:before="120" w:after="120"/>
              <w:rPr>
                <w:b/>
              </w:rPr>
            </w:pPr>
          </w:p>
        </w:tc>
      </w:tr>
      <w:tr w:rsidR="00D251A7" w:rsidRPr="00AA24D3" w:rsidTr="00060E0A">
        <w:trPr>
          <w:trHeight w:val="340"/>
          <w:jc w:val="center"/>
        </w:trPr>
        <w:tc>
          <w:tcPr>
            <w:tcW w:w="6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1A7" w:rsidRPr="00AA24D3" w:rsidRDefault="00D251A7" w:rsidP="00B720EB">
            <w:pPr>
              <w:spacing w:before="120" w:after="120" w:line="240" w:lineRule="auto"/>
              <w:rPr>
                <w:b/>
                <w:sz w:val="16"/>
                <w:szCs w:val="16"/>
              </w:rPr>
            </w:pPr>
            <w:r w:rsidRPr="00AA24D3">
              <w:rPr>
                <w:b/>
                <w:sz w:val="16"/>
                <w:szCs w:val="16"/>
              </w:rPr>
              <w:t>Ggf. Absenkung um bis zu zwei Notenpunkte gem. § 8 (4), APO-BK Anlage D</w:t>
            </w:r>
          </w:p>
        </w:tc>
        <w:tc>
          <w:tcPr>
            <w:tcW w:w="8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A7" w:rsidRPr="00AA24D3" w:rsidRDefault="00D251A7" w:rsidP="00B720EB">
            <w:pPr>
              <w:spacing w:before="120" w:after="120"/>
              <w:rPr>
                <w:b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A7" w:rsidRPr="00AA24D3" w:rsidRDefault="00D251A7" w:rsidP="00B720EB">
            <w:pPr>
              <w:spacing w:before="120" w:after="120"/>
              <w:rPr>
                <w:b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A7" w:rsidRPr="00AA24D3" w:rsidRDefault="00D251A7" w:rsidP="00B720EB">
            <w:pPr>
              <w:spacing w:before="120" w:after="120"/>
              <w:rPr>
                <w:b/>
              </w:rPr>
            </w:pPr>
          </w:p>
        </w:tc>
      </w:tr>
    </w:tbl>
    <w:p w:rsidR="00D251A7" w:rsidRDefault="00D251A7" w:rsidP="00D251A7"/>
    <w:p w:rsidR="00D251A7" w:rsidRDefault="00D251A7" w:rsidP="00D251A7"/>
    <w:p w:rsidR="00D251A7" w:rsidRDefault="00D251A7" w:rsidP="00D251A7"/>
    <w:p w:rsidR="00D251A7" w:rsidRDefault="00D251A7" w:rsidP="00D251A7">
      <w:pPr>
        <w:spacing w:after="360"/>
        <w:jc w:val="center"/>
        <w:rPr>
          <w:b/>
        </w:rPr>
      </w:pPr>
      <w:r>
        <w:rPr>
          <w:b/>
        </w:rPr>
        <w:t>Abschließende Bewertung der Klausur:</w:t>
      </w:r>
    </w:p>
    <w:p w:rsidR="00D251A7" w:rsidRDefault="00D251A7" w:rsidP="00D251A7">
      <w:pPr>
        <w:jc w:val="center"/>
        <w:rPr>
          <w:b/>
        </w:rPr>
      </w:pPr>
      <w:r>
        <w:rPr>
          <w:b/>
        </w:rPr>
        <w:t>__________________________ (______Notenpunkte)</w:t>
      </w:r>
    </w:p>
    <w:p w:rsidR="00D251A7" w:rsidRDefault="00D251A7" w:rsidP="00D251A7"/>
    <w:p w:rsidR="00D251A7" w:rsidRDefault="00D251A7" w:rsidP="00D251A7"/>
    <w:p w:rsidR="00D251A7" w:rsidRDefault="00D251A7" w:rsidP="00D251A7">
      <w:r>
        <w:t>__________________________________</w:t>
      </w:r>
    </w:p>
    <w:p w:rsidR="00D251A7" w:rsidRDefault="00D251A7" w:rsidP="00D251A7">
      <w:r>
        <w:t>Datum</w:t>
      </w:r>
      <w:r>
        <w:tab/>
      </w:r>
      <w:r>
        <w:tab/>
        <w:t>Unterschrift (EK)</w:t>
      </w:r>
    </w:p>
    <w:p w:rsidR="00D251A7" w:rsidRDefault="00D251A7" w:rsidP="00D251A7"/>
    <w:p w:rsidR="00D251A7" w:rsidRDefault="00D251A7" w:rsidP="00D251A7">
      <w:r>
        <w:t>__________________________________</w:t>
      </w:r>
    </w:p>
    <w:p w:rsidR="00D251A7" w:rsidRDefault="00D251A7" w:rsidP="00D251A7">
      <w:r>
        <w:t>Datum</w:t>
      </w:r>
      <w:r>
        <w:tab/>
      </w:r>
      <w:r>
        <w:tab/>
        <w:t>Unterschrift (ZK)</w:t>
      </w:r>
    </w:p>
    <w:p w:rsidR="00D251A7" w:rsidRDefault="00D251A7" w:rsidP="00D251A7"/>
    <w:p w:rsidR="00D251A7" w:rsidRDefault="00D251A7" w:rsidP="00D251A7">
      <w:r>
        <w:t>__________________________________</w:t>
      </w:r>
    </w:p>
    <w:p w:rsidR="00D251A7" w:rsidRDefault="00D251A7" w:rsidP="00D251A7">
      <w:r>
        <w:t>Datum</w:t>
      </w:r>
      <w:r>
        <w:tab/>
      </w:r>
      <w:r>
        <w:tab/>
        <w:t>Unterschrift (DK)</w:t>
      </w:r>
    </w:p>
    <w:p w:rsidR="00D251A7" w:rsidRDefault="00D251A7" w:rsidP="00D251A7"/>
    <w:p w:rsidR="003F26C1" w:rsidRDefault="003F26C1" w:rsidP="002F7E15">
      <w:pPr>
        <w:spacing w:before="120" w:after="120"/>
      </w:pPr>
    </w:p>
    <w:sectPr w:rsidR="003F26C1" w:rsidSect="00685F1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6BB" w:rsidRDefault="000D36BB">
      <w:r>
        <w:separator/>
      </w:r>
    </w:p>
  </w:endnote>
  <w:endnote w:type="continuationSeparator" w:id="0">
    <w:p w:rsidR="000D36BB" w:rsidRDefault="000D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27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4268"/>
      <w:gridCol w:w="1939"/>
    </w:tblGrid>
    <w:tr w:rsidR="00500EA2" w:rsidTr="0016044B">
      <w:tc>
        <w:tcPr>
          <w:tcW w:w="3070" w:type="dxa"/>
          <w:vAlign w:val="center"/>
          <w:hideMark/>
        </w:tcPr>
        <w:p w:rsidR="00500EA2" w:rsidRDefault="00500EA2">
          <w:pPr>
            <w:pStyle w:val="Fuzeile"/>
          </w:pPr>
          <w:r>
            <w:t>Nur für den Dienstgebrauch!</w:t>
          </w:r>
        </w:p>
      </w:tc>
      <w:tc>
        <w:tcPr>
          <w:tcW w:w="4268" w:type="dxa"/>
          <w:vAlign w:val="center"/>
          <w:hideMark/>
        </w:tcPr>
        <w:p w:rsidR="00500EA2" w:rsidRDefault="00500EA2">
          <w:pPr>
            <w:pStyle w:val="Fuzeile"/>
            <w:jc w:val="center"/>
          </w:pPr>
        </w:p>
      </w:tc>
      <w:tc>
        <w:tcPr>
          <w:tcW w:w="1939" w:type="dxa"/>
          <w:vAlign w:val="center"/>
          <w:hideMark/>
        </w:tcPr>
        <w:p w:rsidR="00500EA2" w:rsidRDefault="00500EA2">
          <w:pPr>
            <w:pStyle w:val="Fuzeile"/>
            <w:jc w:val="right"/>
          </w:pPr>
          <w:r>
            <w:t xml:space="preserve">Seite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>
            <w:rPr>
              <w:rStyle w:val="Seitenzahl"/>
            </w:rPr>
            <w:fldChar w:fldCharType="separate"/>
          </w:r>
          <w:r w:rsidR="000D0D87">
            <w:rPr>
              <w:rStyle w:val="Seitenzahl"/>
              <w:noProof/>
            </w:rPr>
            <w:t>3</w:t>
          </w:r>
          <w:r>
            <w:rPr>
              <w:rStyle w:val="Seitenzahl"/>
            </w:rPr>
            <w:fldChar w:fldCharType="end"/>
          </w:r>
          <w:r>
            <w:t xml:space="preserve"> von </w:t>
          </w:r>
          <w:r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NUMPAGES </w:instrText>
          </w:r>
          <w:r>
            <w:rPr>
              <w:rStyle w:val="Seitenzahl"/>
            </w:rPr>
            <w:fldChar w:fldCharType="separate"/>
          </w:r>
          <w:r w:rsidR="000D0D87">
            <w:rPr>
              <w:rStyle w:val="Seitenzahl"/>
              <w:noProof/>
            </w:rPr>
            <w:t>4</w:t>
          </w:r>
          <w:r>
            <w:rPr>
              <w:rStyle w:val="Seitenzahl"/>
            </w:rPr>
            <w:fldChar w:fldCharType="end"/>
          </w:r>
        </w:p>
      </w:tc>
    </w:tr>
  </w:tbl>
  <w:p w:rsidR="00500EA2" w:rsidRPr="009E45A6" w:rsidRDefault="00500EA2" w:rsidP="009E45A6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6BB" w:rsidRDefault="000D36BB">
      <w:r>
        <w:separator/>
      </w:r>
    </w:p>
  </w:footnote>
  <w:footnote w:type="continuationSeparator" w:id="0">
    <w:p w:rsidR="000D36BB" w:rsidRDefault="000D3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Ind w:w="3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3310"/>
      <w:gridCol w:w="1800"/>
      <w:gridCol w:w="4064"/>
    </w:tblGrid>
    <w:tr w:rsidR="00500EA2" w:rsidTr="00B53BE8">
      <w:trPr>
        <w:trHeight w:val="795"/>
      </w:trPr>
      <w:tc>
        <w:tcPr>
          <w:tcW w:w="3310" w:type="dxa"/>
        </w:tcPr>
        <w:p w:rsidR="00500EA2" w:rsidRPr="00736DBB" w:rsidRDefault="00500EA2" w:rsidP="00D74C5E">
          <w:pPr>
            <w:pStyle w:val="Kopfzeile"/>
            <w:rPr>
              <w:rFonts w:cs="Arial"/>
            </w:rPr>
          </w:pPr>
          <w:r>
            <w:rPr>
              <w:rFonts w:cs="Arial"/>
            </w:rPr>
            <w:t>(Name der einreichenden Schule)</w:t>
          </w:r>
        </w:p>
        <w:p w:rsidR="00500EA2" w:rsidRPr="00736DBB" w:rsidRDefault="00500EA2" w:rsidP="00D74C5E">
          <w:pPr>
            <w:pStyle w:val="Kopfzeile"/>
            <w:tabs>
              <w:tab w:val="left" w:pos="2865"/>
            </w:tabs>
            <w:rPr>
              <w:rFonts w:cs="Arial"/>
            </w:rPr>
          </w:pPr>
          <w:r>
            <w:rPr>
              <w:rFonts w:cs="Arial"/>
            </w:rPr>
            <w:t>(Adresse: Straße)</w:t>
          </w:r>
        </w:p>
        <w:p w:rsidR="00500EA2" w:rsidRDefault="00500EA2" w:rsidP="00EC4F42">
          <w:pPr>
            <w:pStyle w:val="Kopfzeile"/>
            <w:rPr>
              <w:rFonts w:cs="Arial"/>
              <w:b/>
            </w:rPr>
          </w:pPr>
          <w:r>
            <w:rPr>
              <w:rFonts w:cs="Arial"/>
            </w:rPr>
            <w:t>(Adresse: PLZ + Schulort)</w:t>
          </w:r>
        </w:p>
      </w:tc>
      <w:tc>
        <w:tcPr>
          <w:tcW w:w="1800" w:type="dxa"/>
        </w:tcPr>
        <w:p w:rsidR="00500EA2" w:rsidRDefault="00500EA2" w:rsidP="0031695E">
          <w:pPr>
            <w:pStyle w:val="Kopfzeile"/>
            <w:tabs>
              <w:tab w:val="center" w:pos="1174"/>
            </w:tabs>
            <w:rPr>
              <w:rFonts w:cs="Arial"/>
              <w:b/>
            </w:rPr>
          </w:pPr>
          <w:r>
            <w:rPr>
              <w:rFonts w:cs="Arial"/>
              <w:b/>
            </w:rPr>
            <w:tab/>
          </w:r>
        </w:p>
      </w:tc>
      <w:tc>
        <w:tcPr>
          <w:tcW w:w="4064" w:type="dxa"/>
          <w:vAlign w:val="bottom"/>
        </w:tcPr>
        <w:p w:rsidR="00500EA2" w:rsidRPr="00736DBB" w:rsidRDefault="000D0D87" w:rsidP="00C5212A">
          <w:pPr>
            <w:pStyle w:val="Kopfzeile"/>
            <w:jc w:val="right"/>
            <w:rPr>
              <w:rFonts w:cs="Arial"/>
            </w:rPr>
          </w:pPr>
          <w:sdt>
            <w:sdtPr>
              <w:alias w:val="Terminart"/>
              <w:tag w:val="Terminart"/>
              <w:id w:val="-1452929637"/>
              <w:placeholder>
                <w:docPart w:val="59D8571D9DAD462385E1A2F8EBB77E3C"/>
              </w:placeholder>
              <w:dataBinding w:xpath="/root[1]/Terminart[1]" w:storeItemID="{16AC4607-2EAE-45DC-B4A5-8FF283205D92}"/>
              <w:comboBox w:lastValue="V1">
                <w:listItem w:displayText="Vorschlag 1" w:value="V1"/>
                <w:listItem w:displayText="Vorschlag 2" w:value="V2"/>
                <w:listItem w:displayText="Vorschlag 3" w:value="V3"/>
                <w:listItem w:displayText="Haupttermin" w:value="HT"/>
                <w:listItem w:displayText="Nachschreibtermin" w:value="NST"/>
                <w:listItem w:displayText="Reservetermin" w:value="RST"/>
              </w:comboBox>
            </w:sdtPr>
            <w:sdtEndPr/>
            <w:sdtContent>
              <w:r>
                <w:t>Vorschlag 1</w:t>
              </w:r>
            </w:sdtContent>
          </w:sdt>
        </w:p>
        <w:p w:rsidR="00500EA2" w:rsidRPr="00C2191F" w:rsidRDefault="000D0D87" w:rsidP="00083C5A">
          <w:pPr>
            <w:pStyle w:val="Kopfzeile"/>
            <w:jc w:val="right"/>
            <w:rPr>
              <w:rFonts w:cs="Arial"/>
            </w:rPr>
          </w:pPr>
          <w:sdt>
            <w:sdtPr>
              <w:alias w:val="Kursart"/>
              <w:tag w:val="Kursart"/>
              <w:id w:val="-1094402297"/>
              <w:placeholder>
                <w:docPart w:val="C448607F381E4A8ABE356414A77DE589"/>
              </w:placeholder>
              <w:dataBinding w:xpath="/root[1]/Kursart[1]" w:storeItemID="{16AC4607-2EAE-45DC-B4A5-8FF283205D92}"/>
              <w:dropDownList w:lastValue="Grundkursfach">
                <w:listItem w:displayText="GK" w:value="Grundkursfach"/>
                <w:listItem w:displayText="PbLK" w:value="Profil bildendes Leistungskursfach"/>
                <w:listItem w:displayText="WLK" w:value="Weiteres Leistungskursfach"/>
                <w:listItem w:displayText="PBLK/WLK" w:value="Profil bildendes/Weiteres Leistungskursfach"/>
              </w:dropDownList>
            </w:sdtPr>
            <w:sdtEndPr/>
            <w:sdtContent>
              <w:r>
                <w:t>GK</w:t>
              </w:r>
            </w:sdtContent>
          </w:sdt>
          <w:r w:rsidR="00500EA2">
            <w:rPr>
              <w:rFonts w:cs="Arial"/>
            </w:rPr>
            <w:t xml:space="preserve"> </w:t>
          </w:r>
          <w:sdt>
            <w:sdtPr>
              <w:rPr>
                <w:rFonts w:cs="Arial"/>
              </w:rPr>
              <w:alias w:val="Fach"/>
              <w:tag w:val="Fach"/>
              <w:id w:val="-1300528599"/>
              <w:placeholder>
                <w:docPart w:val="4A75009417044D4FA28FE4EDB294B976"/>
              </w:placeholder>
              <w:dataBinding w:xpath="/root[1]/Fach[1]" w:storeItemID="{16AC4607-2EAE-45DC-B4A5-8FF283205D92}"/>
              <w:dropDownList w:lastValue="Kunst">
                <w:listItem w:displayText="Bautechnik" w:value="Bautechnik"/>
                <w:listItem w:displayText="Betriebswirtschaftslehre" w:value="Betriebswirtschaftslehre"/>
                <w:listItem w:displayText="Biologie" w:value="Biologie"/>
                <w:listItem w:displayText="Chemie" w:value="Chemie"/>
                <w:listItem w:displayText="Chemietechnik" w:value="Chemietechnik"/>
                <w:listItem w:displayText="Deutsch" w:value="Deutsch"/>
                <w:listItem w:displayText="Elektrotechnik" w:value="Elektrotechnik"/>
                <w:listItem w:displayText="Englisch" w:value="Englisch"/>
                <w:listItem w:displayText="Ernährung" w:value="Ernährung"/>
                <w:listItem w:displayText="Erziehungswissenschaften" w:value="Erziehungswissenschaften"/>
                <w:listItem w:displayText="Gestaltungstechnik" w:value="Gestaltungstechnik"/>
                <w:listItem w:displayText="Gesundheit" w:value="Gesundheit"/>
                <w:listItem w:displayText="Informatik" w:value="Informatik"/>
                <w:listItem w:displayText="Ingenieurwissenschaft" w:value="Ingenieurwissenschaft"/>
                <w:listItem w:displayText="Kunst" w:value="Kunst"/>
                <w:listItem w:displayText="Maschinenbautechnik" w:value="Maschinenbautechnik"/>
                <w:listItem w:displayText="Mathematik CAS/GTR" w:value="Mathematik MCG"/>
                <w:listItem w:displayText="Mathematik CAS" w:value="Mathematik MC"/>
                <w:listItem w:displayText="Mathematik GTR" w:value="Mathematik MG"/>
                <w:listItem w:displayText="Physik" w:value="Physik"/>
                <w:listItem w:displayText="Physiktechnik" w:value="Physiktechnik"/>
                <w:listItem w:displayText="Evangelische Religionslehre" w:value="Evangelische Religionslehre"/>
                <w:listItem w:displayText="Katholische Religionslehre" w:value="Katholische Religionslehre"/>
                <w:listItem w:displayText="Sport/Gesundheitsförderung" w:value="Sport/Gesundheitsförderung"/>
                <w:listItem w:displayText="Technische Informatik" w:value="Technische Informatik"/>
              </w:dropDownList>
            </w:sdtPr>
            <w:sdtEndPr/>
            <w:sdtContent>
              <w:r w:rsidR="00500EA2">
                <w:rPr>
                  <w:rFonts w:cs="Arial"/>
                </w:rPr>
                <w:t>Kunst</w:t>
              </w:r>
            </w:sdtContent>
          </w:sdt>
          <w:r w:rsidR="00500EA2">
            <w:rPr>
              <w:rFonts w:cs="Arial"/>
            </w:rPr>
            <w:t>-</w:t>
          </w:r>
          <w:sdt>
            <w:sdtPr>
              <w:alias w:val="Fachbereich"/>
              <w:tag w:val="Fachbereich"/>
              <w:id w:val="96449198"/>
              <w:placeholder>
                <w:docPart w:val="766B02A7947048C781DBB4B01E2B46D0"/>
              </w:placeholder>
              <w:dataBinding w:xpath="/root[1]/Fachbereich[1]" w:storeItemID="{16AC4607-2EAE-45DC-B4A5-8FF283205D92}"/>
              <w:dropDownList w:lastValue="Gestaltung">
                <w:listItem w:displayText="Ern" w:value="Ernährung"/>
                <w:listItem w:displayText="Gest" w:value="Gestaltung"/>
                <w:listItem w:displayText="GuS" w:value="Gesundheit und Soziales"/>
                <w:listItem w:displayText="Inf" w:value="Informatik"/>
                <w:listItem w:displayText="Tech" w:value="Technik"/>
                <w:listItem w:displayText="WuV" w:value="Wirtschaft und Verwaltung"/>
              </w:dropDownList>
            </w:sdtPr>
            <w:sdtEndPr/>
            <w:sdtContent>
              <w:r>
                <w:t>Gest</w:t>
              </w:r>
            </w:sdtContent>
          </w:sdt>
        </w:p>
      </w:tc>
    </w:tr>
  </w:tbl>
  <w:p w:rsidR="00500EA2" w:rsidRDefault="00500EA2" w:rsidP="00D74C5E">
    <w:pPr>
      <w:pStyle w:val="Kopfzeile"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26A2"/>
    <w:multiLevelType w:val="hybridMultilevel"/>
    <w:tmpl w:val="84507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5B7676"/>
    <w:multiLevelType w:val="hybridMultilevel"/>
    <w:tmpl w:val="3348B93E"/>
    <w:lvl w:ilvl="0" w:tplc="932C75E4">
      <w:start w:val="7"/>
      <w:numFmt w:val="decimal"/>
      <w:lvlText w:val="%1"/>
      <w:lvlJc w:val="left"/>
      <w:pPr>
        <w:ind w:left="10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3" w:hanging="360"/>
      </w:pPr>
    </w:lvl>
    <w:lvl w:ilvl="2" w:tplc="0407001B" w:tentative="1">
      <w:start w:val="1"/>
      <w:numFmt w:val="lowerRoman"/>
      <w:lvlText w:val="%3."/>
      <w:lvlJc w:val="right"/>
      <w:pPr>
        <w:ind w:left="2503" w:hanging="180"/>
      </w:pPr>
    </w:lvl>
    <w:lvl w:ilvl="3" w:tplc="0407000F" w:tentative="1">
      <w:start w:val="1"/>
      <w:numFmt w:val="decimal"/>
      <w:lvlText w:val="%4."/>
      <w:lvlJc w:val="left"/>
      <w:pPr>
        <w:ind w:left="3223" w:hanging="360"/>
      </w:pPr>
    </w:lvl>
    <w:lvl w:ilvl="4" w:tplc="04070019" w:tentative="1">
      <w:start w:val="1"/>
      <w:numFmt w:val="lowerLetter"/>
      <w:lvlText w:val="%5."/>
      <w:lvlJc w:val="left"/>
      <w:pPr>
        <w:ind w:left="3943" w:hanging="360"/>
      </w:pPr>
    </w:lvl>
    <w:lvl w:ilvl="5" w:tplc="0407001B" w:tentative="1">
      <w:start w:val="1"/>
      <w:numFmt w:val="lowerRoman"/>
      <w:lvlText w:val="%6."/>
      <w:lvlJc w:val="right"/>
      <w:pPr>
        <w:ind w:left="4663" w:hanging="180"/>
      </w:pPr>
    </w:lvl>
    <w:lvl w:ilvl="6" w:tplc="0407000F" w:tentative="1">
      <w:start w:val="1"/>
      <w:numFmt w:val="decimal"/>
      <w:lvlText w:val="%7."/>
      <w:lvlJc w:val="left"/>
      <w:pPr>
        <w:ind w:left="5383" w:hanging="360"/>
      </w:pPr>
    </w:lvl>
    <w:lvl w:ilvl="7" w:tplc="04070019" w:tentative="1">
      <w:start w:val="1"/>
      <w:numFmt w:val="lowerLetter"/>
      <w:lvlText w:val="%8."/>
      <w:lvlJc w:val="left"/>
      <w:pPr>
        <w:ind w:left="6103" w:hanging="360"/>
      </w:pPr>
    </w:lvl>
    <w:lvl w:ilvl="8" w:tplc="0407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1EC22740"/>
    <w:multiLevelType w:val="hybridMultilevel"/>
    <w:tmpl w:val="DBF254F4"/>
    <w:lvl w:ilvl="0" w:tplc="B00A2512">
      <w:start w:val="2"/>
      <w:numFmt w:val="bullet"/>
      <w:pStyle w:val="TabelleSpiegelstr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58266F"/>
    <w:multiLevelType w:val="hybridMultilevel"/>
    <w:tmpl w:val="6F2C4758"/>
    <w:lvl w:ilvl="0" w:tplc="90743FEE">
      <w:start w:val="1"/>
      <w:numFmt w:val="bullet"/>
      <w:pStyle w:val="Lehrer-Aufzaehlung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1701D"/>
    <w:multiLevelType w:val="hybridMultilevel"/>
    <w:tmpl w:val="7806ED08"/>
    <w:lvl w:ilvl="0" w:tplc="26A6F396">
      <w:start w:val="1"/>
      <w:numFmt w:val="bullet"/>
      <w:pStyle w:val="Spiegelstrich"/>
      <w:lvlText w:val="­"/>
      <w:lvlJc w:val="left"/>
      <w:pPr>
        <w:tabs>
          <w:tab w:val="num" w:pos="340"/>
        </w:tabs>
        <w:ind w:left="340" w:hanging="34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F51637"/>
    <w:multiLevelType w:val="multilevel"/>
    <w:tmpl w:val="E9B438B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E45D8D"/>
    <w:multiLevelType w:val="multilevel"/>
    <w:tmpl w:val="646E29AE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8E90161"/>
    <w:multiLevelType w:val="hybridMultilevel"/>
    <w:tmpl w:val="6CB49F10"/>
    <w:lvl w:ilvl="0" w:tplc="C37CE26C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611E83"/>
    <w:multiLevelType w:val="hybridMultilevel"/>
    <w:tmpl w:val="5E7E98E4"/>
    <w:lvl w:ilvl="0" w:tplc="D08E5846">
      <w:start w:val="1"/>
      <w:numFmt w:val="bullet"/>
      <w:pStyle w:val="Lehrer-Aufzhlun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E96FEC"/>
    <w:multiLevelType w:val="multilevel"/>
    <w:tmpl w:val="FD94CB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6AA"/>
    <w:rsid w:val="00002B2E"/>
    <w:rsid w:val="000144FD"/>
    <w:rsid w:val="00015459"/>
    <w:rsid w:val="000228FC"/>
    <w:rsid w:val="00025E5C"/>
    <w:rsid w:val="000271FD"/>
    <w:rsid w:val="00033F2B"/>
    <w:rsid w:val="00042E14"/>
    <w:rsid w:val="00050B76"/>
    <w:rsid w:val="00054C05"/>
    <w:rsid w:val="00057BDF"/>
    <w:rsid w:val="00060E0A"/>
    <w:rsid w:val="00073881"/>
    <w:rsid w:val="00075B90"/>
    <w:rsid w:val="00083C5A"/>
    <w:rsid w:val="00086868"/>
    <w:rsid w:val="000A6C9A"/>
    <w:rsid w:val="000B58E9"/>
    <w:rsid w:val="000C2344"/>
    <w:rsid w:val="000D0D87"/>
    <w:rsid w:val="000D36BB"/>
    <w:rsid w:val="000E31DA"/>
    <w:rsid w:val="001155E4"/>
    <w:rsid w:val="0012089B"/>
    <w:rsid w:val="0012591B"/>
    <w:rsid w:val="00142122"/>
    <w:rsid w:val="00143F91"/>
    <w:rsid w:val="00151D3F"/>
    <w:rsid w:val="001539C0"/>
    <w:rsid w:val="0016044B"/>
    <w:rsid w:val="00160DFA"/>
    <w:rsid w:val="001626AA"/>
    <w:rsid w:val="00173A1C"/>
    <w:rsid w:val="00191634"/>
    <w:rsid w:val="001920E6"/>
    <w:rsid w:val="00197834"/>
    <w:rsid w:val="001A1E09"/>
    <w:rsid w:val="001B4095"/>
    <w:rsid w:val="001B4DC6"/>
    <w:rsid w:val="001B520D"/>
    <w:rsid w:val="001D0ACE"/>
    <w:rsid w:val="001D3231"/>
    <w:rsid w:val="001E22C8"/>
    <w:rsid w:val="001E775E"/>
    <w:rsid w:val="001F2627"/>
    <w:rsid w:val="001F4411"/>
    <w:rsid w:val="001F5F03"/>
    <w:rsid w:val="00220450"/>
    <w:rsid w:val="0023026D"/>
    <w:rsid w:val="00237E3D"/>
    <w:rsid w:val="00252D11"/>
    <w:rsid w:val="00254992"/>
    <w:rsid w:val="00261BC1"/>
    <w:rsid w:val="00262E12"/>
    <w:rsid w:val="00265A78"/>
    <w:rsid w:val="00271E09"/>
    <w:rsid w:val="00281623"/>
    <w:rsid w:val="00290C76"/>
    <w:rsid w:val="00292BB7"/>
    <w:rsid w:val="0029704E"/>
    <w:rsid w:val="002977ED"/>
    <w:rsid w:val="002A148F"/>
    <w:rsid w:val="002A7F11"/>
    <w:rsid w:val="002B0B4C"/>
    <w:rsid w:val="002B39A5"/>
    <w:rsid w:val="002C0F5E"/>
    <w:rsid w:val="002C4A42"/>
    <w:rsid w:val="002C6A25"/>
    <w:rsid w:val="002F372E"/>
    <w:rsid w:val="002F7E15"/>
    <w:rsid w:val="00301207"/>
    <w:rsid w:val="00301296"/>
    <w:rsid w:val="00305499"/>
    <w:rsid w:val="00315E1D"/>
    <w:rsid w:val="0031695E"/>
    <w:rsid w:val="00322D1D"/>
    <w:rsid w:val="003232AC"/>
    <w:rsid w:val="003236D0"/>
    <w:rsid w:val="00324F3D"/>
    <w:rsid w:val="0035038C"/>
    <w:rsid w:val="003545B1"/>
    <w:rsid w:val="0036176C"/>
    <w:rsid w:val="003670EA"/>
    <w:rsid w:val="003829A5"/>
    <w:rsid w:val="00387A8F"/>
    <w:rsid w:val="003A0DC5"/>
    <w:rsid w:val="003B035E"/>
    <w:rsid w:val="003B37B3"/>
    <w:rsid w:val="003C4C95"/>
    <w:rsid w:val="003C4D53"/>
    <w:rsid w:val="003C59E5"/>
    <w:rsid w:val="003D4147"/>
    <w:rsid w:val="003E593D"/>
    <w:rsid w:val="003F26C1"/>
    <w:rsid w:val="003F63C1"/>
    <w:rsid w:val="003F6F66"/>
    <w:rsid w:val="00416D86"/>
    <w:rsid w:val="00423BC0"/>
    <w:rsid w:val="004342D7"/>
    <w:rsid w:val="00437971"/>
    <w:rsid w:val="00442FAA"/>
    <w:rsid w:val="004440CC"/>
    <w:rsid w:val="004615D4"/>
    <w:rsid w:val="00470033"/>
    <w:rsid w:val="004733C2"/>
    <w:rsid w:val="004772CF"/>
    <w:rsid w:val="00480912"/>
    <w:rsid w:val="00483E53"/>
    <w:rsid w:val="00487AD6"/>
    <w:rsid w:val="00492603"/>
    <w:rsid w:val="00496079"/>
    <w:rsid w:val="004A308C"/>
    <w:rsid w:val="004A3737"/>
    <w:rsid w:val="004A5CE9"/>
    <w:rsid w:val="004B2923"/>
    <w:rsid w:val="004B6FFE"/>
    <w:rsid w:val="004D4866"/>
    <w:rsid w:val="004D791C"/>
    <w:rsid w:val="004E0D28"/>
    <w:rsid w:val="004E594E"/>
    <w:rsid w:val="004F1E6A"/>
    <w:rsid w:val="004F623B"/>
    <w:rsid w:val="00500EA2"/>
    <w:rsid w:val="005073AD"/>
    <w:rsid w:val="00516D91"/>
    <w:rsid w:val="00521338"/>
    <w:rsid w:val="005248E9"/>
    <w:rsid w:val="00526E41"/>
    <w:rsid w:val="00532BE0"/>
    <w:rsid w:val="005331C1"/>
    <w:rsid w:val="00547976"/>
    <w:rsid w:val="00560F90"/>
    <w:rsid w:val="005640D4"/>
    <w:rsid w:val="00574706"/>
    <w:rsid w:val="0059249B"/>
    <w:rsid w:val="005968B6"/>
    <w:rsid w:val="005B2123"/>
    <w:rsid w:val="005B55D1"/>
    <w:rsid w:val="005C29E8"/>
    <w:rsid w:val="005C34F1"/>
    <w:rsid w:val="005C71DA"/>
    <w:rsid w:val="005D6D3B"/>
    <w:rsid w:val="005E0057"/>
    <w:rsid w:val="005E006C"/>
    <w:rsid w:val="005E1A6C"/>
    <w:rsid w:val="005E7552"/>
    <w:rsid w:val="006164D7"/>
    <w:rsid w:val="006361AA"/>
    <w:rsid w:val="0065522F"/>
    <w:rsid w:val="00660BBE"/>
    <w:rsid w:val="0067298B"/>
    <w:rsid w:val="00685F1B"/>
    <w:rsid w:val="006907FB"/>
    <w:rsid w:val="006B5B5A"/>
    <w:rsid w:val="006C5E73"/>
    <w:rsid w:val="006E0EDF"/>
    <w:rsid w:val="006E0F6F"/>
    <w:rsid w:val="006E505D"/>
    <w:rsid w:val="006E5A5D"/>
    <w:rsid w:val="006E76C7"/>
    <w:rsid w:val="006F2617"/>
    <w:rsid w:val="006F480F"/>
    <w:rsid w:val="00710C13"/>
    <w:rsid w:val="00711F3C"/>
    <w:rsid w:val="00720BF3"/>
    <w:rsid w:val="00731292"/>
    <w:rsid w:val="00735C3F"/>
    <w:rsid w:val="00736DBB"/>
    <w:rsid w:val="00737289"/>
    <w:rsid w:val="007410D0"/>
    <w:rsid w:val="00744404"/>
    <w:rsid w:val="007460E1"/>
    <w:rsid w:val="00756CEE"/>
    <w:rsid w:val="007610FB"/>
    <w:rsid w:val="0077155F"/>
    <w:rsid w:val="00780947"/>
    <w:rsid w:val="00780F65"/>
    <w:rsid w:val="007875EA"/>
    <w:rsid w:val="00791FDE"/>
    <w:rsid w:val="007A4AAA"/>
    <w:rsid w:val="007B007A"/>
    <w:rsid w:val="007B627E"/>
    <w:rsid w:val="007C119D"/>
    <w:rsid w:val="007D4010"/>
    <w:rsid w:val="007D7340"/>
    <w:rsid w:val="007E0DAC"/>
    <w:rsid w:val="007F2667"/>
    <w:rsid w:val="007F2868"/>
    <w:rsid w:val="007F4AAD"/>
    <w:rsid w:val="00810EAF"/>
    <w:rsid w:val="008132A7"/>
    <w:rsid w:val="008132FE"/>
    <w:rsid w:val="0082126F"/>
    <w:rsid w:val="0082477B"/>
    <w:rsid w:val="00824F3E"/>
    <w:rsid w:val="008261C7"/>
    <w:rsid w:val="008447D2"/>
    <w:rsid w:val="00845E68"/>
    <w:rsid w:val="00847AA2"/>
    <w:rsid w:val="00854F2A"/>
    <w:rsid w:val="0085700F"/>
    <w:rsid w:val="008577EF"/>
    <w:rsid w:val="00866A42"/>
    <w:rsid w:val="008736FA"/>
    <w:rsid w:val="00881005"/>
    <w:rsid w:val="008A03BC"/>
    <w:rsid w:val="008C56C8"/>
    <w:rsid w:val="008D2322"/>
    <w:rsid w:val="008E4C92"/>
    <w:rsid w:val="008F68F3"/>
    <w:rsid w:val="00902916"/>
    <w:rsid w:val="00912FF7"/>
    <w:rsid w:val="00917544"/>
    <w:rsid w:val="00917E1A"/>
    <w:rsid w:val="00922932"/>
    <w:rsid w:val="009345BE"/>
    <w:rsid w:val="00943C0D"/>
    <w:rsid w:val="00953B93"/>
    <w:rsid w:val="0096600D"/>
    <w:rsid w:val="009665CF"/>
    <w:rsid w:val="009705BF"/>
    <w:rsid w:val="0097124C"/>
    <w:rsid w:val="00972B97"/>
    <w:rsid w:val="00976031"/>
    <w:rsid w:val="00982807"/>
    <w:rsid w:val="00986FF6"/>
    <w:rsid w:val="009B3D32"/>
    <w:rsid w:val="009B630D"/>
    <w:rsid w:val="009C4C06"/>
    <w:rsid w:val="009D3AEA"/>
    <w:rsid w:val="009E1565"/>
    <w:rsid w:val="009E45A6"/>
    <w:rsid w:val="009E6288"/>
    <w:rsid w:val="009E79AD"/>
    <w:rsid w:val="009F5932"/>
    <w:rsid w:val="00A14482"/>
    <w:rsid w:val="00A1767E"/>
    <w:rsid w:val="00A24D59"/>
    <w:rsid w:val="00A27F0B"/>
    <w:rsid w:val="00A316AA"/>
    <w:rsid w:val="00A326D9"/>
    <w:rsid w:val="00A45E20"/>
    <w:rsid w:val="00A47A17"/>
    <w:rsid w:val="00A578E5"/>
    <w:rsid w:val="00A66ADC"/>
    <w:rsid w:val="00A741EA"/>
    <w:rsid w:val="00A7639A"/>
    <w:rsid w:val="00A84999"/>
    <w:rsid w:val="00A905E0"/>
    <w:rsid w:val="00A9692E"/>
    <w:rsid w:val="00AA24D3"/>
    <w:rsid w:val="00AA3DBF"/>
    <w:rsid w:val="00AB16A6"/>
    <w:rsid w:val="00AB492D"/>
    <w:rsid w:val="00AC44B7"/>
    <w:rsid w:val="00AD5B6B"/>
    <w:rsid w:val="00AE3271"/>
    <w:rsid w:val="00AE35F9"/>
    <w:rsid w:val="00AF4141"/>
    <w:rsid w:val="00AF6682"/>
    <w:rsid w:val="00B11F49"/>
    <w:rsid w:val="00B323C6"/>
    <w:rsid w:val="00B324B2"/>
    <w:rsid w:val="00B32EC0"/>
    <w:rsid w:val="00B43EE8"/>
    <w:rsid w:val="00B461E1"/>
    <w:rsid w:val="00B539C4"/>
    <w:rsid w:val="00B53BE8"/>
    <w:rsid w:val="00B56017"/>
    <w:rsid w:val="00B6524E"/>
    <w:rsid w:val="00B71DDC"/>
    <w:rsid w:val="00B720EB"/>
    <w:rsid w:val="00B73814"/>
    <w:rsid w:val="00B73A9D"/>
    <w:rsid w:val="00B7763A"/>
    <w:rsid w:val="00BA68E2"/>
    <w:rsid w:val="00BB0DAF"/>
    <w:rsid w:val="00BB2A2E"/>
    <w:rsid w:val="00BB5F9D"/>
    <w:rsid w:val="00BC23A2"/>
    <w:rsid w:val="00BD2C39"/>
    <w:rsid w:val="00BD5992"/>
    <w:rsid w:val="00BE7C7D"/>
    <w:rsid w:val="00BF43F5"/>
    <w:rsid w:val="00BF56C0"/>
    <w:rsid w:val="00BF5860"/>
    <w:rsid w:val="00C04B66"/>
    <w:rsid w:val="00C04BCB"/>
    <w:rsid w:val="00C11628"/>
    <w:rsid w:val="00C2191F"/>
    <w:rsid w:val="00C24F0B"/>
    <w:rsid w:val="00C45523"/>
    <w:rsid w:val="00C5212A"/>
    <w:rsid w:val="00C7455A"/>
    <w:rsid w:val="00C94412"/>
    <w:rsid w:val="00CA42E4"/>
    <w:rsid w:val="00CA4DD4"/>
    <w:rsid w:val="00CA7D28"/>
    <w:rsid w:val="00CB08C7"/>
    <w:rsid w:val="00CB3D3D"/>
    <w:rsid w:val="00CD1CA2"/>
    <w:rsid w:val="00CD4008"/>
    <w:rsid w:val="00CD5D5A"/>
    <w:rsid w:val="00CF2CB8"/>
    <w:rsid w:val="00CF610D"/>
    <w:rsid w:val="00D00242"/>
    <w:rsid w:val="00D11E15"/>
    <w:rsid w:val="00D22836"/>
    <w:rsid w:val="00D251A7"/>
    <w:rsid w:val="00D4148F"/>
    <w:rsid w:val="00D45F48"/>
    <w:rsid w:val="00D50DA9"/>
    <w:rsid w:val="00D6484A"/>
    <w:rsid w:val="00D66904"/>
    <w:rsid w:val="00D74C5E"/>
    <w:rsid w:val="00DA5C3E"/>
    <w:rsid w:val="00DA743E"/>
    <w:rsid w:val="00DB1CCD"/>
    <w:rsid w:val="00DC134C"/>
    <w:rsid w:val="00DD6246"/>
    <w:rsid w:val="00DD70B4"/>
    <w:rsid w:val="00DE4A44"/>
    <w:rsid w:val="00DF0F9B"/>
    <w:rsid w:val="00DF3C57"/>
    <w:rsid w:val="00E02F14"/>
    <w:rsid w:val="00E11165"/>
    <w:rsid w:val="00E224C8"/>
    <w:rsid w:val="00E25EF1"/>
    <w:rsid w:val="00E3099D"/>
    <w:rsid w:val="00E31597"/>
    <w:rsid w:val="00E35F96"/>
    <w:rsid w:val="00E4549F"/>
    <w:rsid w:val="00E47914"/>
    <w:rsid w:val="00E50C32"/>
    <w:rsid w:val="00E55451"/>
    <w:rsid w:val="00E57E3A"/>
    <w:rsid w:val="00E67198"/>
    <w:rsid w:val="00E740AF"/>
    <w:rsid w:val="00E83DD4"/>
    <w:rsid w:val="00E953A1"/>
    <w:rsid w:val="00EA32EF"/>
    <w:rsid w:val="00EA36BF"/>
    <w:rsid w:val="00EC2C5A"/>
    <w:rsid w:val="00EC4E32"/>
    <w:rsid w:val="00EC4F42"/>
    <w:rsid w:val="00EE05FC"/>
    <w:rsid w:val="00EE3A7B"/>
    <w:rsid w:val="00EE5E9C"/>
    <w:rsid w:val="00F00946"/>
    <w:rsid w:val="00F10BC1"/>
    <w:rsid w:val="00F25561"/>
    <w:rsid w:val="00F377E7"/>
    <w:rsid w:val="00F47061"/>
    <w:rsid w:val="00F47983"/>
    <w:rsid w:val="00F51AF8"/>
    <w:rsid w:val="00F53641"/>
    <w:rsid w:val="00F67575"/>
    <w:rsid w:val="00F87987"/>
    <w:rsid w:val="00F94BC5"/>
    <w:rsid w:val="00F94D70"/>
    <w:rsid w:val="00FB691D"/>
    <w:rsid w:val="00FC573B"/>
    <w:rsid w:val="00FE1943"/>
    <w:rsid w:val="00FE1B69"/>
    <w:rsid w:val="00FE1E46"/>
    <w:rsid w:val="00FF2BC8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7544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9E6288"/>
    <w:pPr>
      <w:keepNext/>
      <w:spacing w:after="12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496079"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berschrift4">
    <w:name w:val="heading 4"/>
    <w:basedOn w:val="Standard"/>
    <w:next w:val="Standard"/>
    <w:qFormat/>
    <w:rsid w:val="00C7455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74C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74C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74C5E"/>
    <w:pPr>
      <w:spacing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zeile3">
    <w:name w:val="Titelzeile 3"/>
    <w:basedOn w:val="Standard"/>
    <w:next w:val="Standard"/>
    <w:rsid w:val="001920E6"/>
    <w:pPr>
      <w:tabs>
        <w:tab w:val="left" w:pos="7371"/>
      </w:tabs>
      <w:spacing w:before="240" w:line="240" w:lineRule="auto"/>
      <w:jc w:val="center"/>
    </w:pPr>
    <w:rPr>
      <w:rFonts w:cs="Arial"/>
      <w:b/>
      <w:sz w:val="48"/>
      <w:szCs w:val="48"/>
    </w:rPr>
  </w:style>
  <w:style w:type="character" w:styleId="Seitenzahl">
    <w:name w:val="page number"/>
    <w:basedOn w:val="Absatz-Standardschriftart"/>
    <w:rsid w:val="009E6288"/>
  </w:style>
  <w:style w:type="paragraph" w:customStyle="1" w:styleId="Block">
    <w:name w:val="Block"/>
    <w:basedOn w:val="Standard"/>
    <w:rsid w:val="00C7455A"/>
    <w:pPr>
      <w:suppressLineNumbers/>
      <w:spacing w:before="80" w:after="80" w:line="240" w:lineRule="auto"/>
      <w:jc w:val="both"/>
    </w:pPr>
    <w:rPr>
      <w:sz w:val="24"/>
    </w:rPr>
  </w:style>
  <w:style w:type="paragraph" w:customStyle="1" w:styleId="Tabellenberschrift">
    <w:name w:val="Tabellenüberschrift"/>
    <w:basedOn w:val="berschrift4"/>
    <w:link w:val="TabellenberschriftZchn"/>
    <w:rsid w:val="00C7455A"/>
    <w:pPr>
      <w:tabs>
        <w:tab w:val="left" w:pos="1418"/>
      </w:tabs>
      <w:spacing w:before="120" w:after="80" w:line="240" w:lineRule="auto"/>
    </w:pPr>
    <w:rPr>
      <w:rFonts w:ascii="Arial" w:eastAsia="SimSun" w:hAnsi="Arial"/>
      <w:sz w:val="24"/>
      <w:lang w:eastAsia="zh-CN"/>
    </w:rPr>
  </w:style>
  <w:style w:type="paragraph" w:customStyle="1" w:styleId="StandardTabelle">
    <w:name w:val="StandardTabelle"/>
    <w:basedOn w:val="Standard"/>
    <w:rsid w:val="00A741EA"/>
    <w:pPr>
      <w:spacing w:before="120" w:after="120"/>
    </w:pPr>
  </w:style>
  <w:style w:type="character" w:styleId="Kommentarzeichen">
    <w:name w:val="annotation reference"/>
    <w:basedOn w:val="Absatz-Standardschriftart"/>
    <w:semiHidden/>
    <w:rsid w:val="0012089B"/>
    <w:rPr>
      <w:sz w:val="16"/>
      <w:szCs w:val="16"/>
    </w:rPr>
  </w:style>
  <w:style w:type="paragraph" w:styleId="Kommentartext">
    <w:name w:val="annotation text"/>
    <w:basedOn w:val="Standard"/>
    <w:semiHidden/>
    <w:rsid w:val="0012089B"/>
  </w:style>
  <w:style w:type="paragraph" w:styleId="Kommentarthema">
    <w:name w:val="annotation subject"/>
    <w:basedOn w:val="Kommentartext"/>
    <w:next w:val="Kommentartext"/>
    <w:semiHidden/>
    <w:rsid w:val="0012089B"/>
    <w:rPr>
      <w:b/>
      <w:bCs/>
    </w:rPr>
  </w:style>
  <w:style w:type="paragraph" w:styleId="Sprechblasentext">
    <w:name w:val="Balloon Text"/>
    <w:basedOn w:val="Standard"/>
    <w:semiHidden/>
    <w:rsid w:val="0012089B"/>
    <w:rPr>
      <w:rFonts w:ascii="Tahoma" w:hAnsi="Tahoma" w:cs="Tahoma"/>
      <w:sz w:val="16"/>
      <w:szCs w:val="16"/>
    </w:rPr>
  </w:style>
  <w:style w:type="character" w:customStyle="1" w:styleId="TabellenberschriftZchn">
    <w:name w:val="Tabellenüberschrift Zchn"/>
    <w:basedOn w:val="Absatz-Standardschriftart"/>
    <w:link w:val="Tabellenberschrift"/>
    <w:rsid w:val="007A4AAA"/>
    <w:rPr>
      <w:rFonts w:ascii="Arial" w:eastAsia="SimSun" w:hAnsi="Arial"/>
      <w:b/>
      <w:bCs/>
      <w:sz w:val="24"/>
      <w:szCs w:val="28"/>
      <w:lang w:val="de-DE" w:eastAsia="zh-CN" w:bidi="ar-SA"/>
    </w:rPr>
  </w:style>
  <w:style w:type="character" w:customStyle="1" w:styleId="berschrift1Zchn">
    <w:name w:val="Überschrift 1 Zchn"/>
    <w:basedOn w:val="Absatz-Standardschriftart"/>
    <w:link w:val="berschrift1"/>
    <w:rsid w:val="003F26C1"/>
    <w:rPr>
      <w:rFonts w:ascii="Arial" w:hAnsi="Arial" w:cs="Arial"/>
      <w:b/>
      <w:bCs/>
      <w:kern w:val="32"/>
      <w:sz w:val="24"/>
      <w:szCs w:val="32"/>
      <w:lang w:val="de-DE" w:eastAsia="de-DE" w:bidi="ar-SA"/>
    </w:rPr>
  </w:style>
  <w:style w:type="paragraph" w:styleId="Verzeichnis1">
    <w:name w:val="toc 1"/>
    <w:basedOn w:val="Standard"/>
    <w:next w:val="Standard"/>
    <w:autoRedefine/>
    <w:semiHidden/>
    <w:rsid w:val="00B720EB"/>
    <w:pPr>
      <w:spacing w:before="120" w:after="120"/>
      <w:jc w:val="right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281623"/>
    <w:rPr>
      <w:rFonts w:ascii="Arial" w:hAnsi="Arial"/>
      <w:lang w:val="de-DE" w:eastAsia="de-DE" w:bidi="ar-SA"/>
    </w:rPr>
  </w:style>
  <w:style w:type="paragraph" w:customStyle="1" w:styleId="Schler-Aufgabenstellung">
    <w:name w:val="_Schüler-Aufgabenstellung"/>
    <w:basedOn w:val="Standard"/>
    <w:qFormat/>
    <w:rsid w:val="00E740AF"/>
    <w:pPr>
      <w:spacing w:before="120" w:after="120"/>
    </w:pPr>
    <w:rPr>
      <w:sz w:val="22"/>
    </w:rPr>
  </w:style>
  <w:style w:type="paragraph" w:customStyle="1" w:styleId="Schler-Quelle">
    <w:name w:val="_Schüler-Quelle"/>
    <w:basedOn w:val="Standard"/>
    <w:qFormat/>
    <w:rsid w:val="00261BC1"/>
    <w:pPr>
      <w:spacing w:before="120" w:after="120"/>
    </w:pPr>
    <w:rPr>
      <w:sz w:val="22"/>
      <w:szCs w:val="22"/>
      <w:lang w:eastAsia="zh-CN"/>
    </w:rPr>
  </w:style>
  <w:style w:type="paragraph" w:customStyle="1" w:styleId="Schler-Abbildungstext">
    <w:name w:val="_Schüler-Abbildungstext"/>
    <w:basedOn w:val="Standard"/>
    <w:qFormat/>
    <w:rsid w:val="00261BC1"/>
    <w:pPr>
      <w:spacing w:before="120" w:after="120"/>
      <w:ind w:left="11"/>
      <w:jc w:val="center"/>
    </w:pPr>
    <w:rPr>
      <w:lang w:eastAsia="zh-CN"/>
    </w:rPr>
  </w:style>
  <w:style w:type="paragraph" w:customStyle="1" w:styleId="Schler-Text">
    <w:name w:val="_Schüler-Text"/>
    <w:basedOn w:val="Standard"/>
    <w:qFormat/>
    <w:rsid w:val="00261BC1"/>
    <w:pPr>
      <w:spacing w:before="120" w:after="120"/>
    </w:pPr>
    <w:rPr>
      <w:sz w:val="22"/>
      <w:szCs w:val="22"/>
      <w:lang w:eastAsia="zh-CN"/>
    </w:rPr>
  </w:style>
  <w:style w:type="paragraph" w:customStyle="1" w:styleId="Lehrer-Aufgabenart">
    <w:name w:val="_Lehrer-Aufgabenart"/>
    <w:basedOn w:val="Standard"/>
    <w:qFormat/>
    <w:rsid w:val="00261BC1"/>
    <w:pPr>
      <w:spacing w:before="60" w:after="60"/>
    </w:pPr>
    <w:rPr>
      <w:b/>
      <w:sz w:val="22"/>
    </w:rPr>
  </w:style>
  <w:style w:type="paragraph" w:customStyle="1" w:styleId="Lehrer-Aufzaehlung">
    <w:name w:val="_Lehrer-Aufzaehlung"/>
    <w:basedOn w:val="Standard"/>
    <w:qFormat/>
    <w:rsid w:val="00252D11"/>
    <w:pPr>
      <w:numPr>
        <w:numId w:val="4"/>
      </w:numPr>
      <w:spacing w:before="120" w:after="120"/>
      <w:ind w:left="357" w:hanging="357"/>
    </w:pPr>
  </w:style>
  <w:style w:type="paragraph" w:customStyle="1" w:styleId="Lehrer-Anforderung">
    <w:name w:val="_Lehrer-Anforderung"/>
    <w:basedOn w:val="Standard"/>
    <w:qFormat/>
    <w:rsid w:val="000A6C9A"/>
    <w:pPr>
      <w:spacing w:before="120" w:after="120"/>
    </w:pPr>
  </w:style>
  <w:style w:type="paragraph" w:customStyle="1" w:styleId="Lehrer-Aufzhlung">
    <w:name w:val="Lehrer-Aufzählung"/>
    <w:basedOn w:val="Standard"/>
    <w:qFormat/>
    <w:rsid w:val="000A6C9A"/>
    <w:pPr>
      <w:numPr>
        <w:numId w:val="5"/>
      </w:numPr>
      <w:spacing w:before="120" w:after="120"/>
      <w:ind w:left="357" w:hanging="357"/>
    </w:pPr>
  </w:style>
  <w:style w:type="paragraph" w:customStyle="1" w:styleId="Formatvorlage1">
    <w:name w:val="Formatvorlage1"/>
    <w:basedOn w:val="Schler-Abbildungstext"/>
    <w:qFormat/>
    <w:rsid w:val="000A6C9A"/>
  </w:style>
  <w:style w:type="paragraph" w:styleId="Titel">
    <w:name w:val="Title"/>
    <w:basedOn w:val="Standard"/>
    <w:next w:val="Standard"/>
    <w:link w:val="TitelZchn"/>
    <w:uiPriority w:val="10"/>
    <w:qFormat/>
    <w:rsid w:val="00252D11"/>
    <w:pPr>
      <w:spacing w:before="60" w:after="60" w:line="240" w:lineRule="auto"/>
      <w:jc w:val="center"/>
    </w:pPr>
    <w:rPr>
      <w:b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252D11"/>
    <w:rPr>
      <w:rFonts w:ascii="Arial" w:hAnsi="Arial"/>
      <w:b/>
      <w:sz w:val="36"/>
      <w:szCs w:val="36"/>
    </w:rPr>
  </w:style>
  <w:style w:type="paragraph" w:customStyle="1" w:styleId="TitelFachbereich">
    <w:name w:val="Titel Fachbereich"/>
    <w:basedOn w:val="Titel"/>
    <w:qFormat/>
    <w:locked/>
    <w:rsid w:val="00252D11"/>
    <w:rPr>
      <w:sz w:val="28"/>
      <w:szCs w:val="28"/>
    </w:rPr>
  </w:style>
  <w:style w:type="paragraph" w:customStyle="1" w:styleId="TitelAdressat">
    <w:name w:val="Titel Adressat"/>
    <w:basedOn w:val="Titel"/>
    <w:qFormat/>
    <w:locked/>
    <w:rsid w:val="00252D11"/>
    <w:pPr>
      <w:spacing w:after="120"/>
      <w:outlineLvl w:val="0"/>
    </w:pPr>
    <w:rPr>
      <w:u w:val="single"/>
    </w:rPr>
  </w:style>
  <w:style w:type="table" w:customStyle="1" w:styleId="Tabellenraster1">
    <w:name w:val="Tabellenraster1"/>
    <w:basedOn w:val="NormaleTabelle"/>
    <w:next w:val="Tabellenraster"/>
    <w:locked/>
    <w:rsid w:val="00487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ler-Aufzhlung">
    <w:name w:val="_Schüler-Aufzählung"/>
    <w:basedOn w:val="Lehrer-Aufzaehlung"/>
    <w:qFormat/>
    <w:rsid w:val="009C4C06"/>
  </w:style>
  <w:style w:type="character" w:styleId="Platzhaltertext">
    <w:name w:val="Placeholder Text"/>
    <w:basedOn w:val="Absatz-Standardschriftart"/>
    <w:uiPriority w:val="99"/>
    <w:semiHidden/>
    <w:rsid w:val="005D6D3B"/>
    <w:rPr>
      <w:color w:val="808080"/>
    </w:rPr>
  </w:style>
  <w:style w:type="paragraph" w:customStyle="1" w:styleId="Inhaltsverzeichnis1">
    <w:name w:val="Inhaltsverzeichnis 1"/>
    <w:basedOn w:val="Standard"/>
    <w:uiPriority w:val="99"/>
    <w:rsid w:val="003E593D"/>
    <w:pPr>
      <w:tabs>
        <w:tab w:val="left" w:pos="709"/>
        <w:tab w:val="right" w:leader="dot" w:pos="9638"/>
      </w:tabs>
      <w:suppressAutoHyphens/>
      <w:spacing w:before="120" w:after="120"/>
    </w:pPr>
  </w:style>
  <w:style w:type="paragraph" w:customStyle="1" w:styleId="Spiegelstrich">
    <w:name w:val="Spiegelstrich"/>
    <w:basedOn w:val="Standard"/>
    <w:rsid w:val="003E593D"/>
    <w:pPr>
      <w:widowControl w:val="0"/>
      <w:numPr>
        <w:numId w:val="8"/>
      </w:numPr>
      <w:autoSpaceDE w:val="0"/>
      <w:autoSpaceDN w:val="0"/>
      <w:adjustRightInd w:val="0"/>
      <w:spacing w:before="80" w:after="80" w:line="240" w:lineRule="auto"/>
      <w:jc w:val="both"/>
    </w:pPr>
    <w:rPr>
      <w:sz w:val="24"/>
    </w:rPr>
  </w:style>
  <w:style w:type="paragraph" w:styleId="Textkrper">
    <w:name w:val="Body Text"/>
    <w:basedOn w:val="Standard"/>
    <w:link w:val="TextkrperZchn"/>
    <w:rsid w:val="006F480F"/>
    <w:pPr>
      <w:suppressAutoHyphens/>
      <w:spacing w:after="140" w:line="288" w:lineRule="auto"/>
    </w:pPr>
    <w:rPr>
      <w:color w:val="00000A"/>
    </w:rPr>
  </w:style>
  <w:style w:type="character" w:customStyle="1" w:styleId="TextkrperZchn">
    <w:name w:val="Textkörper Zchn"/>
    <w:basedOn w:val="Absatz-Standardschriftart"/>
    <w:link w:val="Textkrper"/>
    <w:rsid w:val="006F480F"/>
    <w:rPr>
      <w:rFonts w:ascii="Arial" w:hAnsi="Arial"/>
      <w:color w:val="00000A"/>
    </w:rPr>
  </w:style>
  <w:style w:type="paragraph" w:customStyle="1" w:styleId="TabelleSpiegelstr">
    <w:name w:val="Tabelle_Spiegelstr"/>
    <w:basedOn w:val="Listenabsatz"/>
    <w:rsid w:val="006F480F"/>
    <w:pPr>
      <w:numPr>
        <w:numId w:val="9"/>
      </w:numPr>
      <w:tabs>
        <w:tab w:val="num" w:pos="720"/>
      </w:tabs>
      <w:suppressAutoHyphens/>
      <w:spacing w:before="120" w:after="120"/>
      <w:ind w:left="235" w:hanging="235"/>
    </w:pPr>
    <w:rPr>
      <w:bCs/>
    </w:rPr>
  </w:style>
  <w:style w:type="paragraph" w:customStyle="1" w:styleId="SpiegelstrVorNach">
    <w:name w:val="Spiegelstr_Vor_Nach"/>
    <w:basedOn w:val="TabelleSpiegelstr"/>
    <w:rsid w:val="006F480F"/>
    <w:pPr>
      <w:ind w:left="232" w:hanging="232"/>
      <w:contextualSpacing w:val="0"/>
    </w:pPr>
  </w:style>
  <w:style w:type="paragraph" w:styleId="Listenabsatz">
    <w:name w:val="List Paragraph"/>
    <w:basedOn w:val="Standard"/>
    <w:uiPriority w:val="34"/>
    <w:qFormat/>
    <w:rsid w:val="006F48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17544"/>
    <w:pPr>
      <w:spacing w:line="276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qFormat/>
    <w:rsid w:val="009E6288"/>
    <w:pPr>
      <w:keepNext/>
      <w:spacing w:after="12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496079"/>
    <w:pPr>
      <w:keepNext/>
      <w:spacing w:before="120" w:after="120"/>
      <w:outlineLvl w:val="1"/>
    </w:pPr>
    <w:rPr>
      <w:rFonts w:cs="Arial"/>
      <w:b/>
      <w:bCs/>
      <w:iCs/>
      <w:szCs w:val="28"/>
    </w:rPr>
  </w:style>
  <w:style w:type="paragraph" w:styleId="berschrift4">
    <w:name w:val="heading 4"/>
    <w:basedOn w:val="Standard"/>
    <w:next w:val="Standard"/>
    <w:qFormat/>
    <w:rsid w:val="00C7455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74C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74C5E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D74C5E"/>
    <w:pPr>
      <w:spacing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zeile3">
    <w:name w:val="Titelzeile 3"/>
    <w:basedOn w:val="Standard"/>
    <w:next w:val="Standard"/>
    <w:rsid w:val="001920E6"/>
    <w:pPr>
      <w:tabs>
        <w:tab w:val="left" w:pos="7371"/>
      </w:tabs>
      <w:spacing w:before="240" w:line="240" w:lineRule="auto"/>
      <w:jc w:val="center"/>
    </w:pPr>
    <w:rPr>
      <w:rFonts w:cs="Arial"/>
      <w:b/>
      <w:sz w:val="48"/>
      <w:szCs w:val="48"/>
    </w:rPr>
  </w:style>
  <w:style w:type="character" w:styleId="Seitenzahl">
    <w:name w:val="page number"/>
    <w:basedOn w:val="Absatz-Standardschriftart"/>
    <w:rsid w:val="009E6288"/>
  </w:style>
  <w:style w:type="paragraph" w:customStyle="1" w:styleId="Block">
    <w:name w:val="Block"/>
    <w:basedOn w:val="Standard"/>
    <w:rsid w:val="00C7455A"/>
    <w:pPr>
      <w:suppressLineNumbers/>
      <w:spacing w:before="80" w:after="80" w:line="240" w:lineRule="auto"/>
      <w:jc w:val="both"/>
    </w:pPr>
    <w:rPr>
      <w:sz w:val="24"/>
    </w:rPr>
  </w:style>
  <w:style w:type="paragraph" w:customStyle="1" w:styleId="Tabellenberschrift">
    <w:name w:val="Tabellenüberschrift"/>
    <w:basedOn w:val="berschrift4"/>
    <w:link w:val="TabellenberschriftZchn"/>
    <w:rsid w:val="00C7455A"/>
    <w:pPr>
      <w:tabs>
        <w:tab w:val="left" w:pos="1418"/>
      </w:tabs>
      <w:spacing w:before="120" w:after="80" w:line="240" w:lineRule="auto"/>
    </w:pPr>
    <w:rPr>
      <w:rFonts w:ascii="Arial" w:eastAsia="SimSun" w:hAnsi="Arial"/>
      <w:sz w:val="24"/>
      <w:lang w:eastAsia="zh-CN"/>
    </w:rPr>
  </w:style>
  <w:style w:type="paragraph" w:customStyle="1" w:styleId="StandardTabelle">
    <w:name w:val="StandardTabelle"/>
    <w:basedOn w:val="Standard"/>
    <w:rsid w:val="00A741EA"/>
    <w:pPr>
      <w:spacing w:before="120" w:after="120"/>
    </w:pPr>
  </w:style>
  <w:style w:type="character" w:styleId="Kommentarzeichen">
    <w:name w:val="annotation reference"/>
    <w:basedOn w:val="Absatz-Standardschriftart"/>
    <w:semiHidden/>
    <w:rsid w:val="0012089B"/>
    <w:rPr>
      <w:sz w:val="16"/>
      <w:szCs w:val="16"/>
    </w:rPr>
  </w:style>
  <w:style w:type="paragraph" w:styleId="Kommentartext">
    <w:name w:val="annotation text"/>
    <w:basedOn w:val="Standard"/>
    <w:semiHidden/>
    <w:rsid w:val="0012089B"/>
  </w:style>
  <w:style w:type="paragraph" w:styleId="Kommentarthema">
    <w:name w:val="annotation subject"/>
    <w:basedOn w:val="Kommentartext"/>
    <w:next w:val="Kommentartext"/>
    <w:semiHidden/>
    <w:rsid w:val="0012089B"/>
    <w:rPr>
      <w:b/>
      <w:bCs/>
    </w:rPr>
  </w:style>
  <w:style w:type="paragraph" w:styleId="Sprechblasentext">
    <w:name w:val="Balloon Text"/>
    <w:basedOn w:val="Standard"/>
    <w:semiHidden/>
    <w:rsid w:val="0012089B"/>
    <w:rPr>
      <w:rFonts w:ascii="Tahoma" w:hAnsi="Tahoma" w:cs="Tahoma"/>
      <w:sz w:val="16"/>
      <w:szCs w:val="16"/>
    </w:rPr>
  </w:style>
  <w:style w:type="character" w:customStyle="1" w:styleId="TabellenberschriftZchn">
    <w:name w:val="Tabellenüberschrift Zchn"/>
    <w:basedOn w:val="Absatz-Standardschriftart"/>
    <w:link w:val="Tabellenberschrift"/>
    <w:rsid w:val="007A4AAA"/>
    <w:rPr>
      <w:rFonts w:ascii="Arial" w:eastAsia="SimSun" w:hAnsi="Arial"/>
      <w:b/>
      <w:bCs/>
      <w:sz w:val="24"/>
      <w:szCs w:val="28"/>
      <w:lang w:val="de-DE" w:eastAsia="zh-CN" w:bidi="ar-SA"/>
    </w:rPr>
  </w:style>
  <w:style w:type="character" w:customStyle="1" w:styleId="berschrift1Zchn">
    <w:name w:val="Überschrift 1 Zchn"/>
    <w:basedOn w:val="Absatz-Standardschriftart"/>
    <w:link w:val="berschrift1"/>
    <w:rsid w:val="003F26C1"/>
    <w:rPr>
      <w:rFonts w:ascii="Arial" w:hAnsi="Arial" w:cs="Arial"/>
      <w:b/>
      <w:bCs/>
      <w:kern w:val="32"/>
      <w:sz w:val="24"/>
      <w:szCs w:val="32"/>
      <w:lang w:val="de-DE" w:eastAsia="de-DE" w:bidi="ar-SA"/>
    </w:rPr>
  </w:style>
  <w:style w:type="paragraph" w:styleId="Verzeichnis1">
    <w:name w:val="toc 1"/>
    <w:basedOn w:val="Standard"/>
    <w:next w:val="Standard"/>
    <w:autoRedefine/>
    <w:semiHidden/>
    <w:rsid w:val="00B720EB"/>
    <w:pPr>
      <w:spacing w:before="120" w:after="120"/>
      <w:jc w:val="right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281623"/>
    <w:rPr>
      <w:rFonts w:ascii="Arial" w:hAnsi="Arial"/>
      <w:lang w:val="de-DE" w:eastAsia="de-DE" w:bidi="ar-SA"/>
    </w:rPr>
  </w:style>
  <w:style w:type="paragraph" w:customStyle="1" w:styleId="Schler-Aufgabenstellung">
    <w:name w:val="_Schüler-Aufgabenstellung"/>
    <w:basedOn w:val="Standard"/>
    <w:qFormat/>
    <w:rsid w:val="00E740AF"/>
    <w:pPr>
      <w:spacing w:before="120" w:after="120"/>
    </w:pPr>
    <w:rPr>
      <w:sz w:val="22"/>
    </w:rPr>
  </w:style>
  <w:style w:type="paragraph" w:customStyle="1" w:styleId="Schler-Quelle">
    <w:name w:val="_Schüler-Quelle"/>
    <w:basedOn w:val="Standard"/>
    <w:qFormat/>
    <w:rsid w:val="00261BC1"/>
    <w:pPr>
      <w:spacing w:before="120" w:after="120"/>
    </w:pPr>
    <w:rPr>
      <w:sz w:val="22"/>
      <w:szCs w:val="22"/>
      <w:lang w:eastAsia="zh-CN"/>
    </w:rPr>
  </w:style>
  <w:style w:type="paragraph" w:customStyle="1" w:styleId="Schler-Abbildungstext">
    <w:name w:val="_Schüler-Abbildungstext"/>
    <w:basedOn w:val="Standard"/>
    <w:qFormat/>
    <w:rsid w:val="00261BC1"/>
    <w:pPr>
      <w:spacing w:before="120" w:after="120"/>
      <w:ind w:left="11"/>
      <w:jc w:val="center"/>
    </w:pPr>
    <w:rPr>
      <w:lang w:eastAsia="zh-CN"/>
    </w:rPr>
  </w:style>
  <w:style w:type="paragraph" w:customStyle="1" w:styleId="Schler-Text">
    <w:name w:val="_Schüler-Text"/>
    <w:basedOn w:val="Standard"/>
    <w:qFormat/>
    <w:rsid w:val="00261BC1"/>
    <w:pPr>
      <w:spacing w:before="120" w:after="120"/>
    </w:pPr>
    <w:rPr>
      <w:sz w:val="22"/>
      <w:szCs w:val="22"/>
      <w:lang w:eastAsia="zh-CN"/>
    </w:rPr>
  </w:style>
  <w:style w:type="paragraph" w:customStyle="1" w:styleId="Lehrer-Aufgabenart">
    <w:name w:val="_Lehrer-Aufgabenart"/>
    <w:basedOn w:val="Standard"/>
    <w:qFormat/>
    <w:rsid w:val="00261BC1"/>
    <w:pPr>
      <w:spacing w:before="60" w:after="60"/>
    </w:pPr>
    <w:rPr>
      <w:b/>
      <w:sz w:val="22"/>
    </w:rPr>
  </w:style>
  <w:style w:type="paragraph" w:customStyle="1" w:styleId="Lehrer-Aufzaehlung">
    <w:name w:val="_Lehrer-Aufzaehlung"/>
    <w:basedOn w:val="Standard"/>
    <w:qFormat/>
    <w:rsid w:val="00252D11"/>
    <w:pPr>
      <w:numPr>
        <w:numId w:val="4"/>
      </w:numPr>
      <w:spacing w:before="120" w:after="120"/>
      <w:ind w:left="357" w:hanging="357"/>
    </w:pPr>
  </w:style>
  <w:style w:type="paragraph" w:customStyle="1" w:styleId="Lehrer-Anforderung">
    <w:name w:val="_Lehrer-Anforderung"/>
    <w:basedOn w:val="Standard"/>
    <w:qFormat/>
    <w:rsid w:val="000A6C9A"/>
    <w:pPr>
      <w:spacing w:before="120" w:after="120"/>
    </w:pPr>
  </w:style>
  <w:style w:type="paragraph" w:customStyle="1" w:styleId="Lehrer-Aufzhlung">
    <w:name w:val="Lehrer-Aufzählung"/>
    <w:basedOn w:val="Standard"/>
    <w:qFormat/>
    <w:rsid w:val="000A6C9A"/>
    <w:pPr>
      <w:numPr>
        <w:numId w:val="5"/>
      </w:numPr>
      <w:spacing w:before="120" w:after="120"/>
      <w:ind w:left="357" w:hanging="357"/>
    </w:pPr>
  </w:style>
  <w:style w:type="paragraph" w:customStyle="1" w:styleId="Formatvorlage1">
    <w:name w:val="Formatvorlage1"/>
    <w:basedOn w:val="Schler-Abbildungstext"/>
    <w:qFormat/>
    <w:rsid w:val="000A6C9A"/>
  </w:style>
  <w:style w:type="paragraph" w:styleId="Titel">
    <w:name w:val="Title"/>
    <w:basedOn w:val="Standard"/>
    <w:next w:val="Standard"/>
    <w:link w:val="TitelZchn"/>
    <w:uiPriority w:val="10"/>
    <w:qFormat/>
    <w:rsid w:val="00252D11"/>
    <w:pPr>
      <w:spacing w:before="60" w:after="60" w:line="240" w:lineRule="auto"/>
      <w:jc w:val="center"/>
    </w:pPr>
    <w:rPr>
      <w:b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252D11"/>
    <w:rPr>
      <w:rFonts w:ascii="Arial" w:hAnsi="Arial"/>
      <w:b/>
      <w:sz w:val="36"/>
      <w:szCs w:val="36"/>
    </w:rPr>
  </w:style>
  <w:style w:type="paragraph" w:customStyle="1" w:styleId="TitelFachbereich">
    <w:name w:val="Titel Fachbereich"/>
    <w:basedOn w:val="Titel"/>
    <w:qFormat/>
    <w:locked/>
    <w:rsid w:val="00252D11"/>
    <w:rPr>
      <w:sz w:val="28"/>
      <w:szCs w:val="28"/>
    </w:rPr>
  </w:style>
  <w:style w:type="paragraph" w:customStyle="1" w:styleId="TitelAdressat">
    <w:name w:val="Titel Adressat"/>
    <w:basedOn w:val="Titel"/>
    <w:qFormat/>
    <w:locked/>
    <w:rsid w:val="00252D11"/>
    <w:pPr>
      <w:spacing w:after="120"/>
      <w:outlineLvl w:val="0"/>
    </w:pPr>
    <w:rPr>
      <w:u w:val="single"/>
    </w:rPr>
  </w:style>
  <w:style w:type="table" w:customStyle="1" w:styleId="Tabellenraster1">
    <w:name w:val="Tabellenraster1"/>
    <w:basedOn w:val="NormaleTabelle"/>
    <w:next w:val="Tabellenraster"/>
    <w:locked/>
    <w:rsid w:val="00487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ler-Aufzhlung">
    <w:name w:val="_Schüler-Aufzählung"/>
    <w:basedOn w:val="Lehrer-Aufzaehlung"/>
    <w:qFormat/>
    <w:rsid w:val="009C4C06"/>
  </w:style>
  <w:style w:type="character" w:styleId="Platzhaltertext">
    <w:name w:val="Placeholder Text"/>
    <w:basedOn w:val="Absatz-Standardschriftart"/>
    <w:uiPriority w:val="99"/>
    <w:semiHidden/>
    <w:rsid w:val="005D6D3B"/>
    <w:rPr>
      <w:color w:val="808080"/>
    </w:rPr>
  </w:style>
  <w:style w:type="paragraph" w:customStyle="1" w:styleId="Inhaltsverzeichnis1">
    <w:name w:val="Inhaltsverzeichnis 1"/>
    <w:basedOn w:val="Standard"/>
    <w:uiPriority w:val="99"/>
    <w:rsid w:val="003E593D"/>
    <w:pPr>
      <w:tabs>
        <w:tab w:val="left" w:pos="709"/>
        <w:tab w:val="right" w:leader="dot" w:pos="9638"/>
      </w:tabs>
      <w:suppressAutoHyphens/>
      <w:spacing w:before="120" w:after="120"/>
    </w:pPr>
  </w:style>
  <w:style w:type="paragraph" w:customStyle="1" w:styleId="Spiegelstrich">
    <w:name w:val="Spiegelstrich"/>
    <w:basedOn w:val="Standard"/>
    <w:rsid w:val="003E593D"/>
    <w:pPr>
      <w:widowControl w:val="0"/>
      <w:numPr>
        <w:numId w:val="8"/>
      </w:numPr>
      <w:autoSpaceDE w:val="0"/>
      <w:autoSpaceDN w:val="0"/>
      <w:adjustRightInd w:val="0"/>
      <w:spacing w:before="80" w:after="80" w:line="240" w:lineRule="auto"/>
      <w:jc w:val="both"/>
    </w:pPr>
    <w:rPr>
      <w:sz w:val="24"/>
    </w:rPr>
  </w:style>
  <w:style w:type="paragraph" w:styleId="Textkrper">
    <w:name w:val="Body Text"/>
    <w:basedOn w:val="Standard"/>
    <w:link w:val="TextkrperZchn"/>
    <w:rsid w:val="006F480F"/>
    <w:pPr>
      <w:suppressAutoHyphens/>
      <w:spacing w:after="140" w:line="288" w:lineRule="auto"/>
    </w:pPr>
    <w:rPr>
      <w:color w:val="00000A"/>
    </w:rPr>
  </w:style>
  <w:style w:type="character" w:customStyle="1" w:styleId="TextkrperZchn">
    <w:name w:val="Textkörper Zchn"/>
    <w:basedOn w:val="Absatz-Standardschriftart"/>
    <w:link w:val="Textkrper"/>
    <w:rsid w:val="006F480F"/>
    <w:rPr>
      <w:rFonts w:ascii="Arial" w:hAnsi="Arial"/>
      <w:color w:val="00000A"/>
    </w:rPr>
  </w:style>
  <w:style w:type="paragraph" w:customStyle="1" w:styleId="TabelleSpiegelstr">
    <w:name w:val="Tabelle_Spiegelstr"/>
    <w:basedOn w:val="Listenabsatz"/>
    <w:rsid w:val="006F480F"/>
    <w:pPr>
      <w:numPr>
        <w:numId w:val="9"/>
      </w:numPr>
      <w:tabs>
        <w:tab w:val="num" w:pos="720"/>
      </w:tabs>
      <w:suppressAutoHyphens/>
      <w:spacing w:before="120" w:after="120"/>
      <w:ind w:left="235" w:hanging="235"/>
    </w:pPr>
    <w:rPr>
      <w:bCs/>
    </w:rPr>
  </w:style>
  <w:style w:type="paragraph" w:customStyle="1" w:styleId="SpiegelstrVorNach">
    <w:name w:val="Spiegelstr_Vor_Nach"/>
    <w:basedOn w:val="TabelleSpiegelstr"/>
    <w:rsid w:val="006F480F"/>
    <w:pPr>
      <w:ind w:left="232" w:hanging="232"/>
      <w:contextualSpacing w:val="0"/>
    </w:pPr>
  </w:style>
  <w:style w:type="paragraph" w:styleId="Listenabsatz">
    <w:name w:val="List Paragraph"/>
    <w:basedOn w:val="Standard"/>
    <w:uiPriority w:val="34"/>
    <w:qFormat/>
    <w:rsid w:val="006F4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8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23EB2EFBA84AE08CCFA677865505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679764-9757-4425-8B35-9080F6DEA0B1}"/>
      </w:docPartPr>
      <w:docPartBody>
        <w:p w:rsidR="004A6F5E" w:rsidRDefault="00F65A38" w:rsidP="00F65A38">
          <w:pPr>
            <w:pStyle w:val="7B23EB2EFBA84AE08CCFA677865505AD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25779D4DFCB44EA2B0806D6025AC9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8725E5-7D32-4318-9056-41324EC70ECC}"/>
      </w:docPartPr>
      <w:docPartBody>
        <w:p w:rsidR="004A6F5E" w:rsidRDefault="00F65A38" w:rsidP="00F65A38">
          <w:pPr>
            <w:pStyle w:val="25779D4DFCB44EA2B0806D6025AC9143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E3701F4BF23544B9A163EC2E4E6468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E289B1-3517-4D3B-BFB1-DBE7557E76E6}"/>
      </w:docPartPr>
      <w:docPartBody>
        <w:p w:rsidR="004A6F5E" w:rsidRDefault="00F65A38" w:rsidP="00F65A38">
          <w:pPr>
            <w:pStyle w:val="E3701F4BF23544B9A163EC2E4E6468B8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4A75009417044D4FA28FE4EDB294B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F4BD83-CD4B-41C2-949C-D0D213DBEEAD}"/>
      </w:docPartPr>
      <w:docPartBody>
        <w:p w:rsidR="00EC7B7E" w:rsidRDefault="00D7321C" w:rsidP="00D7321C">
          <w:pPr>
            <w:pStyle w:val="4A75009417044D4FA28FE4EDB294B976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C448607F381E4A8ABE356414A77DE5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0D903E-361C-427F-AD56-25166CE0E9A5}"/>
      </w:docPartPr>
      <w:docPartBody>
        <w:p w:rsidR="00EC7B7E" w:rsidRDefault="00D7321C" w:rsidP="00D7321C">
          <w:pPr>
            <w:pStyle w:val="C448607F381E4A8ABE356414A77DE589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5E35F75D3274443895E1CD78D92A54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97DC58-C92C-434D-8785-71272023B561}"/>
      </w:docPartPr>
      <w:docPartBody>
        <w:p w:rsidR="005D7470" w:rsidRDefault="00225D95" w:rsidP="00225D95">
          <w:pPr>
            <w:pStyle w:val="5E35F75D3274443895E1CD78D92A5417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C590EA66FAEC4660B4FD174763BF484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3EE685-04DF-43AA-9325-8196DE31A6C7}"/>
      </w:docPartPr>
      <w:docPartBody>
        <w:p w:rsidR="005D7470" w:rsidRDefault="00225D95" w:rsidP="00225D95">
          <w:pPr>
            <w:pStyle w:val="C590EA66FAEC4660B4FD174763BF484B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CC647101C0674F71B2A50B061317C61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6ECDF8-388C-447A-994A-8928CAB3A1EF}"/>
      </w:docPartPr>
      <w:docPartBody>
        <w:p w:rsidR="005D7470" w:rsidRDefault="00225D95" w:rsidP="00225D95">
          <w:pPr>
            <w:pStyle w:val="CC647101C0674F71B2A50B061317C615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86A97B9BBF354E85ABC913E20E5D1A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F49AD0-433F-4AFB-A51E-E5AC7ADDC842}"/>
      </w:docPartPr>
      <w:docPartBody>
        <w:p w:rsidR="002D7E69" w:rsidRDefault="00153AD4" w:rsidP="00153AD4">
          <w:pPr>
            <w:pStyle w:val="86A97B9BBF354E85ABC913E20E5D1A35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766B02A7947048C781DBB4B01E2B46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5DF5D-9A54-4631-8B55-EDBE69471680}"/>
      </w:docPartPr>
      <w:docPartBody>
        <w:p w:rsidR="005D5C4B" w:rsidRDefault="00B143AE" w:rsidP="00B143AE">
          <w:pPr>
            <w:pStyle w:val="766B02A7947048C781DBB4B01E2B46D0"/>
          </w:pPr>
          <w:r w:rsidRPr="00B32377">
            <w:rPr>
              <w:rStyle w:val="Platzhaltertext"/>
            </w:rPr>
            <w:t>Wählen Sie ein Element aus.</w:t>
          </w:r>
        </w:p>
      </w:docPartBody>
    </w:docPart>
    <w:docPart>
      <w:docPartPr>
        <w:name w:val="2CF1CA75B69F4E298A10A73A1F6503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040622-29F3-4DC8-91AE-0ECA8766DF8B}"/>
      </w:docPartPr>
      <w:docPartBody>
        <w:p w:rsidR="005D5C4B" w:rsidRDefault="00B143AE" w:rsidP="00B143AE">
          <w:pPr>
            <w:pStyle w:val="2CF1CA75B69F4E298A10A73A1F6503CA"/>
          </w:pPr>
          <w:r w:rsidRPr="00396EB8">
            <w:rPr>
              <w:rStyle w:val="Platzhaltertext"/>
            </w:rPr>
            <w:t>Wählen Sie ein Element aus.</w:t>
          </w:r>
        </w:p>
      </w:docPartBody>
    </w:docPart>
    <w:docPart>
      <w:docPartPr>
        <w:name w:val="B21968995DE64C7AB7B28E1BA91D5D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E2A50A-E270-4535-930E-45172DBCD402}"/>
      </w:docPartPr>
      <w:docPartBody>
        <w:p w:rsidR="00063D37" w:rsidRDefault="005D5C4B" w:rsidP="005D5C4B">
          <w:pPr>
            <w:pStyle w:val="B21968995DE64C7AB7B28E1BA91D5DD2"/>
          </w:pPr>
          <w:r w:rsidRPr="00096ED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59D8571D9DAD462385E1A2F8EBB77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1F6A7A-E09F-498F-AC15-53E84EF6DA37}"/>
      </w:docPartPr>
      <w:docPartBody>
        <w:p w:rsidR="00877DE8" w:rsidRDefault="00877DE8" w:rsidP="00877DE8">
          <w:pPr>
            <w:pStyle w:val="59D8571D9DAD462385E1A2F8EBB77E3C"/>
          </w:pPr>
          <w:r w:rsidRPr="00396EB8">
            <w:rPr>
              <w:rStyle w:val="Platzhaltertext"/>
            </w:rPr>
            <w:t>Wählen Sie ein Element aus.</w:t>
          </w:r>
        </w:p>
      </w:docPartBody>
    </w:docPart>
    <w:docPart>
      <w:docPartPr>
        <w:name w:val="DF36E8D96FCD47A6B544F2AC361590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9D8753-AD24-4F01-A1EC-AD3D4CEAF750}"/>
      </w:docPartPr>
      <w:docPartBody>
        <w:p w:rsidR="00853C5A" w:rsidRDefault="00877DE8" w:rsidP="00877DE8">
          <w:pPr>
            <w:pStyle w:val="DF36E8D96FCD47A6B544F2AC361590FB"/>
          </w:pPr>
          <w:r w:rsidRPr="00396EB8">
            <w:rPr>
              <w:rStyle w:val="Platzhaltertext"/>
            </w:rPr>
            <w:t>Wählen Sie ein Element aus.</w:t>
          </w:r>
        </w:p>
      </w:docPartBody>
    </w:docPart>
    <w:docPart>
      <w:docPartPr>
        <w:name w:val="9CAD02348D3749AAA9EA8C31FA7630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B30E7D-FCF5-4051-AFEA-3523B32A4614}"/>
      </w:docPartPr>
      <w:docPartBody>
        <w:p w:rsidR="00CA6E3F" w:rsidRDefault="002B3397" w:rsidP="002B3397">
          <w:pPr>
            <w:pStyle w:val="9CAD02348D3749AAA9EA8C31FA763025"/>
          </w:pPr>
          <w:r w:rsidRPr="00B32377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0579A9CF4C7B4801948AF6B7A87410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9A7C1C-FFF8-44DD-88CA-773AED216357}"/>
      </w:docPartPr>
      <w:docPartBody>
        <w:p w:rsidR="00CA6E3F" w:rsidRDefault="002B3397" w:rsidP="002B3397">
          <w:pPr>
            <w:pStyle w:val="0579A9CF4C7B4801948AF6B7A87410AD"/>
          </w:pPr>
          <w:r w:rsidRPr="00B32377">
            <w:rPr>
              <w:rStyle w:val="Platzhaltertext"/>
            </w:rPr>
            <w:t>Klicken Sie hier, um ein Datum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CFA"/>
    <w:rsid w:val="00050667"/>
    <w:rsid w:val="0005291B"/>
    <w:rsid w:val="00063D37"/>
    <w:rsid w:val="00071320"/>
    <w:rsid w:val="0008537E"/>
    <w:rsid w:val="00153AD4"/>
    <w:rsid w:val="001B0BB1"/>
    <w:rsid w:val="001D232D"/>
    <w:rsid w:val="001E1CFA"/>
    <w:rsid w:val="001F45B6"/>
    <w:rsid w:val="00225D95"/>
    <w:rsid w:val="002A564A"/>
    <w:rsid w:val="002B3397"/>
    <w:rsid w:val="002D7E69"/>
    <w:rsid w:val="003B50A3"/>
    <w:rsid w:val="00401C70"/>
    <w:rsid w:val="004053EA"/>
    <w:rsid w:val="004A6F5E"/>
    <w:rsid w:val="004C186C"/>
    <w:rsid w:val="004E4B25"/>
    <w:rsid w:val="00543E32"/>
    <w:rsid w:val="00555385"/>
    <w:rsid w:val="005D5C4B"/>
    <w:rsid w:val="005D7470"/>
    <w:rsid w:val="0060112A"/>
    <w:rsid w:val="006B3553"/>
    <w:rsid w:val="00706B35"/>
    <w:rsid w:val="007143E3"/>
    <w:rsid w:val="00766839"/>
    <w:rsid w:val="00787CB1"/>
    <w:rsid w:val="007A23BC"/>
    <w:rsid w:val="00823BEE"/>
    <w:rsid w:val="00853C5A"/>
    <w:rsid w:val="00856A55"/>
    <w:rsid w:val="00877DE8"/>
    <w:rsid w:val="00901B0B"/>
    <w:rsid w:val="009670C8"/>
    <w:rsid w:val="00A20F41"/>
    <w:rsid w:val="00AA1801"/>
    <w:rsid w:val="00AD6142"/>
    <w:rsid w:val="00B143AE"/>
    <w:rsid w:val="00B817A0"/>
    <w:rsid w:val="00CA6E3F"/>
    <w:rsid w:val="00CB72A9"/>
    <w:rsid w:val="00CD2380"/>
    <w:rsid w:val="00D7321C"/>
    <w:rsid w:val="00DA46BB"/>
    <w:rsid w:val="00E13B12"/>
    <w:rsid w:val="00EC7B7E"/>
    <w:rsid w:val="00EF294B"/>
    <w:rsid w:val="00F21250"/>
    <w:rsid w:val="00F6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B3397"/>
  </w:style>
  <w:style w:type="paragraph" w:customStyle="1" w:styleId="F631D0678E994D549DBE88FD215C6727">
    <w:name w:val="F631D0678E994D549DBE88FD215C6727"/>
    <w:rsid w:val="001E1CFA"/>
  </w:style>
  <w:style w:type="paragraph" w:customStyle="1" w:styleId="39F1E7EBB04B4EBAB071552C5A93F374">
    <w:name w:val="39F1E7EBB04B4EBAB071552C5A93F374"/>
    <w:rsid w:val="001E1CFA"/>
  </w:style>
  <w:style w:type="paragraph" w:customStyle="1" w:styleId="2BA7303ED54D4F6D8C696BD6288F7A52">
    <w:name w:val="2BA7303ED54D4F6D8C696BD6288F7A52"/>
    <w:rsid w:val="001E1CFA"/>
  </w:style>
  <w:style w:type="paragraph" w:customStyle="1" w:styleId="1DB330B453CE400EBAD217B8D0D67570">
    <w:name w:val="1DB330B453CE400EBAD217B8D0D67570"/>
    <w:rsid w:val="001E1CFA"/>
  </w:style>
  <w:style w:type="paragraph" w:customStyle="1" w:styleId="BEC19C622351479EB17214DCB9305778">
    <w:name w:val="BEC19C622351479EB17214DCB9305778"/>
    <w:rsid w:val="001E1CFA"/>
  </w:style>
  <w:style w:type="paragraph" w:customStyle="1" w:styleId="2B718DBCC6F64D28AD5D3B2CFB8785AC">
    <w:name w:val="2B718DBCC6F64D28AD5D3B2CFB8785AC"/>
    <w:rsid w:val="001E1CFA"/>
  </w:style>
  <w:style w:type="paragraph" w:customStyle="1" w:styleId="4A1520104AE94560BCC5B54FDE7ED85B">
    <w:name w:val="4A1520104AE94560BCC5B54FDE7ED85B"/>
    <w:rsid w:val="001E1CFA"/>
  </w:style>
  <w:style w:type="paragraph" w:customStyle="1" w:styleId="D03FE2370D834FCCAB0A2E49DD5643DB">
    <w:name w:val="D03FE2370D834FCCAB0A2E49DD5643DB"/>
    <w:rsid w:val="001E1CFA"/>
  </w:style>
  <w:style w:type="paragraph" w:customStyle="1" w:styleId="0D7B3F5E2EBB48B1B995C868FC2A5C93">
    <w:name w:val="0D7B3F5E2EBB48B1B995C868FC2A5C93"/>
    <w:rsid w:val="001E1CFA"/>
  </w:style>
  <w:style w:type="paragraph" w:customStyle="1" w:styleId="7EA161EE6F96412583F4D67F46E5831B">
    <w:name w:val="7EA161EE6F96412583F4D67F46E5831B"/>
    <w:rsid w:val="001E1CFA"/>
  </w:style>
  <w:style w:type="paragraph" w:customStyle="1" w:styleId="0F54CA8BD04F4CE6B673F357F77EA640">
    <w:name w:val="0F54CA8BD04F4CE6B673F357F77EA640"/>
    <w:rsid w:val="001E1CFA"/>
  </w:style>
  <w:style w:type="paragraph" w:customStyle="1" w:styleId="33ED55735B88443BA8556EA9AA0CCCC2">
    <w:name w:val="33ED55735B88443BA8556EA9AA0CCCC2"/>
    <w:rsid w:val="001E1CFA"/>
  </w:style>
  <w:style w:type="paragraph" w:customStyle="1" w:styleId="5EED1754508E476F8880FF46F00D8DDE">
    <w:name w:val="5EED1754508E476F8880FF46F00D8DDE"/>
    <w:rsid w:val="00F65A38"/>
  </w:style>
  <w:style w:type="paragraph" w:customStyle="1" w:styleId="C2597BBC66A74B5B89071C78BF77F50D">
    <w:name w:val="C2597BBC66A74B5B89071C78BF77F50D"/>
    <w:rsid w:val="00F65A38"/>
  </w:style>
  <w:style w:type="paragraph" w:customStyle="1" w:styleId="95D56FF2AE334267B551582E729AC423">
    <w:name w:val="95D56FF2AE334267B551582E729AC423"/>
    <w:rsid w:val="00F65A38"/>
  </w:style>
  <w:style w:type="paragraph" w:customStyle="1" w:styleId="BF11584832F34ACBAD62B727CFE5F51F">
    <w:name w:val="BF11584832F34ACBAD62B727CFE5F51F"/>
    <w:rsid w:val="00F65A38"/>
  </w:style>
  <w:style w:type="paragraph" w:customStyle="1" w:styleId="26A372EF4325443B95FAE3B2B55B4D6C">
    <w:name w:val="26A372EF4325443B95FAE3B2B55B4D6C"/>
    <w:rsid w:val="00F65A38"/>
  </w:style>
  <w:style w:type="paragraph" w:customStyle="1" w:styleId="BC10F05F4AF14937BB41101F95D2D8C9">
    <w:name w:val="BC10F05F4AF14937BB41101F95D2D8C9"/>
    <w:rsid w:val="00F65A38"/>
  </w:style>
  <w:style w:type="paragraph" w:customStyle="1" w:styleId="8B561DB3C1D1470A89D7AAC50D322A4B">
    <w:name w:val="8B561DB3C1D1470A89D7AAC50D322A4B"/>
    <w:rsid w:val="00F65A38"/>
  </w:style>
  <w:style w:type="paragraph" w:customStyle="1" w:styleId="CE086B03B16F4C1FB81A120C15160FC5">
    <w:name w:val="CE086B03B16F4C1FB81A120C15160FC5"/>
    <w:rsid w:val="00F65A38"/>
  </w:style>
  <w:style w:type="paragraph" w:customStyle="1" w:styleId="1A7B3A3535C64001A3890455BB4CFE7A">
    <w:name w:val="1A7B3A3535C64001A3890455BB4CFE7A"/>
    <w:rsid w:val="00F65A38"/>
  </w:style>
  <w:style w:type="paragraph" w:customStyle="1" w:styleId="35E800BF0D8E46FDBDF87CD75FE63F67">
    <w:name w:val="35E800BF0D8E46FDBDF87CD75FE63F67"/>
    <w:rsid w:val="00F65A38"/>
  </w:style>
  <w:style w:type="paragraph" w:customStyle="1" w:styleId="0C990158F7B5499189DF4BFB3627E6C7">
    <w:name w:val="0C990158F7B5499189DF4BFB3627E6C7"/>
    <w:rsid w:val="00F65A38"/>
  </w:style>
  <w:style w:type="paragraph" w:customStyle="1" w:styleId="9A94B7B733FB402490F482DCDC0B7DDE">
    <w:name w:val="9A94B7B733FB402490F482DCDC0B7DDE"/>
    <w:rsid w:val="00F65A38"/>
  </w:style>
  <w:style w:type="paragraph" w:customStyle="1" w:styleId="D883074C2BD3404DAD45CAC7755FE8F0">
    <w:name w:val="D883074C2BD3404DAD45CAC7755FE8F0"/>
    <w:rsid w:val="00F65A38"/>
  </w:style>
  <w:style w:type="paragraph" w:customStyle="1" w:styleId="596D54C431654F77BF3ED30694693251">
    <w:name w:val="596D54C431654F77BF3ED30694693251"/>
    <w:rsid w:val="00F65A38"/>
  </w:style>
  <w:style w:type="paragraph" w:customStyle="1" w:styleId="245825E2DEA8436E96781CA0A9D5EED4">
    <w:name w:val="245825E2DEA8436E96781CA0A9D5EED4"/>
    <w:rsid w:val="00F65A38"/>
  </w:style>
  <w:style w:type="paragraph" w:customStyle="1" w:styleId="78F41455B16D4EF5922D4E50A1388DBC">
    <w:name w:val="78F41455B16D4EF5922D4E50A1388DBC"/>
    <w:rsid w:val="00F65A38"/>
  </w:style>
  <w:style w:type="paragraph" w:customStyle="1" w:styleId="CE43A092C4F841DD9534225C5F9BBE84">
    <w:name w:val="CE43A092C4F841DD9534225C5F9BBE84"/>
    <w:rsid w:val="00F65A38"/>
  </w:style>
  <w:style w:type="paragraph" w:customStyle="1" w:styleId="032AC13DC7774F5DB3D8010A809E53FB">
    <w:name w:val="032AC13DC7774F5DB3D8010A809E53FB"/>
    <w:rsid w:val="00F65A38"/>
  </w:style>
  <w:style w:type="paragraph" w:customStyle="1" w:styleId="855DB3EE35924D758A4E5531F0AB744B">
    <w:name w:val="855DB3EE35924D758A4E5531F0AB744B"/>
    <w:rsid w:val="00F65A38"/>
  </w:style>
  <w:style w:type="paragraph" w:customStyle="1" w:styleId="808454D41B464A8194A84FD22D5EAFFD">
    <w:name w:val="808454D41B464A8194A84FD22D5EAFFD"/>
    <w:rsid w:val="00F65A38"/>
  </w:style>
  <w:style w:type="paragraph" w:customStyle="1" w:styleId="7B23EB2EFBA84AE08CCFA677865505AD">
    <w:name w:val="7B23EB2EFBA84AE08CCFA677865505AD"/>
    <w:rsid w:val="00F65A38"/>
  </w:style>
  <w:style w:type="paragraph" w:customStyle="1" w:styleId="6688B18A37234BB199A514F21F5B68D3">
    <w:name w:val="6688B18A37234BB199A514F21F5B68D3"/>
    <w:rsid w:val="00F65A38"/>
  </w:style>
  <w:style w:type="paragraph" w:customStyle="1" w:styleId="25779D4DFCB44EA2B0806D6025AC9143">
    <w:name w:val="25779D4DFCB44EA2B0806D6025AC9143"/>
    <w:rsid w:val="00F65A38"/>
  </w:style>
  <w:style w:type="paragraph" w:customStyle="1" w:styleId="E3701F4BF23544B9A163EC2E4E6468B8">
    <w:name w:val="E3701F4BF23544B9A163EC2E4E6468B8"/>
    <w:rsid w:val="00F65A38"/>
  </w:style>
  <w:style w:type="paragraph" w:customStyle="1" w:styleId="605F8285A6814E30B886BD9CA9D01DE1">
    <w:name w:val="605F8285A6814E30B886BD9CA9D01DE1"/>
    <w:rsid w:val="004A6F5E"/>
  </w:style>
  <w:style w:type="paragraph" w:customStyle="1" w:styleId="97E18B9D33EC490AA04332A04D04730B">
    <w:name w:val="97E18B9D33EC490AA04332A04D04730B"/>
    <w:rsid w:val="006B3553"/>
  </w:style>
  <w:style w:type="paragraph" w:customStyle="1" w:styleId="E852E45B2F054960B80019802752A805">
    <w:name w:val="E852E45B2F054960B80019802752A805"/>
    <w:rsid w:val="006B3553"/>
  </w:style>
  <w:style w:type="paragraph" w:customStyle="1" w:styleId="0426C464BDC74860AF7833BA0B32E5C7">
    <w:name w:val="0426C464BDC74860AF7833BA0B32E5C7"/>
    <w:rsid w:val="006B3553"/>
  </w:style>
  <w:style w:type="paragraph" w:customStyle="1" w:styleId="E6577864269C4EB5AC2B97828151A3BC">
    <w:name w:val="E6577864269C4EB5AC2B97828151A3BC"/>
    <w:rsid w:val="006B3553"/>
  </w:style>
  <w:style w:type="paragraph" w:customStyle="1" w:styleId="958E61ADA0FF4DA091D749625D3E3820">
    <w:name w:val="958E61ADA0FF4DA091D749625D3E3820"/>
    <w:rsid w:val="006B3553"/>
  </w:style>
  <w:style w:type="paragraph" w:customStyle="1" w:styleId="D4AD7529463948A89E41C5BF6433420F">
    <w:name w:val="D4AD7529463948A89E41C5BF6433420F"/>
    <w:rsid w:val="006B3553"/>
  </w:style>
  <w:style w:type="paragraph" w:customStyle="1" w:styleId="CEF974B359B74196AB2F42A6492C28A3">
    <w:name w:val="CEF974B359B74196AB2F42A6492C28A3"/>
    <w:rsid w:val="00D7321C"/>
  </w:style>
  <w:style w:type="paragraph" w:customStyle="1" w:styleId="4A75009417044D4FA28FE4EDB294B976">
    <w:name w:val="4A75009417044D4FA28FE4EDB294B976"/>
    <w:rsid w:val="00D7321C"/>
  </w:style>
  <w:style w:type="paragraph" w:customStyle="1" w:styleId="471DEAADAA264C2CA3F44A933A5D4588">
    <w:name w:val="471DEAADAA264C2CA3F44A933A5D4588"/>
    <w:rsid w:val="00D7321C"/>
  </w:style>
  <w:style w:type="paragraph" w:customStyle="1" w:styleId="C448607F381E4A8ABE356414A77DE589">
    <w:name w:val="C448607F381E4A8ABE356414A77DE589"/>
    <w:rsid w:val="00D7321C"/>
  </w:style>
  <w:style w:type="paragraph" w:customStyle="1" w:styleId="C23CA9C650A94A3AB764AEC2BA7ED0C1">
    <w:name w:val="C23CA9C650A94A3AB764AEC2BA7ED0C1"/>
    <w:rsid w:val="00401C70"/>
  </w:style>
  <w:style w:type="paragraph" w:customStyle="1" w:styleId="26383E149A124C84A48B9BE412D0CDA7">
    <w:name w:val="26383E149A124C84A48B9BE412D0CDA7"/>
    <w:rsid w:val="00401C70"/>
  </w:style>
  <w:style w:type="paragraph" w:customStyle="1" w:styleId="0EC524198B5A433DBD0E42A9758187D0">
    <w:name w:val="0EC524198B5A433DBD0E42A9758187D0"/>
    <w:rsid w:val="004E4B25"/>
  </w:style>
  <w:style w:type="paragraph" w:customStyle="1" w:styleId="30023B8286FA4621B8D427F4F9F06AA0">
    <w:name w:val="30023B8286FA4621B8D427F4F9F06AA0"/>
    <w:rsid w:val="00766839"/>
  </w:style>
  <w:style w:type="paragraph" w:customStyle="1" w:styleId="2840260CEED04398BD6C2AC511BA0B48">
    <w:name w:val="2840260CEED04398BD6C2AC511BA0B48"/>
    <w:rsid w:val="00766839"/>
  </w:style>
  <w:style w:type="paragraph" w:customStyle="1" w:styleId="2EC4C2EF934B4F0B91BF7EFA80CA364F">
    <w:name w:val="2EC4C2EF934B4F0B91BF7EFA80CA364F"/>
    <w:rsid w:val="00766839"/>
  </w:style>
  <w:style w:type="paragraph" w:customStyle="1" w:styleId="92C4C64593274F478227B75B71B01FBC">
    <w:name w:val="92C4C64593274F478227B75B71B01FBC"/>
    <w:rsid w:val="00766839"/>
  </w:style>
  <w:style w:type="paragraph" w:customStyle="1" w:styleId="D2C292BFF49145638920955870691834">
    <w:name w:val="D2C292BFF49145638920955870691834"/>
    <w:rsid w:val="00766839"/>
  </w:style>
  <w:style w:type="paragraph" w:customStyle="1" w:styleId="6A1EA450D0934C03A5B4B3CED2BAB238">
    <w:name w:val="6A1EA450D0934C03A5B4B3CED2BAB238"/>
    <w:rsid w:val="00225D95"/>
  </w:style>
  <w:style w:type="paragraph" w:customStyle="1" w:styleId="DCCC5C5D13464883A34F870B4D3C5F98">
    <w:name w:val="DCCC5C5D13464883A34F870B4D3C5F98"/>
    <w:rsid w:val="00225D95"/>
  </w:style>
  <w:style w:type="paragraph" w:customStyle="1" w:styleId="E8284590E48E4B799C6C94B579350165">
    <w:name w:val="E8284590E48E4B799C6C94B579350165"/>
    <w:rsid w:val="00225D95"/>
  </w:style>
  <w:style w:type="paragraph" w:customStyle="1" w:styleId="B0D753D3C5D64C709CC017E07649F869">
    <w:name w:val="B0D753D3C5D64C709CC017E07649F869"/>
    <w:rsid w:val="00225D95"/>
  </w:style>
  <w:style w:type="paragraph" w:customStyle="1" w:styleId="5E35F75D3274443895E1CD78D92A5417">
    <w:name w:val="5E35F75D3274443895E1CD78D92A5417"/>
    <w:rsid w:val="00225D95"/>
  </w:style>
  <w:style w:type="paragraph" w:customStyle="1" w:styleId="0B7CF87642334347A0D7C64A1816EEBD">
    <w:name w:val="0B7CF87642334347A0D7C64A1816EEBD"/>
    <w:rsid w:val="00225D95"/>
  </w:style>
  <w:style w:type="paragraph" w:customStyle="1" w:styleId="C590EA66FAEC4660B4FD174763BF484B">
    <w:name w:val="C590EA66FAEC4660B4FD174763BF484B"/>
    <w:rsid w:val="00225D95"/>
  </w:style>
  <w:style w:type="paragraph" w:customStyle="1" w:styleId="CC647101C0674F71B2A50B061317C615">
    <w:name w:val="CC647101C0674F71B2A50B061317C615"/>
    <w:rsid w:val="00225D95"/>
  </w:style>
  <w:style w:type="paragraph" w:customStyle="1" w:styleId="86A97B9BBF354E85ABC913E20E5D1A35">
    <w:name w:val="86A97B9BBF354E85ABC913E20E5D1A35"/>
    <w:rsid w:val="00153AD4"/>
  </w:style>
  <w:style w:type="paragraph" w:customStyle="1" w:styleId="A67D1E34D3F14BADB8DA00B05C5AD0FE">
    <w:name w:val="A67D1E34D3F14BADB8DA00B05C5AD0FE"/>
    <w:rsid w:val="00B143AE"/>
  </w:style>
  <w:style w:type="paragraph" w:customStyle="1" w:styleId="ADEE4B8445914D0488176CBB97E1A73D">
    <w:name w:val="ADEE4B8445914D0488176CBB97E1A73D"/>
    <w:rsid w:val="00B143AE"/>
  </w:style>
  <w:style w:type="paragraph" w:customStyle="1" w:styleId="766B02A7947048C781DBB4B01E2B46D0">
    <w:name w:val="766B02A7947048C781DBB4B01E2B46D0"/>
    <w:rsid w:val="00B143AE"/>
  </w:style>
  <w:style w:type="paragraph" w:customStyle="1" w:styleId="524405DE87A44C579B6E4D3099C8604E">
    <w:name w:val="524405DE87A44C579B6E4D3099C8604E"/>
    <w:rsid w:val="00B143AE"/>
  </w:style>
  <w:style w:type="paragraph" w:customStyle="1" w:styleId="F1A4213A45454C41BBA05F745FA624AC">
    <w:name w:val="F1A4213A45454C41BBA05F745FA624AC"/>
    <w:rsid w:val="00B143AE"/>
  </w:style>
  <w:style w:type="paragraph" w:customStyle="1" w:styleId="2CF1CA75B69F4E298A10A73A1F6503CA">
    <w:name w:val="2CF1CA75B69F4E298A10A73A1F6503CA"/>
    <w:rsid w:val="00B143AE"/>
  </w:style>
  <w:style w:type="paragraph" w:customStyle="1" w:styleId="85006812DD254F4F86569C6CCE012241">
    <w:name w:val="85006812DD254F4F86569C6CCE012241"/>
    <w:rsid w:val="00B143AE"/>
  </w:style>
  <w:style w:type="paragraph" w:customStyle="1" w:styleId="3C489AB46295498298810C3A79D62EB4">
    <w:name w:val="3C489AB46295498298810C3A79D62EB4"/>
    <w:rsid w:val="005D5C4B"/>
  </w:style>
  <w:style w:type="paragraph" w:customStyle="1" w:styleId="B21968995DE64C7AB7B28E1BA91D5DD2">
    <w:name w:val="B21968995DE64C7AB7B28E1BA91D5DD2"/>
    <w:rsid w:val="005D5C4B"/>
  </w:style>
  <w:style w:type="paragraph" w:customStyle="1" w:styleId="FD1AF4432C824810BC3849C7B5803A5E">
    <w:name w:val="FD1AF4432C824810BC3849C7B5803A5E"/>
    <w:rsid w:val="0060112A"/>
  </w:style>
  <w:style w:type="paragraph" w:customStyle="1" w:styleId="8C921E6E6E5A4622B585A0D55B19558C">
    <w:name w:val="8C921E6E6E5A4622B585A0D55B19558C"/>
    <w:rsid w:val="00CB72A9"/>
  </w:style>
  <w:style w:type="paragraph" w:customStyle="1" w:styleId="AC0088BE99B64CA8985C691D3ED65C70">
    <w:name w:val="AC0088BE99B64CA8985C691D3ED65C70"/>
    <w:rsid w:val="00071320"/>
  </w:style>
  <w:style w:type="paragraph" w:customStyle="1" w:styleId="59D8571D9DAD462385E1A2F8EBB77E3C">
    <w:name w:val="59D8571D9DAD462385E1A2F8EBB77E3C"/>
    <w:rsid w:val="00877DE8"/>
    <w:pPr>
      <w:spacing w:after="160" w:line="259" w:lineRule="auto"/>
    </w:pPr>
  </w:style>
  <w:style w:type="paragraph" w:customStyle="1" w:styleId="DF36E8D96FCD47A6B544F2AC361590FB">
    <w:name w:val="DF36E8D96FCD47A6B544F2AC361590FB"/>
    <w:rsid w:val="00877DE8"/>
    <w:pPr>
      <w:spacing w:after="160" w:line="259" w:lineRule="auto"/>
    </w:pPr>
  </w:style>
  <w:style w:type="paragraph" w:customStyle="1" w:styleId="9CAD02348D3749AAA9EA8C31FA763025">
    <w:name w:val="9CAD02348D3749AAA9EA8C31FA763025"/>
    <w:rsid w:val="002B3397"/>
  </w:style>
  <w:style w:type="paragraph" w:customStyle="1" w:styleId="0579A9CF4C7B4801948AF6B7A87410AD">
    <w:name w:val="0579A9CF4C7B4801948AF6B7A87410AD"/>
    <w:rsid w:val="002B339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B3397"/>
  </w:style>
  <w:style w:type="paragraph" w:customStyle="1" w:styleId="F631D0678E994D549DBE88FD215C6727">
    <w:name w:val="F631D0678E994D549DBE88FD215C6727"/>
    <w:rsid w:val="001E1CFA"/>
  </w:style>
  <w:style w:type="paragraph" w:customStyle="1" w:styleId="39F1E7EBB04B4EBAB071552C5A93F374">
    <w:name w:val="39F1E7EBB04B4EBAB071552C5A93F374"/>
    <w:rsid w:val="001E1CFA"/>
  </w:style>
  <w:style w:type="paragraph" w:customStyle="1" w:styleId="2BA7303ED54D4F6D8C696BD6288F7A52">
    <w:name w:val="2BA7303ED54D4F6D8C696BD6288F7A52"/>
    <w:rsid w:val="001E1CFA"/>
  </w:style>
  <w:style w:type="paragraph" w:customStyle="1" w:styleId="1DB330B453CE400EBAD217B8D0D67570">
    <w:name w:val="1DB330B453CE400EBAD217B8D0D67570"/>
    <w:rsid w:val="001E1CFA"/>
  </w:style>
  <w:style w:type="paragraph" w:customStyle="1" w:styleId="BEC19C622351479EB17214DCB9305778">
    <w:name w:val="BEC19C622351479EB17214DCB9305778"/>
    <w:rsid w:val="001E1CFA"/>
  </w:style>
  <w:style w:type="paragraph" w:customStyle="1" w:styleId="2B718DBCC6F64D28AD5D3B2CFB8785AC">
    <w:name w:val="2B718DBCC6F64D28AD5D3B2CFB8785AC"/>
    <w:rsid w:val="001E1CFA"/>
  </w:style>
  <w:style w:type="paragraph" w:customStyle="1" w:styleId="4A1520104AE94560BCC5B54FDE7ED85B">
    <w:name w:val="4A1520104AE94560BCC5B54FDE7ED85B"/>
    <w:rsid w:val="001E1CFA"/>
  </w:style>
  <w:style w:type="paragraph" w:customStyle="1" w:styleId="D03FE2370D834FCCAB0A2E49DD5643DB">
    <w:name w:val="D03FE2370D834FCCAB0A2E49DD5643DB"/>
    <w:rsid w:val="001E1CFA"/>
  </w:style>
  <w:style w:type="paragraph" w:customStyle="1" w:styleId="0D7B3F5E2EBB48B1B995C868FC2A5C93">
    <w:name w:val="0D7B3F5E2EBB48B1B995C868FC2A5C93"/>
    <w:rsid w:val="001E1CFA"/>
  </w:style>
  <w:style w:type="paragraph" w:customStyle="1" w:styleId="7EA161EE6F96412583F4D67F46E5831B">
    <w:name w:val="7EA161EE6F96412583F4D67F46E5831B"/>
    <w:rsid w:val="001E1CFA"/>
  </w:style>
  <w:style w:type="paragraph" w:customStyle="1" w:styleId="0F54CA8BD04F4CE6B673F357F77EA640">
    <w:name w:val="0F54CA8BD04F4CE6B673F357F77EA640"/>
    <w:rsid w:val="001E1CFA"/>
  </w:style>
  <w:style w:type="paragraph" w:customStyle="1" w:styleId="33ED55735B88443BA8556EA9AA0CCCC2">
    <w:name w:val="33ED55735B88443BA8556EA9AA0CCCC2"/>
    <w:rsid w:val="001E1CFA"/>
  </w:style>
  <w:style w:type="paragraph" w:customStyle="1" w:styleId="5EED1754508E476F8880FF46F00D8DDE">
    <w:name w:val="5EED1754508E476F8880FF46F00D8DDE"/>
    <w:rsid w:val="00F65A38"/>
  </w:style>
  <w:style w:type="paragraph" w:customStyle="1" w:styleId="C2597BBC66A74B5B89071C78BF77F50D">
    <w:name w:val="C2597BBC66A74B5B89071C78BF77F50D"/>
    <w:rsid w:val="00F65A38"/>
  </w:style>
  <w:style w:type="paragraph" w:customStyle="1" w:styleId="95D56FF2AE334267B551582E729AC423">
    <w:name w:val="95D56FF2AE334267B551582E729AC423"/>
    <w:rsid w:val="00F65A38"/>
  </w:style>
  <w:style w:type="paragraph" w:customStyle="1" w:styleId="BF11584832F34ACBAD62B727CFE5F51F">
    <w:name w:val="BF11584832F34ACBAD62B727CFE5F51F"/>
    <w:rsid w:val="00F65A38"/>
  </w:style>
  <w:style w:type="paragraph" w:customStyle="1" w:styleId="26A372EF4325443B95FAE3B2B55B4D6C">
    <w:name w:val="26A372EF4325443B95FAE3B2B55B4D6C"/>
    <w:rsid w:val="00F65A38"/>
  </w:style>
  <w:style w:type="paragraph" w:customStyle="1" w:styleId="BC10F05F4AF14937BB41101F95D2D8C9">
    <w:name w:val="BC10F05F4AF14937BB41101F95D2D8C9"/>
    <w:rsid w:val="00F65A38"/>
  </w:style>
  <w:style w:type="paragraph" w:customStyle="1" w:styleId="8B561DB3C1D1470A89D7AAC50D322A4B">
    <w:name w:val="8B561DB3C1D1470A89D7AAC50D322A4B"/>
    <w:rsid w:val="00F65A38"/>
  </w:style>
  <w:style w:type="paragraph" w:customStyle="1" w:styleId="CE086B03B16F4C1FB81A120C15160FC5">
    <w:name w:val="CE086B03B16F4C1FB81A120C15160FC5"/>
    <w:rsid w:val="00F65A38"/>
  </w:style>
  <w:style w:type="paragraph" w:customStyle="1" w:styleId="1A7B3A3535C64001A3890455BB4CFE7A">
    <w:name w:val="1A7B3A3535C64001A3890455BB4CFE7A"/>
    <w:rsid w:val="00F65A38"/>
  </w:style>
  <w:style w:type="paragraph" w:customStyle="1" w:styleId="35E800BF0D8E46FDBDF87CD75FE63F67">
    <w:name w:val="35E800BF0D8E46FDBDF87CD75FE63F67"/>
    <w:rsid w:val="00F65A38"/>
  </w:style>
  <w:style w:type="paragraph" w:customStyle="1" w:styleId="0C990158F7B5499189DF4BFB3627E6C7">
    <w:name w:val="0C990158F7B5499189DF4BFB3627E6C7"/>
    <w:rsid w:val="00F65A38"/>
  </w:style>
  <w:style w:type="paragraph" w:customStyle="1" w:styleId="9A94B7B733FB402490F482DCDC0B7DDE">
    <w:name w:val="9A94B7B733FB402490F482DCDC0B7DDE"/>
    <w:rsid w:val="00F65A38"/>
  </w:style>
  <w:style w:type="paragraph" w:customStyle="1" w:styleId="D883074C2BD3404DAD45CAC7755FE8F0">
    <w:name w:val="D883074C2BD3404DAD45CAC7755FE8F0"/>
    <w:rsid w:val="00F65A38"/>
  </w:style>
  <w:style w:type="paragraph" w:customStyle="1" w:styleId="596D54C431654F77BF3ED30694693251">
    <w:name w:val="596D54C431654F77BF3ED30694693251"/>
    <w:rsid w:val="00F65A38"/>
  </w:style>
  <w:style w:type="paragraph" w:customStyle="1" w:styleId="245825E2DEA8436E96781CA0A9D5EED4">
    <w:name w:val="245825E2DEA8436E96781CA0A9D5EED4"/>
    <w:rsid w:val="00F65A38"/>
  </w:style>
  <w:style w:type="paragraph" w:customStyle="1" w:styleId="78F41455B16D4EF5922D4E50A1388DBC">
    <w:name w:val="78F41455B16D4EF5922D4E50A1388DBC"/>
    <w:rsid w:val="00F65A38"/>
  </w:style>
  <w:style w:type="paragraph" w:customStyle="1" w:styleId="CE43A092C4F841DD9534225C5F9BBE84">
    <w:name w:val="CE43A092C4F841DD9534225C5F9BBE84"/>
    <w:rsid w:val="00F65A38"/>
  </w:style>
  <w:style w:type="paragraph" w:customStyle="1" w:styleId="032AC13DC7774F5DB3D8010A809E53FB">
    <w:name w:val="032AC13DC7774F5DB3D8010A809E53FB"/>
    <w:rsid w:val="00F65A38"/>
  </w:style>
  <w:style w:type="paragraph" w:customStyle="1" w:styleId="855DB3EE35924D758A4E5531F0AB744B">
    <w:name w:val="855DB3EE35924D758A4E5531F0AB744B"/>
    <w:rsid w:val="00F65A38"/>
  </w:style>
  <w:style w:type="paragraph" w:customStyle="1" w:styleId="808454D41B464A8194A84FD22D5EAFFD">
    <w:name w:val="808454D41B464A8194A84FD22D5EAFFD"/>
    <w:rsid w:val="00F65A38"/>
  </w:style>
  <w:style w:type="paragraph" w:customStyle="1" w:styleId="7B23EB2EFBA84AE08CCFA677865505AD">
    <w:name w:val="7B23EB2EFBA84AE08CCFA677865505AD"/>
    <w:rsid w:val="00F65A38"/>
  </w:style>
  <w:style w:type="paragraph" w:customStyle="1" w:styleId="6688B18A37234BB199A514F21F5B68D3">
    <w:name w:val="6688B18A37234BB199A514F21F5B68D3"/>
    <w:rsid w:val="00F65A38"/>
  </w:style>
  <w:style w:type="paragraph" w:customStyle="1" w:styleId="25779D4DFCB44EA2B0806D6025AC9143">
    <w:name w:val="25779D4DFCB44EA2B0806D6025AC9143"/>
    <w:rsid w:val="00F65A38"/>
  </w:style>
  <w:style w:type="paragraph" w:customStyle="1" w:styleId="E3701F4BF23544B9A163EC2E4E6468B8">
    <w:name w:val="E3701F4BF23544B9A163EC2E4E6468B8"/>
    <w:rsid w:val="00F65A38"/>
  </w:style>
  <w:style w:type="paragraph" w:customStyle="1" w:styleId="605F8285A6814E30B886BD9CA9D01DE1">
    <w:name w:val="605F8285A6814E30B886BD9CA9D01DE1"/>
    <w:rsid w:val="004A6F5E"/>
  </w:style>
  <w:style w:type="paragraph" w:customStyle="1" w:styleId="97E18B9D33EC490AA04332A04D04730B">
    <w:name w:val="97E18B9D33EC490AA04332A04D04730B"/>
    <w:rsid w:val="006B3553"/>
  </w:style>
  <w:style w:type="paragraph" w:customStyle="1" w:styleId="E852E45B2F054960B80019802752A805">
    <w:name w:val="E852E45B2F054960B80019802752A805"/>
    <w:rsid w:val="006B3553"/>
  </w:style>
  <w:style w:type="paragraph" w:customStyle="1" w:styleId="0426C464BDC74860AF7833BA0B32E5C7">
    <w:name w:val="0426C464BDC74860AF7833BA0B32E5C7"/>
    <w:rsid w:val="006B3553"/>
  </w:style>
  <w:style w:type="paragraph" w:customStyle="1" w:styleId="E6577864269C4EB5AC2B97828151A3BC">
    <w:name w:val="E6577864269C4EB5AC2B97828151A3BC"/>
    <w:rsid w:val="006B3553"/>
  </w:style>
  <w:style w:type="paragraph" w:customStyle="1" w:styleId="958E61ADA0FF4DA091D749625D3E3820">
    <w:name w:val="958E61ADA0FF4DA091D749625D3E3820"/>
    <w:rsid w:val="006B3553"/>
  </w:style>
  <w:style w:type="paragraph" w:customStyle="1" w:styleId="D4AD7529463948A89E41C5BF6433420F">
    <w:name w:val="D4AD7529463948A89E41C5BF6433420F"/>
    <w:rsid w:val="006B3553"/>
  </w:style>
  <w:style w:type="paragraph" w:customStyle="1" w:styleId="CEF974B359B74196AB2F42A6492C28A3">
    <w:name w:val="CEF974B359B74196AB2F42A6492C28A3"/>
    <w:rsid w:val="00D7321C"/>
  </w:style>
  <w:style w:type="paragraph" w:customStyle="1" w:styleId="4A75009417044D4FA28FE4EDB294B976">
    <w:name w:val="4A75009417044D4FA28FE4EDB294B976"/>
    <w:rsid w:val="00D7321C"/>
  </w:style>
  <w:style w:type="paragraph" w:customStyle="1" w:styleId="471DEAADAA264C2CA3F44A933A5D4588">
    <w:name w:val="471DEAADAA264C2CA3F44A933A5D4588"/>
    <w:rsid w:val="00D7321C"/>
  </w:style>
  <w:style w:type="paragraph" w:customStyle="1" w:styleId="C448607F381E4A8ABE356414A77DE589">
    <w:name w:val="C448607F381E4A8ABE356414A77DE589"/>
    <w:rsid w:val="00D7321C"/>
  </w:style>
  <w:style w:type="paragraph" w:customStyle="1" w:styleId="C23CA9C650A94A3AB764AEC2BA7ED0C1">
    <w:name w:val="C23CA9C650A94A3AB764AEC2BA7ED0C1"/>
    <w:rsid w:val="00401C70"/>
  </w:style>
  <w:style w:type="paragraph" w:customStyle="1" w:styleId="26383E149A124C84A48B9BE412D0CDA7">
    <w:name w:val="26383E149A124C84A48B9BE412D0CDA7"/>
    <w:rsid w:val="00401C70"/>
  </w:style>
  <w:style w:type="paragraph" w:customStyle="1" w:styleId="0EC524198B5A433DBD0E42A9758187D0">
    <w:name w:val="0EC524198B5A433DBD0E42A9758187D0"/>
    <w:rsid w:val="004E4B25"/>
  </w:style>
  <w:style w:type="paragraph" w:customStyle="1" w:styleId="30023B8286FA4621B8D427F4F9F06AA0">
    <w:name w:val="30023B8286FA4621B8D427F4F9F06AA0"/>
    <w:rsid w:val="00766839"/>
  </w:style>
  <w:style w:type="paragraph" w:customStyle="1" w:styleId="2840260CEED04398BD6C2AC511BA0B48">
    <w:name w:val="2840260CEED04398BD6C2AC511BA0B48"/>
    <w:rsid w:val="00766839"/>
  </w:style>
  <w:style w:type="paragraph" w:customStyle="1" w:styleId="2EC4C2EF934B4F0B91BF7EFA80CA364F">
    <w:name w:val="2EC4C2EF934B4F0B91BF7EFA80CA364F"/>
    <w:rsid w:val="00766839"/>
  </w:style>
  <w:style w:type="paragraph" w:customStyle="1" w:styleId="92C4C64593274F478227B75B71B01FBC">
    <w:name w:val="92C4C64593274F478227B75B71B01FBC"/>
    <w:rsid w:val="00766839"/>
  </w:style>
  <w:style w:type="paragraph" w:customStyle="1" w:styleId="D2C292BFF49145638920955870691834">
    <w:name w:val="D2C292BFF49145638920955870691834"/>
    <w:rsid w:val="00766839"/>
  </w:style>
  <w:style w:type="paragraph" w:customStyle="1" w:styleId="6A1EA450D0934C03A5B4B3CED2BAB238">
    <w:name w:val="6A1EA450D0934C03A5B4B3CED2BAB238"/>
    <w:rsid w:val="00225D95"/>
  </w:style>
  <w:style w:type="paragraph" w:customStyle="1" w:styleId="DCCC5C5D13464883A34F870B4D3C5F98">
    <w:name w:val="DCCC5C5D13464883A34F870B4D3C5F98"/>
    <w:rsid w:val="00225D95"/>
  </w:style>
  <w:style w:type="paragraph" w:customStyle="1" w:styleId="E8284590E48E4B799C6C94B579350165">
    <w:name w:val="E8284590E48E4B799C6C94B579350165"/>
    <w:rsid w:val="00225D95"/>
  </w:style>
  <w:style w:type="paragraph" w:customStyle="1" w:styleId="B0D753D3C5D64C709CC017E07649F869">
    <w:name w:val="B0D753D3C5D64C709CC017E07649F869"/>
    <w:rsid w:val="00225D95"/>
  </w:style>
  <w:style w:type="paragraph" w:customStyle="1" w:styleId="5E35F75D3274443895E1CD78D92A5417">
    <w:name w:val="5E35F75D3274443895E1CD78D92A5417"/>
    <w:rsid w:val="00225D95"/>
  </w:style>
  <w:style w:type="paragraph" w:customStyle="1" w:styleId="0B7CF87642334347A0D7C64A1816EEBD">
    <w:name w:val="0B7CF87642334347A0D7C64A1816EEBD"/>
    <w:rsid w:val="00225D95"/>
  </w:style>
  <w:style w:type="paragraph" w:customStyle="1" w:styleId="C590EA66FAEC4660B4FD174763BF484B">
    <w:name w:val="C590EA66FAEC4660B4FD174763BF484B"/>
    <w:rsid w:val="00225D95"/>
  </w:style>
  <w:style w:type="paragraph" w:customStyle="1" w:styleId="CC647101C0674F71B2A50B061317C615">
    <w:name w:val="CC647101C0674F71B2A50B061317C615"/>
    <w:rsid w:val="00225D95"/>
  </w:style>
  <w:style w:type="paragraph" w:customStyle="1" w:styleId="86A97B9BBF354E85ABC913E20E5D1A35">
    <w:name w:val="86A97B9BBF354E85ABC913E20E5D1A35"/>
    <w:rsid w:val="00153AD4"/>
  </w:style>
  <w:style w:type="paragraph" w:customStyle="1" w:styleId="A67D1E34D3F14BADB8DA00B05C5AD0FE">
    <w:name w:val="A67D1E34D3F14BADB8DA00B05C5AD0FE"/>
    <w:rsid w:val="00B143AE"/>
  </w:style>
  <w:style w:type="paragraph" w:customStyle="1" w:styleId="ADEE4B8445914D0488176CBB97E1A73D">
    <w:name w:val="ADEE4B8445914D0488176CBB97E1A73D"/>
    <w:rsid w:val="00B143AE"/>
  </w:style>
  <w:style w:type="paragraph" w:customStyle="1" w:styleId="766B02A7947048C781DBB4B01E2B46D0">
    <w:name w:val="766B02A7947048C781DBB4B01E2B46D0"/>
    <w:rsid w:val="00B143AE"/>
  </w:style>
  <w:style w:type="paragraph" w:customStyle="1" w:styleId="524405DE87A44C579B6E4D3099C8604E">
    <w:name w:val="524405DE87A44C579B6E4D3099C8604E"/>
    <w:rsid w:val="00B143AE"/>
  </w:style>
  <w:style w:type="paragraph" w:customStyle="1" w:styleId="F1A4213A45454C41BBA05F745FA624AC">
    <w:name w:val="F1A4213A45454C41BBA05F745FA624AC"/>
    <w:rsid w:val="00B143AE"/>
  </w:style>
  <w:style w:type="paragraph" w:customStyle="1" w:styleId="2CF1CA75B69F4E298A10A73A1F6503CA">
    <w:name w:val="2CF1CA75B69F4E298A10A73A1F6503CA"/>
    <w:rsid w:val="00B143AE"/>
  </w:style>
  <w:style w:type="paragraph" w:customStyle="1" w:styleId="85006812DD254F4F86569C6CCE012241">
    <w:name w:val="85006812DD254F4F86569C6CCE012241"/>
    <w:rsid w:val="00B143AE"/>
  </w:style>
  <w:style w:type="paragraph" w:customStyle="1" w:styleId="3C489AB46295498298810C3A79D62EB4">
    <w:name w:val="3C489AB46295498298810C3A79D62EB4"/>
    <w:rsid w:val="005D5C4B"/>
  </w:style>
  <w:style w:type="paragraph" w:customStyle="1" w:styleId="B21968995DE64C7AB7B28E1BA91D5DD2">
    <w:name w:val="B21968995DE64C7AB7B28E1BA91D5DD2"/>
    <w:rsid w:val="005D5C4B"/>
  </w:style>
  <w:style w:type="paragraph" w:customStyle="1" w:styleId="FD1AF4432C824810BC3849C7B5803A5E">
    <w:name w:val="FD1AF4432C824810BC3849C7B5803A5E"/>
    <w:rsid w:val="0060112A"/>
  </w:style>
  <w:style w:type="paragraph" w:customStyle="1" w:styleId="8C921E6E6E5A4622B585A0D55B19558C">
    <w:name w:val="8C921E6E6E5A4622B585A0D55B19558C"/>
    <w:rsid w:val="00CB72A9"/>
  </w:style>
  <w:style w:type="paragraph" w:customStyle="1" w:styleId="AC0088BE99B64CA8985C691D3ED65C70">
    <w:name w:val="AC0088BE99B64CA8985C691D3ED65C70"/>
    <w:rsid w:val="00071320"/>
  </w:style>
  <w:style w:type="paragraph" w:customStyle="1" w:styleId="59D8571D9DAD462385E1A2F8EBB77E3C">
    <w:name w:val="59D8571D9DAD462385E1A2F8EBB77E3C"/>
    <w:rsid w:val="00877DE8"/>
    <w:pPr>
      <w:spacing w:after="160" w:line="259" w:lineRule="auto"/>
    </w:pPr>
  </w:style>
  <w:style w:type="paragraph" w:customStyle="1" w:styleId="DF36E8D96FCD47A6B544F2AC361590FB">
    <w:name w:val="DF36E8D96FCD47A6B544F2AC361590FB"/>
    <w:rsid w:val="00877DE8"/>
    <w:pPr>
      <w:spacing w:after="160" w:line="259" w:lineRule="auto"/>
    </w:pPr>
  </w:style>
  <w:style w:type="paragraph" w:customStyle="1" w:styleId="9CAD02348D3749AAA9EA8C31FA763025">
    <w:name w:val="9CAD02348D3749AAA9EA8C31FA763025"/>
    <w:rsid w:val="002B3397"/>
  </w:style>
  <w:style w:type="paragraph" w:customStyle="1" w:styleId="0579A9CF4C7B4801948AF6B7A87410AD">
    <w:name w:val="0579A9CF4C7B4801948AF6B7A87410AD"/>
    <w:rsid w:val="002B33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Fach>Kunst</Fach>
  <Kursart>Grundkursfach</Kursart>
  <Fachbereich>Gestaltung</Fachbereich>
  <Meilenstein/>
  <Termin>Termin</Termin>
  <Terminart>V1</Terminart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16AC4607-2EAE-45DC-B4A5-8FF283205D92}">
  <ds:schemaRefs/>
</ds:datastoreItem>
</file>

<file path=customXml/itemProps2.xml><?xml version="1.0" encoding="utf-8"?>
<ds:datastoreItem xmlns:ds="http://schemas.openxmlformats.org/officeDocument/2006/customXml" ds:itemID="{25012FEE-B156-4063-8074-B42F03B2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1689F61B.dotm</Template>
  <TotalTime>0</TotalTime>
  <Pages>4</Pages>
  <Words>1182</Words>
  <Characters>7448</Characters>
  <Application>Microsoft Office Word</Application>
  <DocSecurity>4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</Company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 Koch</dc:creator>
  <cp:lastModifiedBy>Schoell, Oliver</cp:lastModifiedBy>
  <cp:revision>2</cp:revision>
  <cp:lastPrinted>2017-10-15T13:11:00Z</cp:lastPrinted>
  <dcterms:created xsi:type="dcterms:W3CDTF">2017-11-21T12:34:00Z</dcterms:created>
  <dcterms:modified xsi:type="dcterms:W3CDTF">2017-11-21T12:34:00Z</dcterms:modified>
</cp:coreProperties>
</file>